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67DD4" w:rsidRDefault="00BB1F4E" w:rsidP="0009245F">
      <w:pPr>
        <w:pStyle w:val="ad"/>
        <w:tabs>
          <w:tab w:val="center" w:pos="5074"/>
        </w:tabs>
        <w:spacing w:line="360" w:lineRule="exact"/>
        <w:ind w:right="-2"/>
        <w:jc w:val="center"/>
        <w:rPr>
          <w:rFonts w:ascii="Times New Roman" w:hAnsi="Times New Roman"/>
          <w:b/>
          <w:sz w:val="32"/>
          <w:szCs w:val="32"/>
        </w:rPr>
      </w:pPr>
      <w:r w:rsidRPr="00AE2D0A">
        <w:rPr>
          <w:rFonts w:ascii="Times New Roman" w:hAnsi="Times New Roman"/>
          <w:b/>
          <w:sz w:val="32"/>
          <w:szCs w:val="32"/>
        </w:rPr>
        <w:t xml:space="preserve">Технико-экономические </w:t>
      </w:r>
      <w:r w:rsidR="00AE2D0A">
        <w:rPr>
          <w:rFonts w:ascii="Times New Roman" w:hAnsi="Times New Roman"/>
          <w:b/>
          <w:sz w:val="32"/>
          <w:szCs w:val="32"/>
        </w:rPr>
        <w:t>по</w:t>
      </w:r>
      <w:r w:rsidRPr="00AE2D0A">
        <w:rPr>
          <w:rFonts w:ascii="Times New Roman" w:hAnsi="Times New Roman"/>
          <w:b/>
          <w:sz w:val="32"/>
          <w:szCs w:val="32"/>
        </w:rPr>
        <w:t>казатели</w:t>
      </w:r>
    </w:p>
    <w:p w:rsidR="00BB1F4E" w:rsidRPr="00AE2D0A" w:rsidRDefault="00BE7D51" w:rsidP="0009245F">
      <w:pPr>
        <w:pStyle w:val="ad"/>
        <w:tabs>
          <w:tab w:val="center" w:pos="5074"/>
        </w:tabs>
        <w:spacing w:line="360" w:lineRule="exact"/>
        <w:ind w:right="-2"/>
        <w:jc w:val="center"/>
        <w:rPr>
          <w:rFonts w:ascii="Times New Roman" w:hAnsi="Times New Roman"/>
          <w:b/>
          <w:sz w:val="32"/>
          <w:szCs w:val="32"/>
        </w:rPr>
      </w:pPr>
      <w:r>
        <w:rPr>
          <w:rFonts w:ascii="Times New Roman" w:hAnsi="Times New Roman"/>
          <w:b/>
          <w:sz w:val="32"/>
          <w:szCs w:val="32"/>
        </w:rPr>
        <w:t xml:space="preserve">застройки </w:t>
      </w:r>
      <w:r w:rsidR="00BA5539">
        <w:rPr>
          <w:rFonts w:ascii="Times New Roman" w:hAnsi="Times New Roman"/>
          <w:b/>
          <w:sz w:val="32"/>
          <w:szCs w:val="32"/>
        </w:rPr>
        <w:t>земельных участков</w:t>
      </w:r>
      <w:r>
        <w:rPr>
          <w:rFonts w:ascii="Times New Roman" w:hAnsi="Times New Roman"/>
          <w:b/>
          <w:sz w:val="32"/>
          <w:szCs w:val="32"/>
        </w:rPr>
        <w:t xml:space="preserve"> </w:t>
      </w:r>
      <w:r w:rsidR="00457BF9">
        <w:rPr>
          <w:rFonts w:ascii="Times New Roman" w:hAnsi="Times New Roman"/>
          <w:b/>
          <w:sz w:val="32"/>
          <w:szCs w:val="32"/>
        </w:rPr>
        <w:t>⃰</w:t>
      </w:r>
      <w:r>
        <w:rPr>
          <w:rFonts w:ascii="Times New Roman" w:hAnsi="Times New Roman"/>
          <w:b/>
          <w:sz w:val="32"/>
          <w:szCs w:val="32"/>
        </w:rPr>
        <w:t>⃰</w:t>
      </w:r>
    </w:p>
    <w:p w:rsidR="00BB1F4E" w:rsidRPr="00D578E0" w:rsidRDefault="00BB1F4E" w:rsidP="001C7AA3">
      <w:pPr>
        <w:pStyle w:val="ad"/>
        <w:tabs>
          <w:tab w:val="center" w:pos="5074"/>
        </w:tabs>
        <w:spacing w:line="360" w:lineRule="exact"/>
        <w:ind w:right="281"/>
        <w:jc w:val="right"/>
        <w:rPr>
          <w:rFonts w:ascii="Times New Roman" w:hAnsi="Times New Roman"/>
          <w:sz w:val="28"/>
          <w:szCs w:val="28"/>
        </w:rPr>
      </w:pPr>
    </w:p>
    <w:tbl>
      <w:tblPr>
        <w:tblW w:w="9230" w:type="dxa"/>
        <w:jc w:val="center"/>
        <w:tblBorders>
          <w:top w:val="single" w:sz="4" w:space="0" w:color="000000"/>
          <w:left w:val="single" w:sz="4" w:space="0" w:color="000000"/>
          <w:bottom w:val="single" w:sz="4" w:space="0" w:color="000000"/>
          <w:right w:val="single" w:sz="2" w:space="0" w:color="000000"/>
          <w:insideH w:val="single" w:sz="4" w:space="0" w:color="000000"/>
          <w:insideV w:val="single" w:sz="4" w:space="0" w:color="000000"/>
        </w:tblBorders>
        <w:tblLayout w:type="fixed"/>
        <w:tblCellMar>
          <w:top w:w="55" w:type="dxa"/>
          <w:left w:w="55" w:type="dxa"/>
          <w:bottom w:w="55" w:type="dxa"/>
          <w:right w:w="55" w:type="dxa"/>
        </w:tblCellMar>
        <w:tblLook w:val="0000" w:firstRow="0" w:lastRow="0" w:firstColumn="0" w:lastColumn="0" w:noHBand="0" w:noVBand="0"/>
      </w:tblPr>
      <w:tblGrid>
        <w:gridCol w:w="725"/>
        <w:gridCol w:w="5812"/>
        <w:gridCol w:w="1418"/>
        <w:gridCol w:w="1275"/>
      </w:tblGrid>
      <w:tr w:rsidR="004004A2" w:rsidRPr="006C7703" w:rsidTr="00F67DD4">
        <w:trPr>
          <w:jc w:val="center"/>
        </w:trPr>
        <w:tc>
          <w:tcPr>
            <w:tcW w:w="725" w:type="dxa"/>
            <w:vAlign w:val="center"/>
          </w:tcPr>
          <w:p w:rsidR="004004A2" w:rsidRPr="00A81C29" w:rsidRDefault="004004A2" w:rsidP="001C7AA3">
            <w:pPr>
              <w:pStyle w:val="aff2"/>
              <w:suppressLineNumbers w:val="0"/>
              <w:tabs>
                <w:tab w:val="left" w:pos="485"/>
              </w:tabs>
              <w:snapToGrid w:val="0"/>
              <w:spacing w:line="360" w:lineRule="exact"/>
              <w:ind w:right="95"/>
              <w:jc w:val="center"/>
              <w:rPr>
                <w:color w:val="000000"/>
                <w:sz w:val="28"/>
                <w:szCs w:val="28"/>
              </w:rPr>
            </w:pPr>
            <w:r w:rsidRPr="00A81C29">
              <w:rPr>
                <w:color w:val="000000"/>
                <w:sz w:val="28"/>
                <w:szCs w:val="28"/>
              </w:rPr>
              <w:t>№ п/п</w:t>
            </w:r>
          </w:p>
        </w:tc>
        <w:tc>
          <w:tcPr>
            <w:tcW w:w="5812" w:type="dxa"/>
            <w:vAlign w:val="center"/>
          </w:tcPr>
          <w:p w:rsidR="004004A2" w:rsidRPr="00A81C29" w:rsidRDefault="004004A2" w:rsidP="001C7AA3">
            <w:pPr>
              <w:pStyle w:val="aff2"/>
              <w:suppressLineNumbers w:val="0"/>
              <w:snapToGrid w:val="0"/>
              <w:spacing w:line="360" w:lineRule="exact"/>
              <w:jc w:val="center"/>
              <w:rPr>
                <w:color w:val="000000"/>
                <w:sz w:val="28"/>
                <w:szCs w:val="28"/>
              </w:rPr>
            </w:pPr>
            <w:r w:rsidRPr="00A81C29">
              <w:rPr>
                <w:color w:val="000000"/>
                <w:sz w:val="28"/>
                <w:szCs w:val="28"/>
              </w:rPr>
              <w:t>Наименование</w:t>
            </w:r>
          </w:p>
        </w:tc>
        <w:tc>
          <w:tcPr>
            <w:tcW w:w="1418" w:type="dxa"/>
            <w:vAlign w:val="center"/>
          </w:tcPr>
          <w:p w:rsidR="004004A2" w:rsidRPr="00A81C29" w:rsidRDefault="004004A2" w:rsidP="001C7AA3">
            <w:pPr>
              <w:pStyle w:val="aff2"/>
              <w:suppressLineNumbers w:val="0"/>
              <w:snapToGrid w:val="0"/>
              <w:spacing w:line="360" w:lineRule="exact"/>
              <w:jc w:val="center"/>
              <w:rPr>
                <w:color w:val="000000"/>
                <w:sz w:val="28"/>
                <w:szCs w:val="28"/>
              </w:rPr>
            </w:pPr>
            <w:r w:rsidRPr="00A81C29">
              <w:rPr>
                <w:color w:val="000000"/>
                <w:sz w:val="28"/>
                <w:szCs w:val="28"/>
              </w:rPr>
              <w:t>Ед.</w:t>
            </w:r>
          </w:p>
          <w:p w:rsidR="004004A2" w:rsidRPr="00A81C29" w:rsidRDefault="004004A2" w:rsidP="001C7AA3">
            <w:pPr>
              <w:pStyle w:val="aff2"/>
              <w:suppressLineNumbers w:val="0"/>
              <w:snapToGrid w:val="0"/>
              <w:spacing w:line="360" w:lineRule="exact"/>
              <w:jc w:val="center"/>
              <w:rPr>
                <w:color w:val="000000"/>
                <w:sz w:val="28"/>
                <w:szCs w:val="28"/>
              </w:rPr>
            </w:pPr>
            <w:r w:rsidRPr="00A81C29">
              <w:rPr>
                <w:color w:val="000000"/>
                <w:sz w:val="28"/>
                <w:szCs w:val="28"/>
              </w:rPr>
              <w:t>измерения</w:t>
            </w:r>
          </w:p>
        </w:tc>
        <w:tc>
          <w:tcPr>
            <w:tcW w:w="1275" w:type="dxa"/>
            <w:vAlign w:val="center"/>
          </w:tcPr>
          <w:p w:rsidR="004004A2" w:rsidRPr="00A81C29" w:rsidRDefault="004004A2" w:rsidP="000E7C8F">
            <w:pPr>
              <w:pStyle w:val="aff2"/>
              <w:suppressLineNumbers w:val="0"/>
              <w:snapToGrid w:val="0"/>
              <w:spacing w:line="360" w:lineRule="exact"/>
              <w:ind w:right="-42"/>
              <w:jc w:val="center"/>
              <w:rPr>
                <w:color w:val="000000"/>
                <w:sz w:val="28"/>
                <w:szCs w:val="28"/>
              </w:rPr>
            </w:pPr>
            <w:r w:rsidRPr="00A81C29">
              <w:rPr>
                <w:color w:val="000000"/>
                <w:sz w:val="28"/>
                <w:szCs w:val="28"/>
              </w:rPr>
              <w:t>Кол</w:t>
            </w:r>
            <w:r w:rsidR="000E7C8F">
              <w:rPr>
                <w:color w:val="000000"/>
                <w:sz w:val="28"/>
                <w:szCs w:val="28"/>
              </w:rPr>
              <w:t>ичество</w:t>
            </w:r>
          </w:p>
        </w:tc>
      </w:tr>
      <w:tr w:rsidR="004004A2" w:rsidRPr="006C7703" w:rsidTr="00F67DD4">
        <w:trPr>
          <w:cantSplit/>
          <w:trHeight w:val="381"/>
          <w:jc w:val="center"/>
        </w:trPr>
        <w:tc>
          <w:tcPr>
            <w:tcW w:w="725" w:type="dxa"/>
          </w:tcPr>
          <w:p w:rsidR="004004A2" w:rsidRPr="005F06B1" w:rsidRDefault="00A81C29" w:rsidP="001C7AA3">
            <w:pPr>
              <w:pStyle w:val="aff2"/>
              <w:suppressLineNumbers w:val="0"/>
              <w:tabs>
                <w:tab w:val="left" w:pos="485"/>
              </w:tabs>
              <w:snapToGrid w:val="0"/>
              <w:spacing w:line="360" w:lineRule="exact"/>
              <w:ind w:right="95"/>
              <w:jc w:val="center"/>
              <w:rPr>
                <w:color w:val="000000"/>
                <w:sz w:val="28"/>
                <w:szCs w:val="28"/>
              </w:rPr>
            </w:pPr>
            <w:r>
              <w:rPr>
                <w:color w:val="000000"/>
                <w:sz w:val="28"/>
                <w:szCs w:val="28"/>
              </w:rPr>
              <w:t>1</w:t>
            </w:r>
          </w:p>
        </w:tc>
        <w:tc>
          <w:tcPr>
            <w:tcW w:w="5812" w:type="dxa"/>
            <w:vAlign w:val="center"/>
          </w:tcPr>
          <w:p w:rsidR="004004A2" w:rsidRPr="005F06B1" w:rsidRDefault="004004A2" w:rsidP="0009245F">
            <w:pPr>
              <w:pStyle w:val="af"/>
              <w:spacing w:line="360" w:lineRule="exact"/>
              <w:ind w:firstLine="0"/>
              <w:rPr>
                <w:rFonts w:ascii="Times New Roman" w:hAnsi="Times New Roman"/>
                <w:color w:val="000000"/>
                <w:sz w:val="28"/>
                <w:szCs w:val="28"/>
              </w:rPr>
            </w:pPr>
            <w:r w:rsidRPr="005F06B1">
              <w:rPr>
                <w:rFonts w:ascii="Times New Roman" w:hAnsi="Times New Roman"/>
                <w:sz w:val="28"/>
                <w:szCs w:val="28"/>
              </w:rPr>
              <w:t>Площадь квартал</w:t>
            </w:r>
            <w:r>
              <w:rPr>
                <w:rFonts w:ascii="Times New Roman" w:hAnsi="Times New Roman"/>
                <w:sz w:val="28"/>
                <w:szCs w:val="28"/>
              </w:rPr>
              <w:t>а</w:t>
            </w:r>
            <w:r w:rsidRPr="005F06B1">
              <w:rPr>
                <w:rFonts w:ascii="Times New Roman" w:hAnsi="Times New Roman"/>
                <w:sz w:val="28"/>
                <w:szCs w:val="28"/>
              </w:rPr>
              <w:t xml:space="preserve"> в «красных» линиях</w:t>
            </w:r>
          </w:p>
        </w:tc>
        <w:tc>
          <w:tcPr>
            <w:tcW w:w="1418" w:type="dxa"/>
          </w:tcPr>
          <w:p w:rsidR="004004A2" w:rsidRPr="005F06B1" w:rsidRDefault="006765E4" w:rsidP="001C7AA3">
            <w:pPr>
              <w:pStyle w:val="aff2"/>
              <w:suppressLineNumbers w:val="0"/>
              <w:snapToGrid w:val="0"/>
              <w:spacing w:line="360" w:lineRule="exact"/>
              <w:jc w:val="center"/>
              <w:rPr>
                <w:color w:val="000000"/>
                <w:sz w:val="28"/>
                <w:szCs w:val="28"/>
              </w:rPr>
            </w:pPr>
            <w:r>
              <w:rPr>
                <w:color w:val="000000"/>
                <w:sz w:val="28"/>
                <w:szCs w:val="28"/>
              </w:rPr>
              <w:t>кв.м.</w:t>
            </w:r>
          </w:p>
        </w:tc>
        <w:tc>
          <w:tcPr>
            <w:tcW w:w="1275" w:type="dxa"/>
          </w:tcPr>
          <w:p w:rsidR="004004A2" w:rsidRPr="005F06B1" w:rsidRDefault="006765E4" w:rsidP="001C7AA3">
            <w:pPr>
              <w:pStyle w:val="aff2"/>
              <w:suppressLineNumbers w:val="0"/>
              <w:snapToGrid w:val="0"/>
              <w:spacing w:line="360" w:lineRule="exact"/>
              <w:ind w:right="125"/>
              <w:jc w:val="center"/>
              <w:rPr>
                <w:sz w:val="28"/>
                <w:szCs w:val="28"/>
              </w:rPr>
            </w:pPr>
            <w:r>
              <w:rPr>
                <w:sz w:val="28"/>
                <w:szCs w:val="28"/>
              </w:rPr>
              <w:t>6</w:t>
            </w:r>
            <w:r w:rsidR="004004A2">
              <w:rPr>
                <w:sz w:val="28"/>
                <w:szCs w:val="28"/>
              </w:rPr>
              <w:t>1</w:t>
            </w:r>
            <w:r>
              <w:rPr>
                <w:sz w:val="28"/>
                <w:szCs w:val="28"/>
              </w:rPr>
              <w:t>000</w:t>
            </w:r>
          </w:p>
        </w:tc>
      </w:tr>
      <w:tr w:rsidR="004004A2" w:rsidRPr="006C7703" w:rsidTr="00F67DD4">
        <w:trPr>
          <w:cantSplit/>
          <w:trHeight w:val="381"/>
          <w:jc w:val="center"/>
        </w:trPr>
        <w:tc>
          <w:tcPr>
            <w:tcW w:w="725" w:type="dxa"/>
          </w:tcPr>
          <w:p w:rsidR="004004A2" w:rsidRPr="005F06B1" w:rsidRDefault="00A81C29" w:rsidP="001C7AA3">
            <w:pPr>
              <w:pStyle w:val="aff2"/>
              <w:suppressLineNumbers w:val="0"/>
              <w:tabs>
                <w:tab w:val="left" w:pos="485"/>
              </w:tabs>
              <w:snapToGrid w:val="0"/>
              <w:spacing w:line="360" w:lineRule="exact"/>
              <w:ind w:right="95"/>
              <w:jc w:val="center"/>
              <w:rPr>
                <w:color w:val="000000"/>
                <w:sz w:val="28"/>
                <w:szCs w:val="28"/>
              </w:rPr>
            </w:pPr>
            <w:r>
              <w:rPr>
                <w:color w:val="000000"/>
                <w:sz w:val="28"/>
                <w:szCs w:val="28"/>
              </w:rPr>
              <w:t>2</w:t>
            </w:r>
          </w:p>
        </w:tc>
        <w:tc>
          <w:tcPr>
            <w:tcW w:w="5812" w:type="dxa"/>
            <w:vAlign w:val="center"/>
          </w:tcPr>
          <w:p w:rsidR="004004A2" w:rsidRPr="005F06B1" w:rsidRDefault="00AE2D0A" w:rsidP="00E76CD1">
            <w:pPr>
              <w:pStyle w:val="aff2"/>
              <w:suppressLineNumbers w:val="0"/>
              <w:snapToGrid w:val="0"/>
              <w:spacing w:line="360" w:lineRule="exact"/>
              <w:rPr>
                <w:bCs/>
                <w:sz w:val="28"/>
                <w:szCs w:val="28"/>
              </w:rPr>
            </w:pPr>
            <w:r>
              <w:rPr>
                <w:sz w:val="28"/>
                <w:szCs w:val="28"/>
              </w:rPr>
              <w:t xml:space="preserve">Площадь территории в границах </w:t>
            </w:r>
            <w:r w:rsidR="00A81C29">
              <w:rPr>
                <w:sz w:val="28"/>
                <w:szCs w:val="28"/>
              </w:rPr>
              <w:t>изменений в документацию по планировке территории</w:t>
            </w:r>
          </w:p>
        </w:tc>
        <w:tc>
          <w:tcPr>
            <w:tcW w:w="1418" w:type="dxa"/>
          </w:tcPr>
          <w:p w:rsidR="004004A2" w:rsidRPr="005F06B1" w:rsidRDefault="006765E4" w:rsidP="001C7AA3">
            <w:pPr>
              <w:pStyle w:val="aff2"/>
              <w:suppressLineNumbers w:val="0"/>
              <w:snapToGrid w:val="0"/>
              <w:spacing w:line="360" w:lineRule="exact"/>
              <w:jc w:val="center"/>
              <w:rPr>
                <w:color w:val="000000"/>
                <w:sz w:val="28"/>
                <w:szCs w:val="28"/>
              </w:rPr>
            </w:pPr>
            <w:r>
              <w:rPr>
                <w:color w:val="000000"/>
                <w:sz w:val="28"/>
                <w:szCs w:val="28"/>
              </w:rPr>
              <w:t>кв.м.</w:t>
            </w:r>
          </w:p>
        </w:tc>
        <w:tc>
          <w:tcPr>
            <w:tcW w:w="1275" w:type="dxa"/>
          </w:tcPr>
          <w:p w:rsidR="004004A2" w:rsidRPr="005F06B1" w:rsidRDefault="00AE2D0A" w:rsidP="001C7AA3">
            <w:pPr>
              <w:pStyle w:val="aff2"/>
              <w:suppressLineNumbers w:val="0"/>
              <w:snapToGrid w:val="0"/>
              <w:spacing w:line="360" w:lineRule="exact"/>
              <w:ind w:right="125"/>
              <w:jc w:val="center"/>
              <w:rPr>
                <w:sz w:val="28"/>
                <w:szCs w:val="28"/>
              </w:rPr>
            </w:pPr>
            <w:r>
              <w:rPr>
                <w:sz w:val="28"/>
                <w:szCs w:val="28"/>
              </w:rPr>
              <w:t>23472</w:t>
            </w:r>
          </w:p>
        </w:tc>
      </w:tr>
      <w:tr w:rsidR="00A81C29" w:rsidRPr="006C7703" w:rsidTr="00F67DD4">
        <w:trPr>
          <w:cantSplit/>
          <w:trHeight w:val="381"/>
          <w:jc w:val="center"/>
        </w:trPr>
        <w:tc>
          <w:tcPr>
            <w:tcW w:w="725" w:type="dxa"/>
          </w:tcPr>
          <w:p w:rsidR="00A81C29" w:rsidRDefault="00A81C29" w:rsidP="001C7AA3">
            <w:pPr>
              <w:pStyle w:val="aff2"/>
              <w:suppressLineNumbers w:val="0"/>
              <w:tabs>
                <w:tab w:val="left" w:pos="485"/>
              </w:tabs>
              <w:snapToGrid w:val="0"/>
              <w:spacing w:line="360" w:lineRule="exact"/>
              <w:ind w:right="95"/>
              <w:jc w:val="center"/>
              <w:rPr>
                <w:color w:val="000000"/>
                <w:sz w:val="28"/>
                <w:szCs w:val="28"/>
              </w:rPr>
            </w:pPr>
            <w:r>
              <w:rPr>
                <w:color w:val="000000"/>
                <w:sz w:val="28"/>
                <w:szCs w:val="28"/>
              </w:rPr>
              <w:t>3</w:t>
            </w:r>
          </w:p>
        </w:tc>
        <w:tc>
          <w:tcPr>
            <w:tcW w:w="5812" w:type="dxa"/>
            <w:vAlign w:val="center"/>
          </w:tcPr>
          <w:p w:rsidR="00A81C29" w:rsidRPr="005F06B1" w:rsidRDefault="00A81C29" w:rsidP="00A81C29">
            <w:pPr>
              <w:pStyle w:val="aff2"/>
              <w:suppressLineNumbers w:val="0"/>
              <w:snapToGrid w:val="0"/>
              <w:spacing w:line="360" w:lineRule="exact"/>
              <w:rPr>
                <w:bCs/>
                <w:sz w:val="28"/>
                <w:szCs w:val="28"/>
              </w:rPr>
            </w:pPr>
            <w:r w:rsidRPr="005F06B1">
              <w:rPr>
                <w:sz w:val="28"/>
                <w:szCs w:val="28"/>
              </w:rPr>
              <w:t xml:space="preserve">Площадь </w:t>
            </w:r>
            <w:r>
              <w:rPr>
                <w:sz w:val="28"/>
                <w:szCs w:val="28"/>
              </w:rPr>
              <w:t>земельного</w:t>
            </w:r>
            <w:r w:rsidRPr="005F06B1">
              <w:rPr>
                <w:sz w:val="28"/>
                <w:szCs w:val="28"/>
              </w:rPr>
              <w:t xml:space="preserve"> участк</w:t>
            </w:r>
            <w:r>
              <w:rPr>
                <w:sz w:val="28"/>
                <w:szCs w:val="28"/>
              </w:rPr>
              <w:t>а</w:t>
            </w:r>
            <w:r w:rsidRPr="005F06B1">
              <w:rPr>
                <w:sz w:val="28"/>
                <w:szCs w:val="28"/>
              </w:rPr>
              <w:t xml:space="preserve"> </w:t>
            </w:r>
            <w:r>
              <w:rPr>
                <w:sz w:val="28"/>
                <w:szCs w:val="28"/>
              </w:rPr>
              <w:t>для реализации масштабного инвестиционного проекта регионального значения (ЗУ–1)</w:t>
            </w:r>
          </w:p>
        </w:tc>
        <w:tc>
          <w:tcPr>
            <w:tcW w:w="1418" w:type="dxa"/>
          </w:tcPr>
          <w:p w:rsidR="00A81C29" w:rsidRPr="005F06B1" w:rsidRDefault="006765E4" w:rsidP="00E36C5E">
            <w:pPr>
              <w:pStyle w:val="aff2"/>
              <w:suppressLineNumbers w:val="0"/>
              <w:snapToGrid w:val="0"/>
              <w:spacing w:line="360" w:lineRule="exact"/>
              <w:jc w:val="center"/>
              <w:rPr>
                <w:color w:val="000000"/>
                <w:sz w:val="28"/>
                <w:szCs w:val="28"/>
              </w:rPr>
            </w:pPr>
            <w:r>
              <w:rPr>
                <w:color w:val="000000"/>
                <w:sz w:val="28"/>
                <w:szCs w:val="28"/>
              </w:rPr>
              <w:t>кв.м.</w:t>
            </w:r>
          </w:p>
        </w:tc>
        <w:tc>
          <w:tcPr>
            <w:tcW w:w="1275" w:type="dxa"/>
          </w:tcPr>
          <w:p w:rsidR="00A81C29" w:rsidRPr="005F06B1" w:rsidRDefault="00A81C29" w:rsidP="006765E4">
            <w:pPr>
              <w:pStyle w:val="aff2"/>
              <w:suppressLineNumbers w:val="0"/>
              <w:snapToGrid w:val="0"/>
              <w:spacing w:line="360" w:lineRule="exact"/>
              <w:ind w:right="125"/>
              <w:jc w:val="center"/>
              <w:rPr>
                <w:sz w:val="28"/>
                <w:szCs w:val="28"/>
              </w:rPr>
            </w:pPr>
            <w:r>
              <w:rPr>
                <w:sz w:val="28"/>
                <w:szCs w:val="28"/>
              </w:rPr>
              <w:t>17235</w:t>
            </w:r>
          </w:p>
        </w:tc>
      </w:tr>
      <w:tr w:rsidR="00A81C29" w:rsidRPr="006C7703" w:rsidTr="00F67DD4">
        <w:trPr>
          <w:cantSplit/>
          <w:trHeight w:val="381"/>
          <w:jc w:val="center"/>
        </w:trPr>
        <w:tc>
          <w:tcPr>
            <w:tcW w:w="725" w:type="dxa"/>
          </w:tcPr>
          <w:p w:rsidR="00A81C29" w:rsidRDefault="00A81C29" w:rsidP="001C7AA3">
            <w:pPr>
              <w:pStyle w:val="aff2"/>
              <w:suppressLineNumbers w:val="0"/>
              <w:tabs>
                <w:tab w:val="left" w:pos="485"/>
              </w:tabs>
              <w:snapToGrid w:val="0"/>
              <w:spacing w:line="360" w:lineRule="exact"/>
              <w:ind w:right="95"/>
              <w:jc w:val="center"/>
              <w:rPr>
                <w:color w:val="000000"/>
                <w:sz w:val="28"/>
                <w:szCs w:val="28"/>
              </w:rPr>
            </w:pPr>
            <w:r>
              <w:rPr>
                <w:color w:val="000000"/>
                <w:sz w:val="28"/>
                <w:szCs w:val="28"/>
              </w:rPr>
              <w:t>4</w:t>
            </w:r>
          </w:p>
        </w:tc>
        <w:tc>
          <w:tcPr>
            <w:tcW w:w="5812" w:type="dxa"/>
            <w:vAlign w:val="center"/>
          </w:tcPr>
          <w:p w:rsidR="00A81C29" w:rsidRPr="005F06B1" w:rsidRDefault="00A81C29" w:rsidP="001C7AA3">
            <w:pPr>
              <w:pStyle w:val="aff2"/>
              <w:suppressLineNumbers w:val="0"/>
              <w:snapToGrid w:val="0"/>
              <w:spacing w:line="360" w:lineRule="exact"/>
              <w:rPr>
                <w:sz w:val="28"/>
                <w:szCs w:val="28"/>
              </w:rPr>
            </w:pPr>
            <w:r>
              <w:rPr>
                <w:sz w:val="28"/>
                <w:szCs w:val="28"/>
              </w:rPr>
              <w:t>Площадь земельного участка используемого для отдыха населения (ЗУ–2)</w:t>
            </w:r>
          </w:p>
        </w:tc>
        <w:tc>
          <w:tcPr>
            <w:tcW w:w="1418" w:type="dxa"/>
          </w:tcPr>
          <w:p w:rsidR="00A81C29" w:rsidRPr="005F06B1" w:rsidRDefault="006765E4" w:rsidP="001C7AA3">
            <w:pPr>
              <w:pStyle w:val="aff2"/>
              <w:suppressLineNumbers w:val="0"/>
              <w:snapToGrid w:val="0"/>
              <w:spacing w:line="360" w:lineRule="exact"/>
              <w:jc w:val="center"/>
              <w:rPr>
                <w:color w:val="000000"/>
                <w:sz w:val="28"/>
                <w:szCs w:val="28"/>
              </w:rPr>
            </w:pPr>
            <w:r>
              <w:rPr>
                <w:color w:val="000000"/>
                <w:sz w:val="28"/>
                <w:szCs w:val="28"/>
              </w:rPr>
              <w:t>кв.м.</w:t>
            </w:r>
          </w:p>
        </w:tc>
        <w:tc>
          <w:tcPr>
            <w:tcW w:w="1275" w:type="dxa"/>
          </w:tcPr>
          <w:p w:rsidR="00A81C29" w:rsidRPr="005F06B1" w:rsidRDefault="00457BF9" w:rsidP="001C7AA3">
            <w:pPr>
              <w:pStyle w:val="aff2"/>
              <w:suppressLineNumbers w:val="0"/>
              <w:snapToGrid w:val="0"/>
              <w:spacing w:line="360" w:lineRule="exact"/>
              <w:ind w:right="125"/>
              <w:jc w:val="center"/>
              <w:rPr>
                <w:sz w:val="28"/>
                <w:szCs w:val="28"/>
              </w:rPr>
            </w:pPr>
            <w:r>
              <w:rPr>
                <w:sz w:val="28"/>
                <w:szCs w:val="28"/>
              </w:rPr>
              <w:t>6240</w:t>
            </w:r>
          </w:p>
        </w:tc>
      </w:tr>
      <w:tr w:rsidR="00D43BC2" w:rsidRPr="006C7703" w:rsidTr="00F67DD4">
        <w:trPr>
          <w:cantSplit/>
          <w:trHeight w:val="381"/>
          <w:jc w:val="center"/>
        </w:trPr>
        <w:tc>
          <w:tcPr>
            <w:tcW w:w="725" w:type="dxa"/>
          </w:tcPr>
          <w:p w:rsidR="00D43BC2" w:rsidRDefault="00457BF9" w:rsidP="001C7AA3">
            <w:pPr>
              <w:pStyle w:val="aff2"/>
              <w:suppressLineNumbers w:val="0"/>
              <w:tabs>
                <w:tab w:val="left" w:pos="485"/>
              </w:tabs>
              <w:snapToGrid w:val="0"/>
              <w:spacing w:line="360" w:lineRule="exact"/>
              <w:ind w:right="95"/>
              <w:jc w:val="center"/>
              <w:rPr>
                <w:color w:val="000000"/>
                <w:sz w:val="28"/>
                <w:szCs w:val="28"/>
              </w:rPr>
            </w:pPr>
            <w:r>
              <w:rPr>
                <w:color w:val="000000"/>
                <w:sz w:val="28"/>
                <w:szCs w:val="28"/>
              </w:rPr>
              <w:t>5</w:t>
            </w:r>
          </w:p>
        </w:tc>
        <w:tc>
          <w:tcPr>
            <w:tcW w:w="5812" w:type="dxa"/>
            <w:vAlign w:val="center"/>
          </w:tcPr>
          <w:p w:rsidR="00D43BC2" w:rsidRDefault="00D43BC2" w:rsidP="00060C2F">
            <w:pPr>
              <w:pStyle w:val="aff2"/>
              <w:suppressLineNumbers w:val="0"/>
              <w:snapToGrid w:val="0"/>
              <w:spacing w:line="360" w:lineRule="exact"/>
              <w:rPr>
                <w:sz w:val="28"/>
                <w:szCs w:val="28"/>
              </w:rPr>
            </w:pPr>
            <w:r>
              <w:rPr>
                <w:sz w:val="28"/>
                <w:szCs w:val="28"/>
              </w:rPr>
              <w:t xml:space="preserve">Максимальный процент застройки </w:t>
            </w:r>
          </w:p>
        </w:tc>
        <w:tc>
          <w:tcPr>
            <w:tcW w:w="1418" w:type="dxa"/>
          </w:tcPr>
          <w:p w:rsidR="00D43BC2" w:rsidRDefault="00D43BC2" w:rsidP="001C7AA3">
            <w:pPr>
              <w:pStyle w:val="aff2"/>
              <w:suppressLineNumbers w:val="0"/>
              <w:snapToGrid w:val="0"/>
              <w:spacing w:line="360" w:lineRule="exact"/>
              <w:jc w:val="center"/>
              <w:rPr>
                <w:color w:val="000000"/>
                <w:sz w:val="28"/>
                <w:szCs w:val="28"/>
              </w:rPr>
            </w:pPr>
            <w:r>
              <w:rPr>
                <w:color w:val="000000"/>
                <w:sz w:val="28"/>
                <w:szCs w:val="28"/>
              </w:rPr>
              <w:t>%</w:t>
            </w:r>
          </w:p>
        </w:tc>
        <w:tc>
          <w:tcPr>
            <w:tcW w:w="1275" w:type="dxa"/>
          </w:tcPr>
          <w:p w:rsidR="00D43BC2" w:rsidRDefault="00D43BC2" w:rsidP="001C7AA3">
            <w:pPr>
              <w:pStyle w:val="aff2"/>
              <w:suppressLineNumbers w:val="0"/>
              <w:snapToGrid w:val="0"/>
              <w:spacing w:line="360" w:lineRule="exact"/>
              <w:ind w:right="125"/>
              <w:jc w:val="center"/>
              <w:rPr>
                <w:sz w:val="28"/>
                <w:szCs w:val="28"/>
              </w:rPr>
            </w:pPr>
            <w:r>
              <w:rPr>
                <w:sz w:val="28"/>
                <w:szCs w:val="28"/>
              </w:rPr>
              <w:t>50</w:t>
            </w:r>
          </w:p>
        </w:tc>
      </w:tr>
      <w:tr w:rsidR="006765E4" w:rsidRPr="006C7703" w:rsidTr="00F67DD4">
        <w:trPr>
          <w:cantSplit/>
          <w:trHeight w:val="381"/>
          <w:jc w:val="center"/>
        </w:trPr>
        <w:tc>
          <w:tcPr>
            <w:tcW w:w="725" w:type="dxa"/>
          </w:tcPr>
          <w:p w:rsidR="006765E4" w:rsidRDefault="006765E4" w:rsidP="001C7AA3">
            <w:pPr>
              <w:pStyle w:val="aff2"/>
              <w:suppressLineNumbers w:val="0"/>
              <w:tabs>
                <w:tab w:val="left" w:pos="485"/>
              </w:tabs>
              <w:snapToGrid w:val="0"/>
              <w:spacing w:line="360" w:lineRule="exact"/>
              <w:ind w:right="95"/>
              <w:jc w:val="center"/>
              <w:rPr>
                <w:color w:val="000000"/>
                <w:sz w:val="28"/>
                <w:szCs w:val="28"/>
              </w:rPr>
            </w:pPr>
            <w:r>
              <w:rPr>
                <w:color w:val="000000"/>
                <w:sz w:val="28"/>
                <w:szCs w:val="28"/>
              </w:rPr>
              <w:t>6</w:t>
            </w:r>
          </w:p>
        </w:tc>
        <w:tc>
          <w:tcPr>
            <w:tcW w:w="5812" w:type="dxa"/>
            <w:vAlign w:val="center"/>
          </w:tcPr>
          <w:p w:rsidR="006765E4" w:rsidRDefault="006765E4" w:rsidP="00060C2F">
            <w:pPr>
              <w:pStyle w:val="aff2"/>
              <w:suppressLineNumbers w:val="0"/>
              <w:snapToGrid w:val="0"/>
              <w:spacing w:line="360" w:lineRule="exact"/>
              <w:rPr>
                <w:sz w:val="28"/>
                <w:szCs w:val="28"/>
              </w:rPr>
            </w:pPr>
            <w:r>
              <w:rPr>
                <w:sz w:val="28"/>
                <w:szCs w:val="28"/>
              </w:rPr>
              <w:t>Максимальное количество этажей</w:t>
            </w:r>
          </w:p>
        </w:tc>
        <w:tc>
          <w:tcPr>
            <w:tcW w:w="1418" w:type="dxa"/>
          </w:tcPr>
          <w:p w:rsidR="006765E4" w:rsidRDefault="006765E4" w:rsidP="001C7AA3">
            <w:pPr>
              <w:pStyle w:val="aff2"/>
              <w:suppressLineNumbers w:val="0"/>
              <w:snapToGrid w:val="0"/>
              <w:spacing w:line="360" w:lineRule="exact"/>
              <w:jc w:val="center"/>
              <w:rPr>
                <w:color w:val="000000"/>
                <w:sz w:val="28"/>
                <w:szCs w:val="28"/>
              </w:rPr>
            </w:pPr>
          </w:p>
        </w:tc>
        <w:tc>
          <w:tcPr>
            <w:tcW w:w="1275" w:type="dxa"/>
          </w:tcPr>
          <w:p w:rsidR="006765E4" w:rsidRDefault="006765E4" w:rsidP="001C7AA3">
            <w:pPr>
              <w:pStyle w:val="aff2"/>
              <w:suppressLineNumbers w:val="0"/>
              <w:snapToGrid w:val="0"/>
              <w:spacing w:line="360" w:lineRule="exact"/>
              <w:ind w:right="125"/>
              <w:jc w:val="center"/>
              <w:rPr>
                <w:sz w:val="28"/>
                <w:szCs w:val="28"/>
              </w:rPr>
            </w:pPr>
            <w:r>
              <w:rPr>
                <w:sz w:val="28"/>
                <w:szCs w:val="28"/>
              </w:rPr>
              <w:t>17</w:t>
            </w:r>
          </w:p>
        </w:tc>
      </w:tr>
      <w:tr w:rsidR="00D43BC2" w:rsidRPr="006C7703" w:rsidTr="00F67DD4">
        <w:trPr>
          <w:cantSplit/>
          <w:trHeight w:val="381"/>
          <w:jc w:val="center"/>
        </w:trPr>
        <w:tc>
          <w:tcPr>
            <w:tcW w:w="725" w:type="dxa"/>
          </w:tcPr>
          <w:p w:rsidR="00D43BC2" w:rsidRDefault="006765E4" w:rsidP="001C7AA3">
            <w:pPr>
              <w:pStyle w:val="aff2"/>
              <w:suppressLineNumbers w:val="0"/>
              <w:tabs>
                <w:tab w:val="left" w:pos="485"/>
              </w:tabs>
              <w:snapToGrid w:val="0"/>
              <w:spacing w:line="360" w:lineRule="exact"/>
              <w:ind w:right="95"/>
              <w:jc w:val="center"/>
              <w:rPr>
                <w:color w:val="000000"/>
                <w:sz w:val="28"/>
                <w:szCs w:val="28"/>
              </w:rPr>
            </w:pPr>
            <w:r>
              <w:rPr>
                <w:color w:val="000000"/>
                <w:sz w:val="28"/>
                <w:szCs w:val="28"/>
              </w:rPr>
              <w:t>7</w:t>
            </w:r>
          </w:p>
        </w:tc>
        <w:tc>
          <w:tcPr>
            <w:tcW w:w="5812" w:type="dxa"/>
            <w:vAlign w:val="center"/>
          </w:tcPr>
          <w:p w:rsidR="00D43BC2" w:rsidRDefault="00D43BC2" w:rsidP="00060C2F">
            <w:pPr>
              <w:pStyle w:val="aff2"/>
              <w:suppressLineNumbers w:val="0"/>
              <w:snapToGrid w:val="0"/>
              <w:spacing w:line="360" w:lineRule="exact"/>
              <w:rPr>
                <w:sz w:val="28"/>
                <w:szCs w:val="28"/>
              </w:rPr>
            </w:pPr>
            <w:r>
              <w:rPr>
                <w:sz w:val="28"/>
                <w:szCs w:val="28"/>
              </w:rPr>
              <w:t xml:space="preserve">Максимальный коэффициент плотности </w:t>
            </w:r>
          </w:p>
        </w:tc>
        <w:tc>
          <w:tcPr>
            <w:tcW w:w="1418" w:type="dxa"/>
          </w:tcPr>
          <w:p w:rsidR="00D43BC2" w:rsidRDefault="00D43BC2" w:rsidP="001C7AA3">
            <w:pPr>
              <w:pStyle w:val="aff2"/>
              <w:suppressLineNumbers w:val="0"/>
              <w:snapToGrid w:val="0"/>
              <w:spacing w:line="360" w:lineRule="exact"/>
              <w:jc w:val="center"/>
              <w:rPr>
                <w:color w:val="000000"/>
                <w:sz w:val="28"/>
                <w:szCs w:val="28"/>
              </w:rPr>
            </w:pPr>
          </w:p>
        </w:tc>
        <w:tc>
          <w:tcPr>
            <w:tcW w:w="1275" w:type="dxa"/>
          </w:tcPr>
          <w:p w:rsidR="00D43BC2" w:rsidRDefault="00D43BC2" w:rsidP="001C7AA3">
            <w:pPr>
              <w:pStyle w:val="aff2"/>
              <w:suppressLineNumbers w:val="0"/>
              <w:snapToGrid w:val="0"/>
              <w:spacing w:line="360" w:lineRule="exact"/>
              <w:ind w:right="125"/>
              <w:jc w:val="center"/>
              <w:rPr>
                <w:sz w:val="28"/>
                <w:szCs w:val="28"/>
              </w:rPr>
            </w:pPr>
            <w:r>
              <w:rPr>
                <w:sz w:val="28"/>
                <w:szCs w:val="28"/>
              </w:rPr>
              <w:t>3</w:t>
            </w:r>
          </w:p>
        </w:tc>
      </w:tr>
      <w:tr w:rsidR="00A81C29" w:rsidRPr="006C7703" w:rsidTr="00F67DD4">
        <w:trPr>
          <w:cantSplit/>
          <w:trHeight w:val="381"/>
          <w:jc w:val="center"/>
        </w:trPr>
        <w:tc>
          <w:tcPr>
            <w:tcW w:w="725" w:type="dxa"/>
          </w:tcPr>
          <w:p w:rsidR="00A81C29" w:rsidRPr="005F06B1" w:rsidRDefault="006765E4" w:rsidP="001C7AA3">
            <w:pPr>
              <w:pStyle w:val="aff2"/>
              <w:suppressLineNumbers w:val="0"/>
              <w:tabs>
                <w:tab w:val="left" w:pos="485"/>
              </w:tabs>
              <w:snapToGrid w:val="0"/>
              <w:spacing w:line="360" w:lineRule="exact"/>
              <w:ind w:right="95"/>
              <w:jc w:val="center"/>
              <w:rPr>
                <w:color w:val="000000"/>
                <w:sz w:val="28"/>
                <w:szCs w:val="28"/>
              </w:rPr>
            </w:pPr>
            <w:r>
              <w:rPr>
                <w:color w:val="000000"/>
                <w:sz w:val="28"/>
                <w:szCs w:val="28"/>
              </w:rPr>
              <w:t>8</w:t>
            </w:r>
          </w:p>
        </w:tc>
        <w:tc>
          <w:tcPr>
            <w:tcW w:w="5812" w:type="dxa"/>
            <w:vAlign w:val="center"/>
          </w:tcPr>
          <w:p w:rsidR="00A81C29" w:rsidRPr="005F06B1" w:rsidRDefault="00060C2F" w:rsidP="006765E4">
            <w:pPr>
              <w:pStyle w:val="aff2"/>
              <w:suppressLineNumbers w:val="0"/>
              <w:snapToGrid w:val="0"/>
              <w:spacing w:line="360" w:lineRule="exact"/>
              <w:rPr>
                <w:bCs/>
                <w:sz w:val="28"/>
                <w:szCs w:val="28"/>
              </w:rPr>
            </w:pPr>
            <w:r>
              <w:rPr>
                <w:sz w:val="28"/>
                <w:szCs w:val="28"/>
              </w:rPr>
              <w:t>Максимальная п</w:t>
            </w:r>
            <w:r w:rsidR="00A81C29" w:rsidRPr="005F06B1">
              <w:rPr>
                <w:sz w:val="28"/>
                <w:szCs w:val="28"/>
              </w:rPr>
              <w:t xml:space="preserve">лощадь застройки </w:t>
            </w:r>
            <w:r w:rsidR="00A23CBF">
              <w:rPr>
                <w:sz w:val="28"/>
                <w:szCs w:val="28"/>
              </w:rPr>
              <w:t xml:space="preserve"> земельного участка </w:t>
            </w:r>
            <w:r w:rsidR="0009245F">
              <w:rPr>
                <w:sz w:val="28"/>
                <w:szCs w:val="28"/>
              </w:rPr>
              <w:t>(ЗУ–1)</w:t>
            </w:r>
          </w:p>
        </w:tc>
        <w:tc>
          <w:tcPr>
            <w:tcW w:w="1418" w:type="dxa"/>
          </w:tcPr>
          <w:p w:rsidR="00A81C29" w:rsidRPr="005F06B1" w:rsidRDefault="006765E4" w:rsidP="001C7AA3">
            <w:pPr>
              <w:pStyle w:val="aff2"/>
              <w:suppressLineNumbers w:val="0"/>
              <w:snapToGrid w:val="0"/>
              <w:spacing w:line="360" w:lineRule="exact"/>
              <w:jc w:val="center"/>
              <w:rPr>
                <w:color w:val="000000"/>
                <w:sz w:val="28"/>
                <w:szCs w:val="28"/>
              </w:rPr>
            </w:pPr>
            <w:r>
              <w:rPr>
                <w:color w:val="000000"/>
                <w:sz w:val="28"/>
                <w:szCs w:val="28"/>
              </w:rPr>
              <w:t>кв.м.</w:t>
            </w:r>
          </w:p>
        </w:tc>
        <w:tc>
          <w:tcPr>
            <w:tcW w:w="1275" w:type="dxa"/>
          </w:tcPr>
          <w:p w:rsidR="00A81C29" w:rsidRPr="005F06B1" w:rsidRDefault="00A81C29" w:rsidP="001C7AA3">
            <w:pPr>
              <w:pStyle w:val="aff2"/>
              <w:suppressLineNumbers w:val="0"/>
              <w:snapToGrid w:val="0"/>
              <w:spacing w:line="360" w:lineRule="exact"/>
              <w:ind w:right="125"/>
              <w:jc w:val="center"/>
              <w:rPr>
                <w:sz w:val="28"/>
                <w:szCs w:val="28"/>
              </w:rPr>
            </w:pPr>
            <w:r>
              <w:rPr>
                <w:sz w:val="28"/>
                <w:szCs w:val="28"/>
              </w:rPr>
              <w:t>8617</w:t>
            </w:r>
          </w:p>
        </w:tc>
      </w:tr>
    </w:tbl>
    <w:p w:rsidR="00F67DD4" w:rsidRDefault="00F67DD4" w:rsidP="00BA5539">
      <w:pPr>
        <w:spacing w:line="240" w:lineRule="auto"/>
        <w:rPr>
          <w:rFonts w:ascii="Times New Roman" w:hAnsi="Times New Roman"/>
          <w:sz w:val="28"/>
          <w:szCs w:val="28"/>
        </w:rPr>
      </w:pPr>
    </w:p>
    <w:p w:rsidR="00BA5539" w:rsidRPr="00E76CD1" w:rsidRDefault="00457BF9" w:rsidP="00BA5539">
      <w:pPr>
        <w:spacing w:line="240" w:lineRule="auto"/>
        <w:rPr>
          <w:sz w:val="20"/>
        </w:rPr>
      </w:pPr>
      <w:bookmarkStart w:id="0" w:name="_GoBack"/>
      <w:bookmarkEnd w:id="0"/>
      <w:r>
        <w:rPr>
          <w:rFonts w:ascii="Times New Roman" w:hAnsi="Times New Roman"/>
          <w:sz w:val="28"/>
          <w:szCs w:val="28"/>
        </w:rPr>
        <w:t>⃰</w:t>
      </w:r>
      <w:r w:rsidR="00BA5539" w:rsidRPr="00BA5539">
        <w:rPr>
          <w:rFonts w:ascii="Times New Roman" w:hAnsi="Times New Roman"/>
          <w:color w:val="000000"/>
          <w:sz w:val="20"/>
        </w:rPr>
        <w:t xml:space="preserve"> </w:t>
      </w:r>
      <w:r w:rsidR="00791619">
        <w:rPr>
          <w:rFonts w:ascii="Times New Roman" w:hAnsi="Times New Roman"/>
          <w:color w:val="000000"/>
          <w:sz w:val="20"/>
        </w:rPr>
        <w:t>Х</w:t>
      </w:r>
      <w:r w:rsidR="00791619" w:rsidRPr="001A1BC4">
        <w:rPr>
          <w:rFonts w:ascii="Times New Roman" w:hAnsi="Times New Roman"/>
          <w:color w:val="000000"/>
          <w:sz w:val="20"/>
        </w:rPr>
        <w:t>арактеристики объекта капитального строительства</w:t>
      </w:r>
      <w:r w:rsidR="00791619">
        <w:rPr>
          <w:rFonts w:ascii="Times New Roman" w:hAnsi="Times New Roman"/>
          <w:color w:val="000000"/>
          <w:sz w:val="20"/>
        </w:rPr>
        <w:t xml:space="preserve"> (э</w:t>
      </w:r>
      <w:r w:rsidR="00262A97" w:rsidRPr="001A1BC4">
        <w:rPr>
          <w:rFonts w:ascii="Times New Roman" w:hAnsi="Times New Roman"/>
          <w:color w:val="000000"/>
          <w:sz w:val="20"/>
        </w:rPr>
        <w:t>тажность, количество этажей, площадь застройки</w:t>
      </w:r>
      <w:r w:rsidR="00791619">
        <w:rPr>
          <w:rFonts w:ascii="Times New Roman" w:hAnsi="Times New Roman"/>
          <w:color w:val="000000"/>
          <w:sz w:val="20"/>
        </w:rPr>
        <w:t>, площадь объекта капитального строительства)</w:t>
      </w:r>
      <w:r w:rsidR="00262A97" w:rsidRPr="001A1BC4">
        <w:rPr>
          <w:rFonts w:ascii="Times New Roman" w:hAnsi="Times New Roman"/>
          <w:color w:val="000000"/>
          <w:sz w:val="20"/>
        </w:rPr>
        <w:t xml:space="preserve"> </w:t>
      </w:r>
      <w:r w:rsidR="00BA5539" w:rsidRPr="001A1BC4">
        <w:rPr>
          <w:rFonts w:ascii="Times New Roman" w:hAnsi="Times New Roman"/>
          <w:color w:val="000000"/>
          <w:sz w:val="20"/>
        </w:rPr>
        <w:t>определ</w:t>
      </w:r>
      <w:r w:rsidR="00791619">
        <w:rPr>
          <w:rFonts w:ascii="Times New Roman" w:hAnsi="Times New Roman"/>
          <w:color w:val="000000"/>
          <w:sz w:val="20"/>
        </w:rPr>
        <w:t>яется</w:t>
      </w:r>
      <w:r w:rsidR="00BA5539" w:rsidRPr="001A1BC4">
        <w:rPr>
          <w:rFonts w:ascii="Times New Roman" w:hAnsi="Times New Roman"/>
          <w:color w:val="000000"/>
          <w:sz w:val="20"/>
        </w:rPr>
        <w:t xml:space="preserve"> </w:t>
      </w:r>
      <w:r w:rsidR="00791619">
        <w:rPr>
          <w:rFonts w:ascii="Times New Roman" w:hAnsi="Times New Roman"/>
          <w:color w:val="000000"/>
          <w:sz w:val="20"/>
        </w:rPr>
        <w:t xml:space="preserve">в </w:t>
      </w:r>
      <w:r w:rsidR="00BA5539" w:rsidRPr="001A1BC4">
        <w:rPr>
          <w:rFonts w:ascii="Times New Roman" w:hAnsi="Times New Roman"/>
          <w:color w:val="000000"/>
          <w:sz w:val="20"/>
        </w:rPr>
        <w:t>проектной документаци</w:t>
      </w:r>
      <w:r w:rsidR="00E6287E">
        <w:rPr>
          <w:rFonts w:ascii="Times New Roman" w:hAnsi="Times New Roman"/>
          <w:color w:val="000000"/>
          <w:sz w:val="20"/>
        </w:rPr>
        <w:t>и</w:t>
      </w:r>
      <w:r w:rsidR="00BA5539" w:rsidRPr="001A1BC4">
        <w:rPr>
          <w:rFonts w:ascii="Times New Roman" w:hAnsi="Times New Roman"/>
          <w:color w:val="000000"/>
          <w:sz w:val="20"/>
        </w:rPr>
        <w:t xml:space="preserve"> </w:t>
      </w:r>
      <w:r w:rsidR="00791619">
        <w:rPr>
          <w:rFonts w:ascii="Times New Roman" w:hAnsi="Times New Roman"/>
          <w:color w:val="000000"/>
          <w:sz w:val="20"/>
        </w:rPr>
        <w:t>в соответствии с градостроительным планом земельного участка и технико–экономическими показателями, установленными в настоящей таблице.</w:t>
      </w:r>
    </w:p>
    <w:p w:rsidR="009E3622" w:rsidRPr="00E76CD1" w:rsidRDefault="009E3622" w:rsidP="00E76CD1">
      <w:pPr>
        <w:spacing w:line="240" w:lineRule="auto"/>
        <w:rPr>
          <w:rFonts w:ascii="Times New Roman" w:hAnsi="Times New Roman"/>
          <w:color w:val="000000"/>
          <w:sz w:val="20"/>
        </w:rPr>
      </w:pPr>
    </w:p>
    <w:p w:rsidR="009E3622" w:rsidRDefault="009E3622" w:rsidP="009E3622"/>
    <w:p w:rsidR="009E3622" w:rsidRDefault="009E3622" w:rsidP="009E3622"/>
    <w:p w:rsidR="009E3622" w:rsidRPr="009E3622" w:rsidRDefault="009E3622" w:rsidP="009E3622"/>
    <w:p w:rsidR="006241D0" w:rsidRDefault="006241D0" w:rsidP="00704240">
      <w:pPr>
        <w:pStyle w:val="1"/>
      </w:pPr>
    </w:p>
    <w:p w:rsidR="00E76CD1" w:rsidRDefault="00E76CD1" w:rsidP="00E76CD1"/>
    <w:p w:rsidR="00E76CD1" w:rsidRDefault="00E76CD1" w:rsidP="00E76CD1"/>
    <w:p w:rsidR="00E76CD1" w:rsidRDefault="00E76CD1" w:rsidP="00E76CD1"/>
    <w:p w:rsidR="00E76CD1" w:rsidRDefault="00E76CD1" w:rsidP="00E76CD1"/>
    <w:p w:rsidR="00E76CD1" w:rsidRPr="00E76CD1" w:rsidRDefault="00E76CD1" w:rsidP="00E76CD1"/>
    <w:p w:rsidR="00854677" w:rsidRDefault="00854677" w:rsidP="00704240">
      <w:pPr>
        <w:pStyle w:val="1"/>
      </w:pPr>
    </w:p>
    <w:p w:rsidR="00ED5D93" w:rsidRDefault="00ED5D93" w:rsidP="00F67DD4">
      <w:pPr>
        <w:spacing w:line="240" w:lineRule="auto"/>
        <w:ind w:firstLine="0"/>
        <w:jc w:val="left"/>
      </w:pPr>
    </w:p>
    <w:sectPr w:rsidR="00ED5D93" w:rsidSect="00F67DD4">
      <w:headerReference w:type="default" r:id="rId8"/>
      <w:headerReference w:type="first" r:id="rId9"/>
      <w:pgSz w:w="11906" w:h="16838" w:code="9"/>
      <w:pgMar w:top="1418" w:right="851" w:bottom="1134" w:left="1985" w:header="57" w:footer="5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A2CC8" w:rsidRDefault="008A2CC8">
      <w:r>
        <w:separator/>
      </w:r>
    </w:p>
  </w:endnote>
  <w:endnote w:type="continuationSeparator" w:id="0">
    <w:p w:rsidR="008A2CC8" w:rsidRDefault="008A2C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CC"/>
    <w:family w:val="swiss"/>
    <w:pitch w:val="variable"/>
    <w:sig w:usb0="21002A87" w:usb1="00000000" w:usb2="00000000" w:usb3="00000000" w:csb0="000101FF" w:csb1="00000000"/>
  </w:font>
  <w:font w:name="Cambria">
    <w:panose1 w:val="02040503050406030204"/>
    <w:charset w:val="CC"/>
    <w:family w:val="roman"/>
    <w:pitch w:val="variable"/>
    <w:sig w:usb0="A00002EF" w:usb1="4000004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A2CC8" w:rsidRDefault="008A2CC8">
      <w:r>
        <w:separator/>
      </w:r>
    </w:p>
  </w:footnote>
  <w:footnote w:type="continuationSeparator" w:id="0">
    <w:p w:rsidR="008A2CC8" w:rsidRDefault="008A2CC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241E" w:rsidRDefault="000F241E" w:rsidP="0036179A">
    <w:pPr>
      <w:ind w:right="360" w:firstLine="284"/>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241E" w:rsidRDefault="000F241E" w:rsidP="0036179A">
    <w:pPr>
      <w:spacing w:line="240" w:lineRule="auto"/>
      <w:ind w:right="360" w:firstLine="0"/>
      <w:jc w:val="lef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A90F26"/>
    <w:multiLevelType w:val="hybridMultilevel"/>
    <w:tmpl w:val="B7E0C43E"/>
    <w:lvl w:ilvl="0" w:tplc="A7C4AFCA">
      <w:start w:val="1"/>
      <w:numFmt w:val="bullet"/>
      <w:lvlText w:val="–"/>
      <w:lvlJc w:val="left"/>
      <w:pPr>
        <w:ind w:left="1571" w:hanging="360"/>
      </w:pPr>
      <w:rPr>
        <w:rFonts w:ascii="Times New Roman" w:hAnsi="Times New Roman" w:cs="Times New Roman"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 w15:restartNumberingAfterBreak="0">
    <w:nsid w:val="02A232D4"/>
    <w:multiLevelType w:val="hybridMultilevel"/>
    <w:tmpl w:val="D3F60C0E"/>
    <w:lvl w:ilvl="0" w:tplc="C96CA92E">
      <w:start w:val="1"/>
      <w:numFmt w:val="bullet"/>
      <w:lvlText w:val="-"/>
      <w:lvlJc w:val="left"/>
      <w:pPr>
        <w:tabs>
          <w:tab w:val="num" w:pos="927"/>
        </w:tabs>
        <w:ind w:left="927" w:hanging="360"/>
      </w:pPr>
      <w:rPr>
        <w:rFonts w:ascii="Times New Roman" w:eastAsia="Times New Roman" w:hAnsi="Times New Roman" w:cs="Times New Roman" w:hint="default"/>
      </w:rPr>
    </w:lvl>
    <w:lvl w:ilvl="1" w:tplc="04190003" w:tentative="1">
      <w:start w:val="1"/>
      <w:numFmt w:val="bullet"/>
      <w:lvlText w:val="o"/>
      <w:lvlJc w:val="left"/>
      <w:pPr>
        <w:tabs>
          <w:tab w:val="num" w:pos="1647"/>
        </w:tabs>
        <w:ind w:left="1647" w:hanging="360"/>
      </w:pPr>
      <w:rPr>
        <w:rFonts w:ascii="Courier New" w:hAnsi="Courier New" w:hint="default"/>
      </w:rPr>
    </w:lvl>
    <w:lvl w:ilvl="2" w:tplc="04190005" w:tentative="1">
      <w:start w:val="1"/>
      <w:numFmt w:val="bullet"/>
      <w:lvlText w:val=""/>
      <w:lvlJc w:val="left"/>
      <w:pPr>
        <w:tabs>
          <w:tab w:val="num" w:pos="2367"/>
        </w:tabs>
        <w:ind w:left="2367" w:hanging="360"/>
      </w:pPr>
      <w:rPr>
        <w:rFonts w:ascii="Wingdings" w:hAnsi="Wingdings" w:hint="default"/>
      </w:rPr>
    </w:lvl>
    <w:lvl w:ilvl="3" w:tplc="04190001" w:tentative="1">
      <w:start w:val="1"/>
      <w:numFmt w:val="bullet"/>
      <w:lvlText w:val=""/>
      <w:lvlJc w:val="left"/>
      <w:pPr>
        <w:tabs>
          <w:tab w:val="num" w:pos="3087"/>
        </w:tabs>
        <w:ind w:left="3087" w:hanging="360"/>
      </w:pPr>
      <w:rPr>
        <w:rFonts w:ascii="Symbol" w:hAnsi="Symbol" w:hint="default"/>
      </w:rPr>
    </w:lvl>
    <w:lvl w:ilvl="4" w:tplc="04190003" w:tentative="1">
      <w:start w:val="1"/>
      <w:numFmt w:val="bullet"/>
      <w:lvlText w:val="o"/>
      <w:lvlJc w:val="left"/>
      <w:pPr>
        <w:tabs>
          <w:tab w:val="num" w:pos="3807"/>
        </w:tabs>
        <w:ind w:left="3807" w:hanging="360"/>
      </w:pPr>
      <w:rPr>
        <w:rFonts w:ascii="Courier New" w:hAnsi="Courier New" w:hint="default"/>
      </w:rPr>
    </w:lvl>
    <w:lvl w:ilvl="5" w:tplc="04190005" w:tentative="1">
      <w:start w:val="1"/>
      <w:numFmt w:val="bullet"/>
      <w:lvlText w:val=""/>
      <w:lvlJc w:val="left"/>
      <w:pPr>
        <w:tabs>
          <w:tab w:val="num" w:pos="4527"/>
        </w:tabs>
        <w:ind w:left="4527" w:hanging="360"/>
      </w:pPr>
      <w:rPr>
        <w:rFonts w:ascii="Wingdings" w:hAnsi="Wingdings" w:hint="default"/>
      </w:rPr>
    </w:lvl>
    <w:lvl w:ilvl="6" w:tplc="04190001" w:tentative="1">
      <w:start w:val="1"/>
      <w:numFmt w:val="bullet"/>
      <w:lvlText w:val=""/>
      <w:lvlJc w:val="left"/>
      <w:pPr>
        <w:tabs>
          <w:tab w:val="num" w:pos="5247"/>
        </w:tabs>
        <w:ind w:left="5247" w:hanging="360"/>
      </w:pPr>
      <w:rPr>
        <w:rFonts w:ascii="Symbol" w:hAnsi="Symbol" w:hint="default"/>
      </w:rPr>
    </w:lvl>
    <w:lvl w:ilvl="7" w:tplc="04190003" w:tentative="1">
      <w:start w:val="1"/>
      <w:numFmt w:val="bullet"/>
      <w:lvlText w:val="o"/>
      <w:lvlJc w:val="left"/>
      <w:pPr>
        <w:tabs>
          <w:tab w:val="num" w:pos="5967"/>
        </w:tabs>
        <w:ind w:left="5967" w:hanging="360"/>
      </w:pPr>
      <w:rPr>
        <w:rFonts w:ascii="Courier New" w:hAnsi="Courier New" w:hint="default"/>
      </w:rPr>
    </w:lvl>
    <w:lvl w:ilvl="8" w:tplc="04190005" w:tentative="1">
      <w:start w:val="1"/>
      <w:numFmt w:val="bullet"/>
      <w:lvlText w:val=""/>
      <w:lvlJc w:val="left"/>
      <w:pPr>
        <w:tabs>
          <w:tab w:val="num" w:pos="6687"/>
        </w:tabs>
        <w:ind w:left="6687" w:hanging="360"/>
      </w:pPr>
      <w:rPr>
        <w:rFonts w:ascii="Wingdings" w:hAnsi="Wingdings" w:hint="default"/>
      </w:rPr>
    </w:lvl>
  </w:abstractNum>
  <w:abstractNum w:abstractNumId="2" w15:restartNumberingAfterBreak="0">
    <w:nsid w:val="0623200A"/>
    <w:multiLevelType w:val="hybridMultilevel"/>
    <w:tmpl w:val="B63EDAB8"/>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 w15:restartNumberingAfterBreak="0">
    <w:nsid w:val="06C31377"/>
    <w:multiLevelType w:val="hybridMultilevel"/>
    <w:tmpl w:val="C4C8A4B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6E9376A"/>
    <w:multiLevelType w:val="hybridMultilevel"/>
    <w:tmpl w:val="C9D0C8D4"/>
    <w:lvl w:ilvl="0" w:tplc="04126086">
      <w:start w:val="1"/>
      <w:numFmt w:val="bullet"/>
      <w:lvlText w:val="–"/>
      <w:lvlJc w:val="left"/>
      <w:pPr>
        <w:tabs>
          <w:tab w:val="num" w:pos="284"/>
        </w:tabs>
        <w:ind w:left="567" w:hanging="283"/>
      </w:pPr>
      <w:rPr>
        <w:rFonts w:ascii="Times New Roman" w:hAnsi="Times New Roman" w:cs="Times New Roman" w:hint="default"/>
        <w:color w:val="auto"/>
      </w:rPr>
    </w:lvl>
    <w:lvl w:ilvl="1" w:tplc="04190003">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15:restartNumberingAfterBreak="0">
    <w:nsid w:val="0A940FDD"/>
    <w:multiLevelType w:val="hybridMultilevel"/>
    <w:tmpl w:val="611C0712"/>
    <w:lvl w:ilvl="0" w:tplc="04190001">
      <w:start w:val="1"/>
      <w:numFmt w:val="bullet"/>
      <w:lvlText w:val=""/>
      <w:lvlJc w:val="left"/>
      <w:pPr>
        <w:tabs>
          <w:tab w:val="num" w:pos="1571"/>
        </w:tabs>
        <w:ind w:left="1571" w:hanging="360"/>
      </w:pPr>
      <w:rPr>
        <w:rFonts w:ascii="Symbol" w:hAnsi="Symbol" w:hint="default"/>
      </w:rPr>
    </w:lvl>
    <w:lvl w:ilvl="1" w:tplc="04190003" w:tentative="1">
      <w:start w:val="1"/>
      <w:numFmt w:val="bullet"/>
      <w:lvlText w:val="o"/>
      <w:lvlJc w:val="left"/>
      <w:pPr>
        <w:tabs>
          <w:tab w:val="num" w:pos="2291"/>
        </w:tabs>
        <w:ind w:left="2291" w:hanging="360"/>
      </w:pPr>
      <w:rPr>
        <w:rFonts w:ascii="Courier New" w:hAnsi="Courier New" w:hint="default"/>
      </w:rPr>
    </w:lvl>
    <w:lvl w:ilvl="2" w:tplc="04190005" w:tentative="1">
      <w:start w:val="1"/>
      <w:numFmt w:val="bullet"/>
      <w:lvlText w:val=""/>
      <w:lvlJc w:val="left"/>
      <w:pPr>
        <w:tabs>
          <w:tab w:val="num" w:pos="3011"/>
        </w:tabs>
        <w:ind w:left="3011" w:hanging="360"/>
      </w:pPr>
      <w:rPr>
        <w:rFonts w:ascii="Wingdings" w:hAnsi="Wingdings" w:hint="default"/>
      </w:rPr>
    </w:lvl>
    <w:lvl w:ilvl="3" w:tplc="04190001" w:tentative="1">
      <w:start w:val="1"/>
      <w:numFmt w:val="bullet"/>
      <w:lvlText w:val=""/>
      <w:lvlJc w:val="left"/>
      <w:pPr>
        <w:tabs>
          <w:tab w:val="num" w:pos="3731"/>
        </w:tabs>
        <w:ind w:left="3731" w:hanging="360"/>
      </w:pPr>
      <w:rPr>
        <w:rFonts w:ascii="Symbol" w:hAnsi="Symbol" w:hint="default"/>
      </w:rPr>
    </w:lvl>
    <w:lvl w:ilvl="4" w:tplc="04190003" w:tentative="1">
      <w:start w:val="1"/>
      <w:numFmt w:val="bullet"/>
      <w:lvlText w:val="o"/>
      <w:lvlJc w:val="left"/>
      <w:pPr>
        <w:tabs>
          <w:tab w:val="num" w:pos="4451"/>
        </w:tabs>
        <w:ind w:left="4451" w:hanging="360"/>
      </w:pPr>
      <w:rPr>
        <w:rFonts w:ascii="Courier New" w:hAnsi="Courier New" w:hint="default"/>
      </w:rPr>
    </w:lvl>
    <w:lvl w:ilvl="5" w:tplc="04190005" w:tentative="1">
      <w:start w:val="1"/>
      <w:numFmt w:val="bullet"/>
      <w:lvlText w:val=""/>
      <w:lvlJc w:val="left"/>
      <w:pPr>
        <w:tabs>
          <w:tab w:val="num" w:pos="5171"/>
        </w:tabs>
        <w:ind w:left="5171" w:hanging="360"/>
      </w:pPr>
      <w:rPr>
        <w:rFonts w:ascii="Wingdings" w:hAnsi="Wingdings" w:hint="default"/>
      </w:rPr>
    </w:lvl>
    <w:lvl w:ilvl="6" w:tplc="04190001" w:tentative="1">
      <w:start w:val="1"/>
      <w:numFmt w:val="bullet"/>
      <w:lvlText w:val=""/>
      <w:lvlJc w:val="left"/>
      <w:pPr>
        <w:tabs>
          <w:tab w:val="num" w:pos="5891"/>
        </w:tabs>
        <w:ind w:left="5891" w:hanging="360"/>
      </w:pPr>
      <w:rPr>
        <w:rFonts w:ascii="Symbol" w:hAnsi="Symbol" w:hint="default"/>
      </w:rPr>
    </w:lvl>
    <w:lvl w:ilvl="7" w:tplc="04190003" w:tentative="1">
      <w:start w:val="1"/>
      <w:numFmt w:val="bullet"/>
      <w:lvlText w:val="o"/>
      <w:lvlJc w:val="left"/>
      <w:pPr>
        <w:tabs>
          <w:tab w:val="num" w:pos="6611"/>
        </w:tabs>
        <w:ind w:left="6611" w:hanging="360"/>
      </w:pPr>
      <w:rPr>
        <w:rFonts w:ascii="Courier New" w:hAnsi="Courier New" w:hint="default"/>
      </w:rPr>
    </w:lvl>
    <w:lvl w:ilvl="8" w:tplc="04190005" w:tentative="1">
      <w:start w:val="1"/>
      <w:numFmt w:val="bullet"/>
      <w:lvlText w:val=""/>
      <w:lvlJc w:val="left"/>
      <w:pPr>
        <w:tabs>
          <w:tab w:val="num" w:pos="7331"/>
        </w:tabs>
        <w:ind w:left="7331" w:hanging="360"/>
      </w:pPr>
      <w:rPr>
        <w:rFonts w:ascii="Wingdings" w:hAnsi="Wingdings" w:hint="default"/>
      </w:rPr>
    </w:lvl>
  </w:abstractNum>
  <w:abstractNum w:abstractNumId="6" w15:restartNumberingAfterBreak="0">
    <w:nsid w:val="0CE14EF8"/>
    <w:multiLevelType w:val="hybridMultilevel"/>
    <w:tmpl w:val="86C84F64"/>
    <w:lvl w:ilvl="0" w:tplc="37FE82AE">
      <w:start w:val="1"/>
      <w:numFmt w:val="decimal"/>
      <w:lvlText w:val="%1."/>
      <w:lvlJc w:val="left"/>
      <w:pPr>
        <w:ind w:left="502" w:hanging="360"/>
      </w:pPr>
      <w:rPr>
        <w:rFonts w:hint="default"/>
        <w:color w:val="auto"/>
      </w:rPr>
    </w:lvl>
    <w:lvl w:ilvl="1" w:tplc="04190019" w:tentative="1">
      <w:start w:val="1"/>
      <w:numFmt w:val="lowerLetter"/>
      <w:lvlText w:val="%2."/>
      <w:lvlJc w:val="left"/>
      <w:pPr>
        <w:ind w:left="1090" w:hanging="360"/>
      </w:pPr>
    </w:lvl>
    <w:lvl w:ilvl="2" w:tplc="0419001B" w:tentative="1">
      <w:start w:val="1"/>
      <w:numFmt w:val="lowerRoman"/>
      <w:lvlText w:val="%3."/>
      <w:lvlJc w:val="right"/>
      <w:pPr>
        <w:ind w:left="1810" w:hanging="180"/>
      </w:pPr>
    </w:lvl>
    <w:lvl w:ilvl="3" w:tplc="0419000F" w:tentative="1">
      <w:start w:val="1"/>
      <w:numFmt w:val="decimal"/>
      <w:lvlText w:val="%4."/>
      <w:lvlJc w:val="left"/>
      <w:pPr>
        <w:ind w:left="2530" w:hanging="360"/>
      </w:pPr>
    </w:lvl>
    <w:lvl w:ilvl="4" w:tplc="04190019" w:tentative="1">
      <w:start w:val="1"/>
      <w:numFmt w:val="lowerLetter"/>
      <w:lvlText w:val="%5."/>
      <w:lvlJc w:val="left"/>
      <w:pPr>
        <w:ind w:left="3250" w:hanging="360"/>
      </w:pPr>
    </w:lvl>
    <w:lvl w:ilvl="5" w:tplc="0419001B" w:tentative="1">
      <w:start w:val="1"/>
      <w:numFmt w:val="lowerRoman"/>
      <w:lvlText w:val="%6."/>
      <w:lvlJc w:val="right"/>
      <w:pPr>
        <w:ind w:left="3970" w:hanging="180"/>
      </w:pPr>
    </w:lvl>
    <w:lvl w:ilvl="6" w:tplc="0419000F" w:tentative="1">
      <w:start w:val="1"/>
      <w:numFmt w:val="decimal"/>
      <w:lvlText w:val="%7."/>
      <w:lvlJc w:val="left"/>
      <w:pPr>
        <w:ind w:left="4690" w:hanging="360"/>
      </w:pPr>
    </w:lvl>
    <w:lvl w:ilvl="7" w:tplc="04190019" w:tentative="1">
      <w:start w:val="1"/>
      <w:numFmt w:val="lowerLetter"/>
      <w:lvlText w:val="%8."/>
      <w:lvlJc w:val="left"/>
      <w:pPr>
        <w:ind w:left="5410" w:hanging="360"/>
      </w:pPr>
    </w:lvl>
    <w:lvl w:ilvl="8" w:tplc="0419001B" w:tentative="1">
      <w:start w:val="1"/>
      <w:numFmt w:val="lowerRoman"/>
      <w:lvlText w:val="%9."/>
      <w:lvlJc w:val="right"/>
      <w:pPr>
        <w:ind w:left="6130" w:hanging="180"/>
      </w:pPr>
    </w:lvl>
  </w:abstractNum>
  <w:abstractNum w:abstractNumId="7" w15:restartNumberingAfterBreak="0">
    <w:nsid w:val="0DDA0AA9"/>
    <w:multiLevelType w:val="multilevel"/>
    <w:tmpl w:val="4DC62000"/>
    <w:lvl w:ilvl="0">
      <w:start w:val="1"/>
      <w:numFmt w:val="bullet"/>
      <w:lvlText w:val=""/>
      <w:lvlJc w:val="left"/>
      <w:pPr>
        <w:ind w:left="1211" w:hanging="360"/>
      </w:pPr>
      <w:rPr>
        <w:rFonts w:ascii="Symbol" w:hAnsi="Symbol" w:hint="default"/>
      </w:rPr>
    </w:lvl>
    <w:lvl w:ilvl="1">
      <w:start w:val="1"/>
      <w:numFmt w:val="bullet"/>
      <w:lvlText w:val="o"/>
      <w:lvlJc w:val="left"/>
      <w:pPr>
        <w:ind w:left="1931" w:hanging="360"/>
      </w:pPr>
      <w:rPr>
        <w:rFonts w:ascii="Courier New" w:hAnsi="Courier New" w:cs="Courier New" w:hint="default"/>
      </w:rPr>
    </w:lvl>
    <w:lvl w:ilvl="2">
      <w:start w:val="1"/>
      <w:numFmt w:val="bullet"/>
      <w:lvlText w:val=""/>
      <w:lvlJc w:val="left"/>
      <w:pPr>
        <w:ind w:left="2651" w:hanging="360"/>
      </w:pPr>
      <w:rPr>
        <w:rFonts w:ascii="Wingdings" w:hAnsi="Wingdings" w:hint="default"/>
      </w:rPr>
    </w:lvl>
    <w:lvl w:ilvl="3">
      <w:start w:val="1"/>
      <w:numFmt w:val="bullet"/>
      <w:lvlText w:val=""/>
      <w:lvlJc w:val="left"/>
      <w:pPr>
        <w:ind w:left="3371" w:hanging="360"/>
      </w:pPr>
      <w:rPr>
        <w:rFonts w:ascii="Symbol" w:hAnsi="Symbol" w:hint="default"/>
      </w:rPr>
    </w:lvl>
    <w:lvl w:ilvl="4">
      <w:start w:val="1"/>
      <w:numFmt w:val="bullet"/>
      <w:lvlText w:val="o"/>
      <w:lvlJc w:val="left"/>
      <w:pPr>
        <w:ind w:left="4091" w:hanging="360"/>
      </w:pPr>
      <w:rPr>
        <w:rFonts w:ascii="Courier New" w:hAnsi="Courier New" w:cs="Courier New" w:hint="default"/>
      </w:rPr>
    </w:lvl>
    <w:lvl w:ilvl="5">
      <w:start w:val="1"/>
      <w:numFmt w:val="bullet"/>
      <w:lvlText w:val=""/>
      <w:lvlJc w:val="left"/>
      <w:pPr>
        <w:ind w:left="4811" w:hanging="360"/>
      </w:pPr>
      <w:rPr>
        <w:rFonts w:ascii="Wingdings" w:hAnsi="Wingdings" w:hint="default"/>
      </w:rPr>
    </w:lvl>
    <w:lvl w:ilvl="6">
      <w:start w:val="1"/>
      <w:numFmt w:val="bullet"/>
      <w:lvlText w:val=""/>
      <w:lvlJc w:val="left"/>
      <w:pPr>
        <w:ind w:left="5531" w:hanging="360"/>
      </w:pPr>
      <w:rPr>
        <w:rFonts w:ascii="Symbol" w:hAnsi="Symbol" w:hint="default"/>
      </w:rPr>
    </w:lvl>
    <w:lvl w:ilvl="7">
      <w:start w:val="1"/>
      <w:numFmt w:val="bullet"/>
      <w:lvlText w:val="o"/>
      <w:lvlJc w:val="left"/>
      <w:pPr>
        <w:ind w:left="6251" w:hanging="360"/>
      </w:pPr>
      <w:rPr>
        <w:rFonts w:ascii="Courier New" w:hAnsi="Courier New" w:cs="Courier New" w:hint="default"/>
      </w:rPr>
    </w:lvl>
    <w:lvl w:ilvl="8">
      <w:start w:val="1"/>
      <w:numFmt w:val="bullet"/>
      <w:lvlText w:val=""/>
      <w:lvlJc w:val="left"/>
      <w:pPr>
        <w:ind w:left="6971" w:hanging="360"/>
      </w:pPr>
      <w:rPr>
        <w:rFonts w:ascii="Wingdings" w:hAnsi="Wingdings" w:hint="default"/>
      </w:rPr>
    </w:lvl>
  </w:abstractNum>
  <w:abstractNum w:abstractNumId="8" w15:restartNumberingAfterBreak="0">
    <w:nsid w:val="174E4346"/>
    <w:multiLevelType w:val="hybridMultilevel"/>
    <w:tmpl w:val="4C5E24F4"/>
    <w:lvl w:ilvl="0" w:tplc="51F802EA">
      <w:start w:val="1187"/>
      <w:numFmt w:val="bullet"/>
      <w:lvlText w:val="-"/>
      <w:lvlJc w:val="left"/>
      <w:pPr>
        <w:ind w:left="1571" w:hanging="360"/>
      </w:pPr>
      <w:rPr>
        <w:rFonts w:ascii="Times New Roman" w:eastAsia="Times New Roman" w:hAnsi="Times New Roman" w:cs="Times New Roman"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9" w15:restartNumberingAfterBreak="0">
    <w:nsid w:val="19E7760F"/>
    <w:multiLevelType w:val="hybridMultilevel"/>
    <w:tmpl w:val="5F24500C"/>
    <w:lvl w:ilvl="0" w:tplc="5EE4BFBA">
      <w:start w:val="1"/>
      <w:numFmt w:val="bullet"/>
      <w:lvlText w:val="-"/>
      <w:lvlJc w:val="left"/>
      <w:pPr>
        <w:tabs>
          <w:tab w:val="num" w:pos="360"/>
        </w:tabs>
        <w:ind w:left="360" w:hanging="360"/>
      </w:pPr>
      <w:rPr>
        <w:rFonts w:ascii="Courier New" w:hAnsi="Courier New" w:hint="default"/>
        <w:color w:val="auto"/>
      </w:rPr>
    </w:lvl>
    <w:lvl w:ilvl="1" w:tplc="04190003">
      <w:start w:val="1"/>
      <w:numFmt w:val="bullet"/>
      <w:lvlText w:val="-"/>
      <w:lvlJc w:val="left"/>
      <w:pPr>
        <w:tabs>
          <w:tab w:val="num" w:pos="1080"/>
        </w:tabs>
        <w:ind w:left="1080" w:hanging="360"/>
      </w:pPr>
      <w:rPr>
        <w:rFonts w:ascii="Courier New" w:hAnsi="Courier New" w:hint="default"/>
      </w:rPr>
    </w:lvl>
    <w:lvl w:ilvl="2" w:tplc="04190005">
      <w:start w:val="1"/>
      <w:numFmt w:val="decimal"/>
      <w:lvlText w:val="%3)"/>
      <w:lvlJc w:val="left"/>
      <w:pPr>
        <w:tabs>
          <w:tab w:val="num" w:pos="2775"/>
        </w:tabs>
        <w:ind w:left="2775" w:hanging="1155"/>
      </w:pPr>
      <w:rPr>
        <w:rFonts w:hint="default"/>
      </w:rPr>
    </w:lvl>
    <w:lvl w:ilvl="3" w:tplc="04190001" w:tentative="1">
      <w:start w:val="1"/>
      <w:numFmt w:val="decimal"/>
      <w:lvlText w:val="%4."/>
      <w:lvlJc w:val="left"/>
      <w:pPr>
        <w:tabs>
          <w:tab w:val="num" w:pos="2520"/>
        </w:tabs>
        <w:ind w:left="2520" w:hanging="360"/>
      </w:pPr>
    </w:lvl>
    <w:lvl w:ilvl="4" w:tplc="04190003" w:tentative="1">
      <w:start w:val="1"/>
      <w:numFmt w:val="lowerLetter"/>
      <w:lvlText w:val="%5."/>
      <w:lvlJc w:val="left"/>
      <w:pPr>
        <w:tabs>
          <w:tab w:val="num" w:pos="3240"/>
        </w:tabs>
        <w:ind w:left="3240" w:hanging="360"/>
      </w:pPr>
    </w:lvl>
    <w:lvl w:ilvl="5" w:tplc="04190005" w:tentative="1">
      <w:start w:val="1"/>
      <w:numFmt w:val="lowerRoman"/>
      <w:lvlText w:val="%6."/>
      <w:lvlJc w:val="right"/>
      <w:pPr>
        <w:tabs>
          <w:tab w:val="num" w:pos="3960"/>
        </w:tabs>
        <w:ind w:left="3960" w:hanging="180"/>
      </w:pPr>
    </w:lvl>
    <w:lvl w:ilvl="6" w:tplc="04190001" w:tentative="1">
      <w:start w:val="1"/>
      <w:numFmt w:val="decimal"/>
      <w:lvlText w:val="%7."/>
      <w:lvlJc w:val="left"/>
      <w:pPr>
        <w:tabs>
          <w:tab w:val="num" w:pos="4680"/>
        </w:tabs>
        <w:ind w:left="4680" w:hanging="360"/>
      </w:pPr>
    </w:lvl>
    <w:lvl w:ilvl="7" w:tplc="04190003" w:tentative="1">
      <w:start w:val="1"/>
      <w:numFmt w:val="lowerLetter"/>
      <w:lvlText w:val="%8."/>
      <w:lvlJc w:val="left"/>
      <w:pPr>
        <w:tabs>
          <w:tab w:val="num" w:pos="5400"/>
        </w:tabs>
        <w:ind w:left="5400" w:hanging="360"/>
      </w:pPr>
    </w:lvl>
    <w:lvl w:ilvl="8" w:tplc="04190005" w:tentative="1">
      <w:start w:val="1"/>
      <w:numFmt w:val="lowerRoman"/>
      <w:lvlText w:val="%9."/>
      <w:lvlJc w:val="right"/>
      <w:pPr>
        <w:tabs>
          <w:tab w:val="num" w:pos="6120"/>
        </w:tabs>
        <w:ind w:left="6120" w:hanging="180"/>
      </w:pPr>
    </w:lvl>
  </w:abstractNum>
  <w:abstractNum w:abstractNumId="10" w15:restartNumberingAfterBreak="0">
    <w:nsid w:val="1A2F2669"/>
    <w:multiLevelType w:val="hybridMultilevel"/>
    <w:tmpl w:val="6A0EFC30"/>
    <w:lvl w:ilvl="0" w:tplc="A7C4AFCA">
      <w:start w:val="1"/>
      <w:numFmt w:val="bullet"/>
      <w:lvlText w:val="–"/>
      <w:lvlJc w:val="left"/>
      <w:pPr>
        <w:tabs>
          <w:tab w:val="num" w:pos="927"/>
        </w:tabs>
        <w:ind w:left="1210" w:hanging="283"/>
      </w:pPr>
      <w:rPr>
        <w:rFonts w:ascii="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1" w15:restartNumberingAfterBreak="0">
    <w:nsid w:val="1D4775A7"/>
    <w:multiLevelType w:val="hybridMultilevel"/>
    <w:tmpl w:val="B60A139E"/>
    <w:lvl w:ilvl="0" w:tplc="0419000D">
      <w:start w:val="1"/>
      <w:numFmt w:val="bullet"/>
      <w:lvlText w:val=""/>
      <w:lvlJc w:val="left"/>
      <w:pPr>
        <w:ind w:left="1470" w:hanging="360"/>
      </w:pPr>
      <w:rPr>
        <w:rFonts w:ascii="Wingdings" w:hAnsi="Wingdings" w:hint="default"/>
      </w:rPr>
    </w:lvl>
    <w:lvl w:ilvl="1" w:tplc="04190003" w:tentative="1">
      <w:start w:val="1"/>
      <w:numFmt w:val="bullet"/>
      <w:lvlText w:val="o"/>
      <w:lvlJc w:val="left"/>
      <w:pPr>
        <w:ind w:left="2190" w:hanging="360"/>
      </w:pPr>
      <w:rPr>
        <w:rFonts w:ascii="Courier New" w:hAnsi="Courier New" w:cs="Courier New" w:hint="default"/>
      </w:rPr>
    </w:lvl>
    <w:lvl w:ilvl="2" w:tplc="04190005" w:tentative="1">
      <w:start w:val="1"/>
      <w:numFmt w:val="bullet"/>
      <w:lvlText w:val=""/>
      <w:lvlJc w:val="left"/>
      <w:pPr>
        <w:ind w:left="2910" w:hanging="360"/>
      </w:pPr>
      <w:rPr>
        <w:rFonts w:ascii="Wingdings" w:hAnsi="Wingdings" w:hint="default"/>
      </w:rPr>
    </w:lvl>
    <w:lvl w:ilvl="3" w:tplc="04190001" w:tentative="1">
      <w:start w:val="1"/>
      <w:numFmt w:val="bullet"/>
      <w:lvlText w:val=""/>
      <w:lvlJc w:val="left"/>
      <w:pPr>
        <w:ind w:left="3630" w:hanging="360"/>
      </w:pPr>
      <w:rPr>
        <w:rFonts w:ascii="Symbol" w:hAnsi="Symbol" w:hint="default"/>
      </w:rPr>
    </w:lvl>
    <w:lvl w:ilvl="4" w:tplc="04190003" w:tentative="1">
      <w:start w:val="1"/>
      <w:numFmt w:val="bullet"/>
      <w:lvlText w:val="o"/>
      <w:lvlJc w:val="left"/>
      <w:pPr>
        <w:ind w:left="4350" w:hanging="360"/>
      </w:pPr>
      <w:rPr>
        <w:rFonts w:ascii="Courier New" w:hAnsi="Courier New" w:cs="Courier New" w:hint="default"/>
      </w:rPr>
    </w:lvl>
    <w:lvl w:ilvl="5" w:tplc="04190005" w:tentative="1">
      <w:start w:val="1"/>
      <w:numFmt w:val="bullet"/>
      <w:lvlText w:val=""/>
      <w:lvlJc w:val="left"/>
      <w:pPr>
        <w:ind w:left="5070" w:hanging="360"/>
      </w:pPr>
      <w:rPr>
        <w:rFonts w:ascii="Wingdings" w:hAnsi="Wingdings" w:hint="default"/>
      </w:rPr>
    </w:lvl>
    <w:lvl w:ilvl="6" w:tplc="04190001" w:tentative="1">
      <w:start w:val="1"/>
      <w:numFmt w:val="bullet"/>
      <w:lvlText w:val=""/>
      <w:lvlJc w:val="left"/>
      <w:pPr>
        <w:ind w:left="5790" w:hanging="360"/>
      </w:pPr>
      <w:rPr>
        <w:rFonts w:ascii="Symbol" w:hAnsi="Symbol" w:hint="default"/>
      </w:rPr>
    </w:lvl>
    <w:lvl w:ilvl="7" w:tplc="04190003" w:tentative="1">
      <w:start w:val="1"/>
      <w:numFmt w:val="bullet"/>
      <w:lvlText w:val="o"/>
      <w:lvlJc w:val="left"/>
      <w:pPr>
        <w:ind w:left="6510" w:hanging="360"/>
      </w:pPr>
      <w:rPr>
        <w:rFonts w:ascii="Courier New" w:hAnsi="Courier New" w:cs="Courier New" w:hint="default"/>
      </w:rPr>
    </w:lvl>
    <w:lvl w:ilvl="8" w:tplc="04190005" w:tentative="1">
      <w:start w:val="1"/>
      <w:numFmt w:val="bullet"/>
      <w:lvlText w:val=""/>
      <w:lvlJc w:val="left"/>
      <w:pPr>
        <w:ind w:left="7230" w:hanging="360"/>
      </w:pPr>
      <w:rPr>
        <w:rFonts w:ascii="Wingdings" w:hAnsi="Wingdings" w:hint="default"/>
      </w:rPr>
    </w:lvl>
  </w:abstractNum>
  <w:abstractNum w:abstractNumId="12" w15:restartNumberingAfterBreak="0">
    <w:nsid w:val="1EB55015"/>
    <w:multiLevelType w:val="hybridMultilevel"/>
    <w:tmpl w:val="5E8ED31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2652BE3"/>
    <w:multiLevelType w:val="hybridMultilevel"/>
    <w:tmpl w:val="DA9E8F58"/>
    <w:lvl w:ilvl="0" w:tplc="93DE44EC">
      <w:start w:val="1"/>
      <w:numFmt w:val="bullet"/>
      <w:lvlText w:val="−"/>
      <w:lvlJc w:val="left"/>
      <w:pPr>
        <w:tabs>
          <w:tab w:val="num" w:pos="1070"/>
        </w:tabs>
        <w:ind w:left="1070" w:hanging="360"/>
      </w:pPr>
      <w:rPr>
        <w:rFonts w:ascii="Courier New" w:hAnsi="Courier New" w:hint="default"/>
        <w:color w:val="auto"/>
      </w:rPr>
    </w:lvl>
    <w:lvl w:ilvl="1" w:tplc="04190003">
      <w:start w:val="1"/>
      <w:numFmt w:val="bullet"/>
      <w:lvlText w:val="-"/>
      <w:lvlJc w:val="left"/>
      <w:pPr>
        <w:tabs>
          <w:tab w:val="num" w:pos="1080"/>
        </w:tabs>
        <w:ind w:left="1080" w:hanging="360"/>
      </w:pPr>
      <w:rPr>
        <w:rFonts w:ascii="Courier New" w:hAnsi="Courier New" w:hint="default"/>
      </w:rPr>
    </w:lvl>
    <w:lvl w:ilvl="2" w:tplc="04190005" w:tentative="1">
      <w:start w:val="1"/>
      <w:numFmt w:val="lowerRoman"/>
      <w:lvlText w:val="%3."/>
      <w:lvlJc w:val="right"/>
      <w:pPr>
        <w:tabs>
          <w:tab w:val="num" w:pos="1800"/>
        </w:tabs>
        <w:ind w:left="1800" w:hanging="180"/>
      </w:pPr>
    </w:lvl>
    <w:lvl w:ilvl="3" w:tplc="04190001" w:tentative="1">
      <w:start w:val="1"/>
      <w:numFmt w:val="decimal"/>
      <w:lvlText w:val="%4."/>
      <w:lvlJc w:val="left"/>
      <w:pPr>
        <w:tabs>
          <w:tab w:val="num" w:pos="2520"/>
        </w:tabs>
        <w:ind w:left="2520" w:hanging="360"/>
      </w:pPr>
    </w:lvl>
    <w:lvl w:ilvl="4" w:tplc="04190003" w:tentative="1">
      <w:start w:val="1"/>
      <w:numFmt w:val="lowerLetter"/>
      <w:lvlText w:val="%5."/>
      <w:lvlJc w:val="left"/>
      <w:pPr>
        <w:tabs>
          <w:tab w:val="num" w:pos="3240"/>
        </w:tabs>
        <w:ind w:left="3240" w:hanging="360"/>
      </w:pPr>
    </w:lvl>
    <w:lvl w:ilvl="5" w:tplc="04190005" w:tentative="1">
      <w:start w:val="1"/>
      <w:numFmt w:val="lowerRoman"/>
      <w:lvlText w:val="%6."/>
      <w:lvlJc w:val="right"/>
      <w:pPr>
        <w:tabs>
          <w:tab w:val="num" w:pos="3960"/>
        </w:tabs>
        <w:ind w:left="3960" w:hanging="180"/>
      </w:pPr>
    </w:lvl>
    <w:lvl w:ilvl="6" w:tplc="04190001" w:tentative="1">
      <w:start w:val="1"/>
      <w:numFmt w:val="decimal"/>
      <w:lvlText w:val="%7."/>
      <w:lvlJc w:val="left"/>
      <w:pPr>
        <w:tabs>
          <w:tab w:val="num" w:pos="4680"/>
        </w:tabs>
        <w:ind w:left="4680" w:hanging="360"/>
      </w:pPr>
    </w:lvl>
    <w:lvl w:ilvl="7" w:tplc="04190003" w:tentative="1">
      <w:start w:val="1"/>
      <w:numFmt w:val="lowerLetter"/>
      <w:lvlText w:val="%8."/>
      <w:lvlJc w:val="left"/>
      <w:pPr>
        <w:tabs>
          <w:tab w:val="num" w:pos="5400"/>
        </w:tabs>
        <w:ind w:left="5400" w:hanging="360"/>
      </w:pPr>
    </w:lvl>
    <w:lvl w:ilvl="8" w:tplc="04190005" w:tentative="1">
      <w:start w:val="1"/>
      <w:numFmt w:val="lowerRoman"/>
      <w:lvlText w:val="%9."/>
      <w:lvlJc w:val="right"/>
      <w:pPr>
        <w:tabs>
          <w:tab w:val="num" w:pos="6120"/>
        </w:tabs>
        <w:ind w:left="6120" w:hanging="180"/>
      </w:pPr>
    </w:lvl>
  </w:abstractNum>
  <w:abstractNum w:abstractNumId="14" w15:restartNumberingAfterBreak="0">
    <w:nsid w:val="22D15847"/>
    <w:multiLevelType w:val="hybridMultilevel"/>
    <w:tmpl w:val="4CEC5EB4"/>
    <w:lvl w:ilvl="0" w:tplc="1890B910">
      <w:start w:val="1"/>
      <w:numFmt w:val="decimal"/>
      <w:lvlText w:val="%1)"/>
      <w:lvlJc w:val="left"/>
      <w:pPr>
        <w:ind w:left="1909" w:hanging="120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15:restartNumberingAfterBreak="0">
    <w:nsid w:val="23494E40"/>
    <w:multiLevelType w:val="hybridMultilevel"/>
    <w:tmpl w:val="01CE8C1E"/>
    <w:lvl w:ilvl="0" w:tplc="A7C4AFCA">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15:restartNumberingAfterBreak="0">
    <w:nsid w:val="2744220B"/>
    <w:multiLevelType w:val="hybridMultilevel"/>
    <w:tmpl w:val="9028E644"/>
    <w:lvl w:ilvl="0" w:tplc="51F802EA">
      <w:start w:val="1187"/>
      <w:numFmt w:val="bullet"/>
      <w:lvlText w:val="-"/>
      <w:lvlJc w:val="left"/>
      <w:pPr>
        <w:ind w:left="1485" w:hanging="360"/>
      </w:pPr>
      <w:rPr>
        <w:rFonts w:ascii="Times New Roman" w:eastAsia="Times New Roman" w:hAnsi="Times New Roman" w:cs="Times New Roman" w:hint="default"/>
      </w:rPr>
    </w:lvl>
    <w:lvl w:ilvl="1" w:tplc="04190003" w:tentative="1">
      <w:start w:val="1"/>
      <w:numFmt w:val="bullet"/>
      <w:lvlText w:val="o"/>
      <w:lvlJc w:val="left"/>
      <w:pPr>
        <w:ind w:left="2205" w:hanging="360"/>
      </w:pPr>
      <w:rPr>
        <w:rFonts w:ascii="Courier New" w:hAnsi="Courier New" w:cs="Courier New" w:hint="default"/>
      </w:rPr>
    </w:lvl>
    <w:lvl w:ilvl="2" w:tplc="04190005" w:tentative="1">
      <w:start w:val="1"/>
      <w:numFmt w:val="bullet"/>
      <w:lvlText w:val=""/>
      <w:lvlJc w:val="left"/>
      <w:pPr>
        <w:ind w:left="2925" w:hanging="360"/>
      </w:pPr>
      <w:rPr>
        <w:rFonts w:ascii="Wingdings" w:hAnsi="Wingdings" w:hint="default"/>
      </w:rPr>
    </w:lvl>
    <w:lvl w:ilvl="3" w:tplc="04190001" w:tentative="1">
      <w:start w:val="1"/>
      <w:numFmt w:val="bullet"/>
      <w:lvlText w:val=""/>
      <w:lvlJc w:val="left"/>
      <w:pPr>
        <w:ind w:left="3645" w:hanging="360"/>
      </w:pPr>
      <w:rPr>
        <w:rFonts w:ascii="Symbol" w:hAnsi="Symbol" w:hint="default"/>
      </w:rPr>
    </w:lvl>
    <w:lvl w:ilvl="4" w:tplc="04190003" w:tentative="1">
      <w:start w:val="1"/>
      <w:numFmt w:val="bullet"/>
      <w:lvlText w:val="o"/>
      <w:lvlJc w:val="left"/>
      <w:pPr>
        <w:ind w:left="4365" w:hanging="360"/>
      </w:pPr>
      <w:rPr>
        <w:rFonts w:ascii="Courier New" w:hAnsi="Courier New" w:cs="Courier New" w:hint="default"/>
      </w:rPr>
    </w:lvl>
    <w:lvl w:ilvl="5" w:tplc="04190005" w:tentative="1">
      <w:start w:val="1"/>
      <w:numFmt w:val="bullet"/>
      <w:lvlText w:val=""/>
      <w:lvlJc w:val="left"/>
      <w:pPr>
        <w:ind w:left="5085" w:hanging="360"/>
      </w:pPr>
      <w:rPr>
        <w:rFonts w:ascii="Wingdings" w:hAnsi="Wingdings" w:hint="default"/>
      </w:rPr>
    </w:lvl>
    <w:lvl w:ilvl="6" w:tplc="04190001" w:tentative="1">
      <w:start w:val="1"/>
      <w:numFmt w:val="bullet"/>
      <w:lvlText w:val=""/>
      <w:lvlJc w:val="left"/>
      <w:pPr>
        <w:ind w:left="5805" w:hanging="360"/>
      </w:pPr>
      <w:rPr>
        <w:rFonts w:ascii="Symbol" w:hAnsi="Symbol" w:hint="default"/>
      </w:rPr>
    </w:lvl>
    <w:lvl w:ilvl="7" w:tplc="04190003" w:tentative="1">
      <w:start w:val="1"/>
      <w:numFmt w:val="bullet"/>
      <w:lvlText w:val="o"/>
      <w:lvlJc w:val="left"/>
      <w:pPr>
        <w:ind w:left="6525" w:hanging="360"/>
      </w:pPr>
      <w:rPr>
        <w:rFonts w:ascii="Courier New" w:hAnsi="Courier New" w:cs="Courier New" w:hint="default"/>
      </w:rPr>
    </w:lvl>
    <w:lvl w:ilvl="8" w:tplc="04190005" w:tentative="1">
      <w:start w:val="1"/>
      <w:numFmt w:val="bullet"/>
      <w:lvlText w:val=""/>
      <w:lvlJc w:val="left"/>
      <w:pPr>
        <w:ind w:left="7245" w:hanging="360"/>
      </w:pPr>
      <w:rPr>
        <w:rFonts w:ascii="Wingdings" w:hAnsi="Wingdings" w:hint="default"/>
      </w:rPr>
    </w:lvl>
  </w:abstractNum>
  <w:abstractNum w:abstractNumId="17" w15:restartNumberingAfterBreak="0">
    <w:nsid w:val="2B2F67D4"/>
    <w:multiLevelType w:val="hybridMultilevel"/>
    <w:tmpl w:val="0F9AEDFA"/>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2E424B24"/>
    <w:multiLevelType w:val="hybridMultilevel"/>
    <w:tmpl w:val="BBC886CE"/>
    <w:lvl w:ilvl="0" w:tplc="04190001">
      <w:start w:val="1"/>
      <w:numFmt w:val="bullet"/>
      <w:lvlText w:val=""/>
      <w:lvlJc w:val="left"/>
      <w:pPr>
        <w:tabs>
          <w:tab w:val="num" w:pos="1500"/>
        </w:tabs>
        <w:ind w:left="1500" w:hanging="360"/>
      </w:pPr>
      <w:rPr>
        <w:rFonts w:ascii="Symbol" w:hAnsi="Symbol" w:hint="default"/>
      </w:rPr>
    </w:lvl>
    <w:lvl w:ilvl="1" w:tplc="04190003" w:tentative="1">
      <w:start w:val="1"/>
      <w:numFmt w:val="bullet"/>
      <w:lvlText w:val="o"/>
      <w:lvlJc w:val="left"/>
      <w:pPr>
        <w:tabs>
          <w:tab w:val="num" w:pos="2220"/>
        </w:tabs>
        <w:ind w:left="2220" w:hanging="360"/>
      </w:pPr>
      <w:rPr>
        <w:rFonts w:ascii="Courier New" w:hAnsi="Courier New" w:cs="Courier New" w:hint="default"/>
      </w:rPr>
    </w:lvl>
    <w:lvl w:ilvl="2" w:tplc="04190005" w:tentative="1">
      <w:start w:val="1"/>
      <w:numFmt w:val="bullet"/>
      <w:lvlText w:val=""/>
      <w:lvlJc w:val="left"/>
      <w:pPr>
        <w:tabs>
          <w:tab w:val="num" w:pos="2940"/>
        </w:tabs>
        <w:ind w:left="2940" w:hanging="360"/>
      </w:pPr>
      <w:rPr>
        <w:rFonts w:ascii="Wingdings" w:hAnsi="Wingdings" w:hint="default"/>
      </w:rPr>
    </w:lvl>
    <w:lvl w:ilvl="3" w:tplc="04190001" w:tentative="1">
      <w:start w:val="1"/>
      <w:numFmt w:val="bullet"/>
      <w:lvlText w:val=""/>
      <w:lvlJc w:val="left"/>
      <w:pPr>
        <w:tabs>
          <w:tab w:val="num" w:pos="3660"/>
        </w:tabs>
        <w:ind w:left="3660" w:hanging="360"/>
      </w:pPr>
      <w:rPr>
        <w:rFonts w:ascii="Symbol" w:hAnsi="Symbol" w:hint="default"/>
      </w:rPr>
    </w:lvl>
    <w:lvl w:ilvl="4" w:tplc="04190003" w:tentative="1">
      <w:start w:val="1"/>
      <w:numFmt w:val="bullet"/>
      <w:lvlText w:val="o"/>
      <w:lvlJc w:val="left"/>
      <w:pPr>
        <w:tabs>
          <w:tab w:val="num" w:pos="4380"/>
        </w:tabs>
        <w:ind w:left="4380" w:hanging="360"/>
      </w:pPr>
      <w:rPr>
        <w:rFonts w:ascii="Courier New" w:hAnsi="Courier New" w:cs="Courier New" w:hint="default"/>
      </w:rPr>
    </w:lvl>
    <w:lvl w:ilvl="5" w:tplc="04190005" w:tentative="1">
      <w:start w:val="1"/>
      <w:numFmt w:val="bullet"/>
      <w:lvlText w:val=""/>
      <w:lvlJc w:val="left"/>
      <w:pPr>
        <w:tabs>
          <w:tab w:val="num" w:pos="5100"/>
        </w:tabs>
        <w:ind w:left="5100" w:hanging="360"/>
      </w:pPr>
      <w:rPr>
        <w:rFonts w:ascii="Wingdings" w:hAnsi="Wingdings" w:hint="default"/>
      </w:rPr>
    </w:lvl>
    <w:lvl w:ilvl="6" w:tplc="04190001" w:tentative="1">
      <w:start w:val="1"/>
      <w:numFmt w:val="bullet"/>
      <w:lvlText w:val=""/>
      <w:lvlJc w:val="left"/>
      <w:pPr>
        <w:tabs>
          <w:tab w:val="num" w:pos="5820"/>
        </w:tabs>
        <w:ind w:left="5820" w:hanging="360"/>
      </w:pPr>
      <w:rPr>
        <w:rFonts w:ascii="Symbol" w:hAnsi="Symbol" w:hint="default"/>
      </w:rPr>
    </w:lvl>
    <w:lvl w:ilvl="7" w:tplc="04190003" w:tentative="1">
      <w:start w:val="1"/>
      <w:numFmt w:val="bullet"/>
      <w:lvlText w:val="o"/>
      <w:lvlJc w:val="left"/>
      <w:pPr>
        <w:tabs>
          <w:tab w:val="num" w:pos="6540"/>
        </w:tabs>
        <w:ind w:left="6540" w:hanging="360"/>
      </w:pPr>
      <w:rPr>
        <w:rFonts w:ascii="Courier New" w:hAnsi="Courier New" w:cs="Courier New" w:hint="default"/>
      </w:rPr>
    </w:lvl>
    <w:lvl w:ilvl="8" w:tplc="04190005" w:tentative="1">
      <w:start w:val="1"/>
      <w:numFmt w:val="bullet"/>
      <w:lvlText w:val=""/>
      <w:lvlJc w:val="left"/>
      <w:pPr>
        <w:tabs>
          <w:tab w:val="num" w:pos="7260"/>
        </w:tabs>
        <w:ind w:left="7260" w:hanging="360"/>
      </w:pPr>
      <w:rPr>
        <w:rFonts w:ascii="Wingdings" w:hAnsi="Wingdings" w:hint="default"/>
      </w:rPr>
    </w:lvl>
  </w:abstractNum>
  <w:abstractNum w:abstractNumId="19" w15:restartNumberingAfterBreak="0">
    <w:nsid w:val="31055AA5"/>
    <w:multiLevelType w:val="hybridMultilevel"/>
    <w:tmpl w:val="4E1CFE1C"/>
    <w:lvl w:ilvl="0" w:tplc="A7C4AFCA">
      <w:start w:val="1"/>
      <w:numFmt w:val="bullet"/>
      <w:lvlText w:val="–"/>
      <w:lvlJc w:val="left"/>
      <w:pPr>
        <w:tabs>
          <w:tab w:val="num" w:pos="284"/>
        </w:tabs>
        <w:ind w:left="567" w:hanging="283"/>
      </w:pPr>
      <w:rPr>
        <w:rFonts w:ascii="Times New Roman" w:hAnsi="Times New Roman" w:cs="Times New Roman"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0" w15:restartNumberingAfterBreak="0">
    <w:nsid w:val="3129337C"/>
    <w:multiLevelType w:val="hybridMultilevel"/>
    <w:tmpl w:val="D194D2E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78F2E08"/>
    <w:multiLevelType w:val="hybridMultilevel"/>
    <w:tmpl w:val="64ACB596"/>
    <w:lvl w:ilvl="0" w:tplc="04D6CD58">
      <w:start w:val="1"/>
      <w:numFmt w:val="bullet"/>
      <w:lvlText w:val=""/>
      <w:lvlJc w:val="left"/>
      <w:pPr>
        <w:tabs>
          <w:tab w:val="num" w:pos="1440"/>
        </w:tabs>
        <w:ind w:left="1440" w:hanging="360"/>
      </w:pPr>
      <w:rPr>
        <w:rFonts w:ascii="Symbol" w:hAnsi="Symbol" w:hint="default"/>
        <w:color w:val="auto"/>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2" w15:restartNumberingAfterBreak="0">
    <w:nsid w:val="4107770A"/>
    <w:multiLevelType w:val="hybridMultilevel"/>
    <w:tmpl w:val="3A5C692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33923F0"/>
    <w:multiLevelType w:val="hybridMultilevel"/>
    <w:tmpl w:val="EDC8CAD2"/>
    <w:lvl w:ilvl="0" w:tplc="04D6CD58">
      <w:start w:val="1"/>
      <w:numFmt w:val="bullet"/>
      <w:lvlText w:val=""/>
      <w:lvlJc w:val="left"/>
      <w:pPr>
        <w:tabs>
          <w:tab w:val="num" w:pos="720"/>
        </w:tabs>
        <w:ind w:left="72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48741B2"/>
    <w:multiLevelType w:val="hybridMultilevel"/>
    <w:tmpl w:val="0DF2800C"/>
    <w:lvl w:ilvl="0" w:tplc="51F802EA">
      <w:start w:val="1187"/>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15:restartNumberingAfterBreak="0">
    <w:nsid w:val="4A2A67DF"/>
    <w:multiLevelType w:val="hybridMultilevel"/>
    <w:tmpl w:val="4DC62000"/>
    <w:lvl w:ilvl="0" w:tplc="04190001">
      <w:start w:val="1"/>
      <w:numFmt w:val="bullet"/>
      <w:lvlText w:val=""/>
      <w:lvlJc w:val="left"/>
      <w:pPr>
        <w:ind w:left="1211" w:hanging="360"/>
      </w:pPr>
      <w:rPr>
        <w:rFonts w:ascii="Symbol" w:hAnsi="Symbol"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26" w15:restartNumberingAfterBreak="0">
    <w:nsid w:val="4BC337D4"/>
    <w:multiLevelType w:val="hybridMultilevel"/>
    <w:tmpl w:val="6F884702"/>
    <w:lvl w:ilvl="0" w:tplc="51F802EA">
      <w:start w:val="1187"/>
      <w:numFmt w:val="bullet"/>
      <w:lvlText w:val="-"/>
      <w:lvlJc w:val="left"/>
      <w:pPr>
        <w:ind w:left="1571" w:hanging="360"/>
      </w:pPr>
      <w:rPr>
        <w:rFonts w:ascii="Times New Roman" w:eastAsia="Times New Roman" w:hAnsi="Times New Roman" w:cs="Times New Roman"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7" w15:restartNumberingAfterBreak="0">
    <w:nsid w:val="4F633E74"/>
    <w:multiLevelType w:val="hybridMultilevel"/>
    <w:tmpl w:val="702E269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5A4E2341"/>
    <w:multiLevelType w:val="hybridMultilevel"/>
    <w:tmpl w:val="D194D2E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647E0FC0"/>
    <w:multiLevelType w:val="hybridMultilevel"/>
    <w:tmpl w:val="86C84F64"/>
    <w:lvl w:ilvl="0" w:tplc="37FE82AE">
      <w:start w:val="1"/>
      <w:numFmt w:val="decimal"/>
      <w:lvlText w:val="%1."/>
      <w:lvlJc w:val="left"/>
      <w:pPr>
        <w:ind w:left="502" w:hanging="360"/>
      </w:pPr>
      <w:rPr>
        <w:rFonts w:hint="default"/>
        <w:color w:val="auto"/>
      </w:rPr>
    </w:lvl>
    <w:lvl w:ilvl="1" w:tplc="04190019" w:tentative="1">
      <w:start w:val="1"/>
      <w:numFmt w:val="lowerLetter"/>
      <w:lvlText w:val="%2."/>
      <w:lvlJc w:val="left"/>
      <w:pPr>
        <w:ind w:left="1090" w:hanging="360"/>
      </w:pPr>
    </w:lvl>
    <w:lvl w:ilvl="2" w:tplc="0419001B" w:tentative="1">
      <w:start w:val="1"/>
      <w:numFmt w:val="lowerRoman"/>
      <w:lvlText w:val="%3."/>
      <w:lvlJc w:val="right"/>
      <w:pPr>
        <w:ind w:left="1810" w:hanging="180"/>
      </w:pPr>
    </w:lvl>
    <w:lvl w:ilvl="3" w:tplc="0419000F" w:tentative="1">
      <w:start w:val="1"/>
      <w:numFmt w:val="decimal"/>
      <w:lvlText w:val="%4."/>
      <w:lvlJc w:val="left"/>
      <w:pPr>
        <w:ind w:left="2530" w:hanging="360"/>
      </w:pPr>
    </w:lvl>
    <w:lvl w:ilvl="4" w:tplc="04190019" w:tentative="1">
      <w:start w:val="1"/>
      <w:numFmt w:val="lowerLetter"/>
      <w:lvlText w:val="%5."/>
      <w:lvlJc w:val="left"/>
      <w:pPr>
        <w:ind w:left="3250" w:hanging="360"/>
      </w:pPr>
    </w:lvl>
    <w:lvl w:ilvl="5" w:tplc="0419001B" w:tentative="1">
      <w:start w:val="1"/>
      <w:numFmt w:val="lowerRoman"/>
      <w:lvlText w:val="%6."/>
      <w:lvlJc w:val="right"/>
      <w:pPr>
        <w:ind w:left="3970" w:hanging="180"/>
      </w:pPr>
    </w:lvl>
    <w:lvl w:ilvl="6" w:tplc="0419000F" w:tentative="1">
      <w:start w:val="1"/>
      <w:numFmt w:val="decimal"/>
      <w:lvlText w:val="%7."/>
      <w:lvlJc w:val="left"/>
      <w:pPr>
        <w:ind w:left="4690" w:hanging="360"/>
      </w:pPr>
    </w:lvl>
    <w:lvl w:ilvl="7" w:tplc="04190019" w:tentative="1">
      <w:start w:val="1"/>
      <w:numFmt w:val="lowerLetter"/>
      <w:lvlText w:val="%8."/>
      <w:lvlJc w:val="left"/>
      <w:pPr>
        <w:ind w:left="5410" w:hanging="360"/>
      </w:pPr>
    </w:lvl>
    <w:lvl w:ilvl="8" w:tplc="0419001B" w:tentative="1">
      <w:start w:val="1"/>
      <w:numFmt w:val="lowerRoman"/>
      <w:lvlText w:val="%9."/>
      <w:lvlJc w:val="right"/>
      <w:pPr>
        <w:ind w:left="6130" w:hanging="180"/>
      </w:pPr>
    </w:lvl>
  </w:abstractNum>
  <w:abstractNum w:abstractNumId="30" w15:restartNumberingAfterBreak="0">
    <w:nsid w:val="673E10EF"/>
    <w:multiLevelType w:val="hybridMultilevel"/>
    <w:tmpl w:val="E5F47E98"/>
    <w:lvl w:ilvl="0" w:tplc="F65CCCAE">
      <w:start w:val="3"/>
      <w:numFmt w:val="decimal"/>
      <w:lvlText w:val="%1."/>
      <w:lvlJc w:val="left"/>
      <w:pPr>
        <w:tabs>
          <w:tab w:val="num" w:pos="502"/>
        </w:tabs>
        <w:ind w:left="502" w:hanging="360"/>
      </w:pPr>
      <w:rPr>
        <w:rFonts w:hint="default"/>
        <w:b/>
      </w:rPr>
    </w:lvl>
    <w:lvl w:ilvl="1" w:tplc="04190019" w:tentative="1">
      <w:start w:val="1"/>
      <w:numFmt w:val="lowerLetter"/>
      <w:lvlText w:val="%2."/>
      <w:lvlJc w:val="left"/>
      <w:pPr>
        <w:tabs>
          <w:tab w:val="num" w:pos="1222"/>
        </w:tabs>
        <w:ind w:left="1222" w:hanging="360"/>
      </w:pPr>
    </w:lvl>
    <w:lvl w:ilvl="2" w:tplc="0419001B" w:tentative="1">
      <w:start w:val="1"/>
      <w:numFmt w:val="lowerRoman"/>
      <w:lvlText w:val="%3."/>
      <w:lvlJc w:val="right"/>
      <w:pPr>
        <w:tabs>
          <w:tab w:val="num" w:pos="1942"/>
        </w:tabs>
        <w:ind w:left="1942" w:hanging="180"/>
      </w:pPr>
    </w:lvl>
    <w:lvl w:ilvl="3" w:tplc="0419000F" w:tentative="1">
      <w:start w:val="1"/>
      <w:numFmt w:val="decimal"/>
      <w:lvlText w:val="%4."/>
      <w:lvlJc w:val="left"/>
      <w:pPr>
        <w:tabs>
          <w:tab w:val="num" w:pos="2662"/>
        </w:tabs>
        <w:ind w:left="2662" w:hanging="360"/>
      </w:pPr>
    </w:lvl>
    <w:lvl w:ilvl="4" w:tplc="04190019" w:tentative="1">
      <w:start w:val="1"/>
      <w:numFmt w:val="lowerLetter"/>
      <w:lvlText w:val="%5."/>
      <w:lvlJc w:val="left"/>
      <w:pPr>
        <w:tabs>
          <w:tab w:val="num" w:pos="3382"/>
        </w:tabs>
        <w:ind w:left="3382" w:hanging="360"/>
      </w:pPr>
    </w:lvl>
    <w:lvl w:ilvl="5" w:tplc="0419001B" w:tentative="1">
      <w:start w:val="1"/>
      <w:numFmt w:val="lowerRoman"/>
      <w:lvlText w:val="%6."/>
      <w:lvlJc w:val="right"/>
      <w:pPr>
        <w:tabs>
          <w:tab w:val="num" w:pos="4102"/>
        </w:tabs>
        <w:ind w:left="4102" w:hanging="180"/>
      </w:pPr>
    </w:lvl>
    <w:lvl w:ilvl="6" w:tplc="0419000F" w:tentative="1">
      <w:start w:val="1"/>
      <w:numFmt w:val="decimal"/>
      <w:lvlText w:val="%7."/>
      <w:lvlJc w:val="left"/>
      <w:pPr>
        <w:tabs>
          <w:tab w:val="num" w:pos="4822"/>
        </w:tabs>
        <w:ind w:left="4822" w:hanging="360"/>
      </w:pPr>
    </w:lvl>
    <w:lvl w:ilvl="7" w:tplc="04190019" w:tentative="1">
      <w:start w:val="1"/>
      <w:numFmt w:val="lowerLetter"/>
      <w:lvlText w:val="%8."/>
      <w:lvlJc w:val="left"/>
      <w:pPr>
        <w:tabs>
          <w:tab w:val="num" w:pos="5542"/>
        </w:tabs>
        <w:ind w:left="5542" w:hanging="360"/>
      </w:pPr>
    </w:lvl>
    <w:lvl w:ilvl="8" w:tplc="0419001B" w:tentative="1">
      <w:start w:val="1"/>
      <w:numFmt w:val="lowerRoman"/>
      <w:lvlText w:val="%9."/>
      <w:lvlJc w:val="right"/>
      <w:pPr>
        <w:tabs>
          <w:tab w:val="num" w:pos="6262"/>
        </w:tabs>
        <w:ind w:left="6262" w:hanging="180"/>
      </w:pPr>
    </w:lvl>
  </w:abstractNum>
  <w:abstractNum w:abstractNumId="31" w15:restartNumberingAfterBreak="0">
    <w:nsid w:val="697212BC"/>
    <w:multiLevelType w:val="hybridMultilevel"/>
    <w:tmpl w:val="287A2148"/>
    <w:lvl w:ilvl="0" w:tplc="A7C4AFCA">
      <w:start w:val="1"/>
      <w:numFmt w:val="bullet"/>
      <w:lvlText w:val="–"/>
      <w:lvlJc w:val="left"/>
      <w:pPr>
        <w:ind w:left="502" w:hanging="360"/>
      </w:pPr>
      <w:rPr>
        <w:rFonts w:ascii="Times New Roman" w:hAnsi="Times New Roman" w:cs="Times New Roman" w:hint="default"/>
      </w:rPr>
    </w:lvl>
    <w:lvl w:ilvl="1" w:tplc="04190003" w:tentative="1">
      <w:start w:val="1"/>
      <w:numFmt w:val="bullet"/>
      <w:lvlText w:val="o"/>
      <w:lvlJc w:val="left"/>
      <w:pPr>
        <w:ind w:left="1884" w:hanging="360"/>
      </w:pPr>
      <w:rPr>
        <w:rFonts w:ascii="Courier New" w:hAnsi="Courier New" w:cs="Courier New" w:hint="default"/>
      </w:rPr>
    </w:lvl>
    <w:lvl w:ilvl="2" w:tplc="04190005" w:tentative="1">
      <w:start w:val="1"/>
      <w:numFmt w:val="bullet"/>
      <w:lvlText w:val=""/>
      <w:lvlJc w:val="left"/>
      <w:pPr>
        <w:ind w:left="2604" w:hanging="360"/>
      </w:pPr>
      <w:rPr>
        <w:rFonts w:ascii="Wingdings" w:hAnsi="Wingdings" w:hint="default"/>
      </w:rPr>
    </w:lvl>
    <w:lvl w:ilvl="3" w:tplc="04190001" w:tentative="1">
      <w:start w:val="1"/>
      <w:numFmt w:val="bullet"/>
      <w:lvlText w:val=""/>
      <w:lvlJc w:val="left"/>
      <w:pPr>
        <w:ind w:left="3324" w:hanging="360"/>
      </w:pPr>
      <w:rPr>
        <w:rFonts w:ascii="Symbol" w:hAnsi="Symbol" w:hint="default"/>
      </w:rPr>
    </w:lvl>
    <w:lvl w:ilvl="4" w:tplc="04190003" w:tentative="1">
      <w:start w:val="1"/>
      <w:numFmt w:val="bullet"/>
      <w:lvlText w:val="o"/>
      <w:lvlJc w:val="left"/>
      <w:pPr>
        <w:ind w:left="4044" w:hanging="360"/>
      </w:pPr>
      <w:rPr>
        <w:rFonts w:ascii="Courier New" w:hAnsi="Courier New" w:cs="Courier New" w:hint="default"/>
      </w:rPr>
    </w:lvl>
    <w:lvl w:ilvl="5" w:tplc="04190005" w:tentative="1">
      <w:start w:val="1"/>
      <w:numFmt w:val="bullet"/>
      <w:lvlText w:val=""/>
      <w:lvlJc w:val="left"/>
      <w:pPr>
        <w:ind w:left="4764" w:hanging="360"/>
      </w:pPr>
      <w:rPr>
        <w:rFonts w:ascii="Wingdings" w:hAnsi="Wingdings" w:hint="default"/>
      </w:rPr>
    </w:lvl>
    <w:lvl w:ilvl="6" w:tplc="04190001" w:tentative="1">
      <w:start w:val="1"/>
      <w:numFmt w:val="bullet"/>
      <w:lvlText w:val=""/>
      <w:lvlJc w:val="left"/>
      <w:pPr>
        <w:ind w:left="5484" w:hanging="360"/>
      </w:pPr>
      <w:rPr>
        <w:rFonts w:ascii="Symbol" w:hAnsi="Symbol" w:hint="default"/>
      </w:rPr>
    </w:lvl>
    <w:lvl w:ilvl="7" w:tplc="04190003" w:tentative="1">
      <w:start w:val="1"/>
      <w:numFmt w:val="bullet"/>
      <w:lvlText w:val="o"/>
      <w:lvlJc w:val="left"/>
      <w:pPr>
        <w:ind w:left="6204" w:hanging="360"/>
      </w:pPr>
      <w:rPr>
        <w:rFonts w:ascii="Courier New" w:hAnsi="Courier New" w:cs="Courier New" w:hint="default"/>
      </w:rPr>
    </w:lvl>
    <w:lvl w:ilvl="8" w:tplc="04190005" w:tentative="1">
      <w:start w:val="1"/>
      <w:numFmt w:val="bullet"/>
      <w:lvlText w:val=""/>
      <w:lvlJc w:val="left"/>
      <w:pPr>
        <w:ind w:left="6924" w:hanging="360"/>
      </w:pPr>
      <w:rPr>
        <w:rFonts w:ascii="Wingdings" w:hAnsi="Wingdings" w:hint="default"/>
      </w:rPr>
    </w:lvl>
  </w:abstractNum>
  <w:abstractNum w:abstractNumId="32" w15:restartNumberingAfterBreak="0">
    <w:nsid w:val="69F660A7"/>
    <w:multiLevelType w:val="hybridMultilevel"/>
    <w:tmpl w:val="BE9A9EB6"/>
    <w:lvl w:ilvl="0" w:tplc="B7466D70">
      <w:start w:val="1"/>
      <w:numFmt w:val="decimal"/>
      <w:lvlText w:val="%1."/>
      <w:lvlJc w:val="left"/>
      <w:pPr>
        <w:ind w:left="570" w:hanging="360"/>
      </w:pPr>
      <w:rPr>
        <w:rFonts w:hint="default"/>
      </w:rPr>
    </w:lvl>
    <w:lvl w:ilvl="1" w:tplc="04190019" w:tentative="1">
      <w:start w:val="1"/>
      <w:numFmt w:val="lowerLetter"/>
      <w:lvlText w:val="%2."/>
      <w:lvlJc w:val="left"/>
      <w:pPr>
        <w:ind w:left="1290" w:hanging="360"/>
      </w:pPr>
    </w:lvl>
    <w:lvl w:ilvl="2" w:tplc="0419001B" w:tentative="1">
      <w:start w:val="1"/>
      <w:numFmt w:val="lowerRoman"/>
      <w:lvlText w:val="%3."/>
      <w:lvlJc w:val="right"/>
      <w:pPr>
        <w:ind w:left="2010" w:hanging="180"/>
      </w:pPr>
    </w:lvl>
    <w:lvl w:ilvl="3" w:tplc="0419000F" w:tentative="1">
      <w:start w:val="1"/>
      <w:numFmt w:val="decimal"/>
      <w:lvlText w:val="%4."/>
      <w:lvlJc w:val="left"/>
      <w:pPr>
        <w:ind w:left="2730" w:hanging="360"/>
      </w:pPr>
    </w:lvl>
    <w:lvl w:ilvl="4" w:tplc="04190019" w:tentative="1">
      <w:start w:val="1"/>
      <w:numFmt w:val="lowerLetter"/>
      <w:lvlText w:val="%5."/>
      <w:lvlJc w:val="left"/>
      <w:pPr>
        <w:ind w:left="3450" w:hanging="360"/>
      </w:pPr>
    </w:lvl>
    <w:lvl w:ilvl="5" w:tplc="0419001B" w:tentative="1">
      <w:start w:val="1"/>
      <w:numFmt w:val="lowerRoman"/>
      <w:lvlText w:val="%6."/>
      <w:lvlJc w:val="right"/>
      <w:pPr>
        <w:ind w:left="4170" w:hanging="180"/>
      </w:pPr>
    </w:lvl>
    <w:lvl w:ilvl="6" w:tplc="0419000F" w:tentative="1">
      <w:start w:val="1"/>
      <w:numFmt w:val="decimal"/>
      <w:lvlText w:val="%7."/>
      <w:lvlJc w:val="left"/>
      <w:pPr>
        <w:ind w:left="4890" w:hanging="360"/>
      </w:pPr>
    </w:lvl>
    <w:lvl w:ilvl="7" w:tplc="04190019" w:tentative="1">
      <w:start w:val="1"/>
      <w:numFmt w:val="lowerLetter"/>
      <w:lvlText w:val="%8."/>
      <w:lvlJc w:val="left"/>
      <w:pPr>
        <w:ind w:left="5610" w:hanging="360"/>
      </w:pPr>
    </w:lvl>
    <w:lvl w:ilvl="8" w:tplc="0419001B" w:tentative="1">
      <w:start w:val="1"/>
      <w:numFmt w:val="lowerRoman"/>
      <w:lvlText w:val="%9."/>
      <w:lvlJc w:val="right"/>
      <w:pPr>
        <w:ind w:left="6330" w:hanging="180"/>
      </w:pPr>
    </w:lvl>
  </w:abstractNum>
  <w:abstractNum w:abstractNumId="33" w15:restartNumberingAfterBreak="0">
    <w:nsid w:val="6AF74F9A"/>
    <w:multiLevelType w:val="hybridMultilevel"/>
    <w:tmpl w:val="657A6EEE"/>
    <w:lvl w:ilvl="0" w:tplc="F9B2EB5A">
      <w:start w:val="1"/>
      <w:numFmt w:val="bullet"/>
      <w:lvlText w:val="-"/>
      <w:lvlJc w:val="left"/>
      <w:pPr>
        <w:tabs>
          <w:tab w:val="num" w:pos="1211"/>
        </w:tabs>
        <w:ind w:left="1211" w:hanging="360"/>
      </w:pPr>
      <w:rPr>
        <w:rFonts w:ascii="Times New Roman" w:eastAsia="Times New Roman" w:hAnsi="Times New Roman" w:cs="Times New Roman" w:hint="default"/>
      </w:rPr>
    </w:lvl>
    <w:lvl w:ilvl="1" w:tplc="04090003" w:tentative="1">
      <w:start w:val="1"/>
      <w:numFmt w:val="bullet"/>
      <w:lvlText w:val="o"/>
      <w:lvlJc w:val="left"/>
      <w:pPr>
        <w:tabs>
          <w:tab w:val="num" w:pos="1931"/>
        </w:tabs>
        <w:ind w:left="1931" w:hanging="360"/>
      </w:pPr>
      <w:rPr>
        <w:rFonts w:ascii="Courier New" w:hAnsi="Courier New" w:hint="default"/>
      </w:rPr>
    </w:lvl>
    <w:lvl w:ilvl="2" w:tplc="04090005" w:tentative="1">
      <w:start w:val="1"/>
      <w:numFmt w:val="bullet"/>
      <w:lvlText w:val=""/>
      <w:lvlJc w:val="left"/>
      <w:pPr>
        <w:tabs>
          <w:tab w:val="num" w:pos="2651"/>
        </w:tabs>
        <w:ind w:left="2651" w:hanging="360"/>
      </w:pPr>
      <w:rPr>
        <w:rFonts w:ascii="Wingdings" w:hAnsi="Wingdings" w:hint="default"/>
      </w:rPr>
    </w:lvl>
    <w:lvl w:ilvl="3" w:tplc="04090001" w:tentative="1">
      <w:start w:val="1"/>
      <w:numFmt w:val="bullet"/>
      <w:lvlText w:val=""/>
      <w:lvlJc w:val="left"/>
      <w:pPr>
        <w:tabs>
          <w:tab w:val="num" w:pos="3371"/>
        </w:tabs>
        <w:ind w:left="3371" w:hanging="360"/>
      </w:pPr>
      <w:rPr>
        <w:rFonts w:ascii="Symbol" w:hAnsi="Symbol" w:hint="default"/>
      </w:rPr>
    </w:lvl>
    <w:lvl w:ilvl="4" w:tplc="04090003" w:tentative="1">
      <w:start w:val="1"/>
      <w:numFmt w:val="bullet"/>
      <w:lvlText w:val="o"/>
      <w:lvlJc w:val="left"/>
      <w:pPr>
        <w:tabs>
          <w:tab w:val="num" w:pos="4091"/>
        </w:tabs>
        <w:ind w:left="4091" w:hanging="360"/>
      </w:pPr>
      <w:rPr>
        <w:rFonts w:ascii="Courier New" w:hAnsi="Courier New" w:hint="default"/>
      </w:rPr>
    </w:lvl>
    <w:lvl w:ilvl="5" w:tplc="04090005" w:tentative="1">
      <w:start w:val="1"/>
      <w:numFmt w:val="bullet"/>
      <w:lvlText w:val=""/>
      <w:lvlJc w:val="left"/>
      <w:pPr>
        <w:tabs>
          <w:tab w:val="num" w:pos="4811"/>
        </w:tabs>
        <w:ind w:left="4811" w:hanging="360"/>
      </w:pPr>
      <w:rPr>
        <w:rFonts w:ascii="Wingdings" w:hAnsi="Wingdings" w:hint="default"/>
      </w:rPr>
    </w:lvl>
    <w:lvl w:ilvl="6" w:tplc="04090001" w:tentative="1">
      <w:start w:val="1"/>
      <w:numFmt w:val="bullet"/>
      <w:lvlText w:val=""/>
      <w:lvlJc w:val="left"/>
      <w:pPr>
        <w:tabs>
          <w:tab w:val="num" w:pos="5531"/>
        </w:tabs>
        <w:ind w:left="5531" w:hanging="360"/>
      </w:pPr>
      <w:rPr>
        <w:rFonts w:ascii="Symbol" w:hAnsi="Symbol" w:hint="default"/>
      </w:rPr>
    </w:lvl>
    <w:lvl w:ilvl="7" w:tplc="04090003" w:tentative="1">
      <w:start w:val="1"/>
      <w:numFmt w:val="bullet"/>
      <w:lvlText w:val="o"/>
      <w:lvlJc w:val="left"/>
      <w:pPr>
        <w:tabs>
          <w:tab w:val="num" w:pos="6251"/>
        </w:tabs>
        <w:ind w:left="6251" w:hanging="360"/>
      </w:pPr>
      <w:rPr>
        <w:rFonts w:ascii="Courier New" w:hAnsi="Courier New" w:hint="default"/>
      </w:rPr>
    </w:lvl>
    <w:lvl w:ilvl="8" w:tplc="04090005" w:tentative="1">
      <w:start w:val="1"/>
      <w:numFmt w:val="bullet"/>
      <w:lvlText w:val=""/>
      <w:lvlJc w:val="left"/>
      <w:pPr>
        <w:tabs>
          <w:tab w:val="num" w:pos="6971"/>
        </w:tabs>
        <w:ind w:left="6971" w:hanging="360"/>
      </w:pPr>
      <w:rPr>
        <w:rFonts w:ascii="Wingdings" w:hAnsi="Wingdings" w:hint="default"/>
      </w:rPr>
    </w:lvl>
  </w:abstractNum>
  <w:abstractNum w:abstractNumId="34" w15:restartNumberingAfterBreak="0">
    <w:nsid w:val="729F1018"/>
    <w:multiLevelType w:val="hybridMultilevel"/>
    <w:tmpl w:val="5292422C"/>
    <w:lvl w:ilvl="0" w:tplc="51F802EA">
      <w:start w:val="1187"/>
      <w:numFmt w:val="bullet"/>
      <w:lvlText w:val="-"/>
      <w:lvlJc w:val="left"/>
      <w:pPr>
        <w:ind w:left="1560" w:hanging="360"/>
      </w:pPr>
      <w:rPr>
        <w:rFonts w:ascii="Times New Roman" w:eastAsia="Times New Roman" w:hAnsi="Times New Roman" w:cs="Times New Roman" w:hint="default"/>
      </w:rPr>
    </w:lvl>
    <w:lvl w:ilvl="1" w:tplc="04190003" w:tentative="1">
      <w:start w:val="1"/>
      <w:numFmt w:val="bullet"/>
      <w:lvlText w:val="o"/>
      <w:lvlJc w:val="left"/>
      <w:pPr>
        <w:ind w:left="2280" w:hanging="360"/>
      </w:pPr>
      <w:rPr>
        <w:rFonts w:ascii="Courier New" w:hAnsi="Courier New" w:cs="Courier New" w:hint="default"/>
      </w:rPr>
    </w:lvl>
    <w:lvl w:ilvl="2" w:tplc="04190005" w:tentative="1">
      <w:start w:val="1"/>
      <w:numFmt w:val="bullet"/>
      <w:lvlText w:val=""/>
      <w:lvlJc w:val="left"/>
      <w:pPr>
        <w:ind w:left="3000" w:hanging="360"/>
      </w:pPr>
      <w:rPr>
        <w:rFonts w:ascii="Wingdings" w:hAnsi="Wingdings" w:hint="default"/>
      </w:rPr>
    </w:lvl>
    <w:lvl w:ilvl="3" w:tplc="04190001" w:tentative="1">
      <w:start w:val="1"/>
      <w:numFmt w:val="bullet"/>
      <w:lvlText w:val=""/>
      <w:lvlJc w:val="left"/>
      <w:pPr>
        <w:ind w:left="3720" w:hanging="360"/>
      </w:pPr>
      <w:rPr>
        <w:rFonts w:ascii="Symbol" w:hAnsi="Symbol" w:hint="default"/>
      </w:rPr>
    </w:lvl>
    <w:lvl w:ilvl="4" w:tplc="04190003" w:tentative="1">
      <w:start w:val="1"/>
      <w:numFmt w:val="bullet"/>
      <w:lvlText w:val="o"/>
      <w:lvlJc w:val="left"/>
      <w:pPr>
        <w:ind w:left="4440" w:hanging="360"/>
      </w:pPr>
      <w:rPr>
        <w:rFonts w:ascii="Courier New" w:hAnsi="Courier New" w:cs="Courier New" w:hint="default"/>
      </w:rPr>
    </w:lvl>
    <w:lvl w:ilvl="5" w:tplc="04190005" w:tentative="1">
      <w:start w:val="1"/>
      <w:numFmt w:val="bullet"/>
      <w:lvlText w:val=""/>
      <w:lvlJc w:val="left"/>
      <w:pPr>
        <w:ind w:left="5160" w:hanging="360"/>
      </w:pPr>
      <w:rPr>
        <w:rFonts w:ascii="Wingdings" w:hAnsi="Wingdings" w:hint="default"/>
      </w:rPr>
    </w:lvl>
    <w:lvl w:ilvl="6" w:tplc="04190001" w:tentative="1">
      <w:start w:val="1"/>
      <w:numFmt w:val="bullet"/>
      <w:lvlText w:val=""/>
      <w:lvlJc w:val="left"/>
      <w:pPr>
        <w:ind w:left="5880" w:hanging="360"/>
      </w:pPr>
      <w:rPr>
        <w:rFonts w:ascii="Symbol" w:hAnsi="Symbol" w:hint="default"/>
      </w:rPr>
    </w:lvl>
    <w:lvl w:ilvl="7" w:tplc="04190003" w:tentative="1">
      <w:start w:val="1"/>
      <w:numFmt w:val="bullet"/>
      <w:lvlText w:val="o"/>
      <w:lvlJc w:val="left"/>
      <w:pPr>
        <w:ind w:left="6600" w:hanging="360"/>
      </w:pPr>
      <w:rPr>
        <w:rFonts w:ascii="Courier New" w:hAnsi="Courier New" w:cs="Courier New" w:hint="default"/>
      </w:rPr>
    </w:lvl>
    <w:lvl w:ilvl="8" w:tplc="04190005" w:tentative="1">
      <w:start w:val="1"/>
      <w:numFmt w:val="bullet"/>
      <w:lvlText w:val=""/>
      <w:lvlJc w:val="left"/>
      <w:pPr>
        <w:ind w:left="7320" w:hanging="360"/>
      </w:pPr>
      <w:rPr>
        <w:rFonts w:ascii="Wingdings" w:hAnsi="Wingdings" w:hint="default"/>
      </w:rPr>
    </w:lvl>
  </w:abstractNum>
  <w:abstractNum w:abstractNumId="35" w15:restartNumberingAfterBreak="0">
    <w:nsid w:val="7EA25425"/>
    <w:multiLevelType w:val="hybridMultilevel"/>
    <w:tmpl w:val="BEE4BEBA"/>
    <w:lvl w:ilvl="0" w:tplc="BA46C93C">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36" w15:restartNumberingAfterBreak="0">
    <w:nsid w:val="7EA54F30"/>
    <w:multiLevelType w:val="hybridMultilevel"/>
    <w:tmpl w:val="AF9EDED2"/>
    <w:lvl w:ilvl="0" w:tplc="D65AE522">
      <w:start w:val="1"/>
      <w:numFmt w:val="bullet"/>
      <w:lvlText w:val=""/>
      <w:lvlJc w:val="left"/>
      <w:pPr>
        <w:tabs>
          <w:tab w:val="num" w:pos="1494"/>
        </w:tabs>
        <w:ind w:left="1418" w:hanging="284"/>
      </w:pPr>
      <w:rPr>
        <w:rFonts w:ascii="Wingdings" w:hAnsi="Wingdings" w:hint="default"/>
      </w:rPr>
    </w:lvl>
    <w:lvl w:ilvl="1" w:tplc="04190003" w:tentative="1">
      <w:start w:val="1"/>
      <w:numFmt w:val="bullet"/>
      <w:lvlText w:val="o"/>
      <w:lvlJc w:val="left"/>
      <w:pPr>
        <w:tabs>
          <w:tab w:val="num" w:pos="2575"/>
        </w:tabs>
        <w:ind w:left="2575" w:hanging="360"/>
      </w:pPr>
      <w:rPr>
        <w:rFonts w:ascii="Courier New" w:hAnsi="Courier New" w:hint="default"/>
      </w:rPr>
    </w:lvl>
    <w:lvl w:ilvl="2" w:tplc="04190005" w:tentative="1">
      <w:start w:val="1"/>
      <w:numFmt w:val="bullet"/>
      <w:lvlText w:val=""/>
      <w:lvlJc w:val="left"/>
      <w:pPr>
        <w:tabs>
          <w:tab w:val="num" w:pos="3295"/>
        </w:tabs>
        <w:ind w:left="3295" w:hanging="360"/>
      </w:pPr>
      <w:rPr>
        <w:rFonts w:ascii="Wingdings" w:hAnsi="Wingdings" w:hint="default"/>
      </w:rPr>
    </w:lvl>
    <w:lvl w:ilvl="3" w:tplc="04190001" w:tentative="1">
      <w:start w:val="1"/>
      <w:numFmt w:val="bullet"/>
      <w:lvlText w:val=""/>
      <w:lvlJc w:val="left"/>
      <w:pPr>
        <w:tabs>
          <w:tab w:val="num" w:pos="4015"/>
        </w:tabs>
        <w:ind w:left="4015" w:hanging="360"/>
      </w:pPr>
      <w:rPr>
        <w:rFonts w:ascii="Symbol" w:hAnsi="Symbol" w:hint="default"/>
      </w:rPr>
    </w:lvl>
    <w:lvl w:ilvl="4" w:tplc="04190003" w:tentative="1">
      <w:start w:val="1"/>
      <w:numFmt w:val="bullet"/>
      <w:lvlText w:val="o"/>
      <w:lvlJc w:val="left"/>
      <w:pPr>
        <w:tabs>
          <w:tab w:val="num" w:pos="4735"/>
        </w:tabs>
        <w:ind w:left="4735" w:hanging="360"/>
      </w:pPr>
      <w:rPr>
        <w:rFonts w:ascii="Courier New" w:hAnsi="Courier New" w:hint="default"/>
      </w:rPr>
    </w:lvl>
    <w:lvl w:ilvl="5" w:tplc="04190005" w:tentative="1">
      <w:start w:val="1"/>
      <w:numFmt w:val="bullet"/>
      <w:lvlText w:val=""/>
      <w:lvlJc w:val="left"/>
      <w:pPr>
        <w:tabs>
          <w:tab w:val="num" w:pos="5455"/>
        </w:tabs>
        <w:ind w:left="5455" w:hanging="360"/>
      </w:pPr>
      <w:rPr>
        <w:rFonts w:ascii="Wingdings" w:hAnsi="Wingdings" w:hint="default"/>
      </w:rPr>
    </w:lvl>
    <w:lvl w:ilvl="6" w:tplc="04190001" w:tentative="1">
      <w:start w:val="1"/>
      <w:numFmt w:val="bullet"/>
      <w:lvlText w:val=""/>
      <w:lvlJc w:val="left"/>
      <w:pPr>
        <w:tabs>
          <w:tab w:val="num" w:pos="6175"/>
        </w:tabs>
        <w:ind w:left="6175" w:hanging="360"/>
      </w:pPr>
      <w:rPr>
        <w:rFonts w:ascii="Symbol" w:hAnsi="Symbol" w:hint="default"/>
      </w:rPr>
    </w:lvl>
    <w:lvl w:ilvl="7" w:tplc="04190003" w:tentative="1">
      <w:start w:val="1"/>
      <w:numFmt w:val="bullet"/>
      <w:lvlText w:val="o"/>
      <w:lvlJc w:val="left"/>
      <w:pPr>
        <w:tabs>
          <w:tab w:val="num" w:pos="6895"/>
        </w:tabs>
        <w:ind w:left="6895" w:hanging="360"/>
      </w:pPr>
      <w:rPr>
        <w:rFonts w:ascii="Courier New" w:hAnsi="Courier New" w:hint="default"/>
      </w:rPr>
    </w:lvl>
    <w:lvl w:ilvl="8" w:tplc="04190005" w:tentative="1">
      <w:start w:val="1"/>
      <w:numFmt w:val="bullet"/>
      <w:lvlText w:val=""/>
      <w:lvlJc w:val="left"/>
      <w:pPr>
        <w:tabs>
          <w:tab w:val="num" w:pos="7615"/>
        </w:tabs>
        <w:ind w:left="7615" w:hanging="360"/>
      </w:pPr>
      <w:rPr>
        <w:rFonts w:ascii="Wingdings" w:hAnsi="Wingdings" w:hint="default"/>
      </w:rPr>
    </w:lvl>
  </w:abstractNum>
  <w:num w:numId="1">
    <w:abstractNumId w:val="4"/>
  </w:num>
  <w:num w:numId="2">
    <w:abstractNumId w:val="25"/>
  </w:num>
  <w:num w:numId="3">
    <w:abstractNumId w:val="32"/>
  </w:num>
  <w:num w:numId="4">
    <w:abstractNumId w:val="17"/>
  </w:num>
  <w:num w:numId="5">
    <w:abstractNumId w:val="11"/>
  </w:num>
  <w:num w:numId="6">
    <w:abstractNumId w:val="22"/>
  </w:num>
  <w:num w:numId="7">
    <w:abstractNumId w:val="18"/>
  </w:num>
  <w:num w:numId="8">
    <w:abstractNumId w:val="33"/>
  </w:num>
  <w:num w:numId="9">
    <w:abstractNumId w:val="12"/>
  </w:num>
  <w:num w:numId="10">
    <w:abstractNumId w:val="36"/>
  </w:num>
  <w:num w:numId="11">
    <w:abstractNumId w:val="5"/>
  </w:num>
  <w:num w:numId="12">
    <w:abstractNumId w:val="1"/>
  </w:num>
  <w:num w:numId="13">
    <w:abstractNumId w:val="27"/>
  </w:num>
  <w:num w:numId="14">
    <w:abstractNumId w:val="23"/>
  </w:num>
  <w:num w:numId="15">
    <w:abstractNumId w:val="21"/>
  </w:num>
  <w:num w:numId="16">
    <w:abstractNumId w:val="29"/>
  </w:num>
  <w:num w:numId="17">
    <w:abstractNumId w:val="3"/>
  </w:num>
  <w:num w:numId="18">
    <w:abstractNumId w:val="2"/>
  </w:num>
  <w:num w:numId="19">
    <w:abstractNumId w:val="20"/>
  </w:num>
  <w:num w:numId="20">
    <w:abstractNumId w:val="28"/>
  </w:num>
  <w:num w:numId="21">
    <w:abstractNumId w:val="10"/>
  </w:num>
  <w:num w:numId="22">
    <w:abstractNumId w:val="0"/>
  </w:num>
  <w:num w:numId="23">
    <w:abstractNumId w:val="7"/>
  </w:num>
  <w:num w:numId="24">
    <w:abstractNumId w:val="19"/>
  </w:num>
  <w:num w:numId="25">
    <w:abstractNumId w:val="30"/>
  </w:num>
  <w:num w:numId="26">
    <w:abstractNumId w:val="6"/>
  </w:num>
  <w:num w:numId="27">
    <w:abstractNumId w:val="34"/>
  </w:num>
  <w:num w:numId="28">
    <w:abstractNumId w:val="26"/>
  </w:num>
  <w:num w:numId="29">
    <w:abstractNumId w:val="16"/>
  </w:num>
  <w:num w:numId="30">
    <w:abstractNumId w:val="35"/>
  </w:num>
  <w:num w:numId="31">
    <w:abstractNumId w:val="8"/>
  </w:num>
  <w:num w:numId="32">
    <w:abstractNumId w:val="24"/>
  </w:num>
  <w:num w:numId="33">
    <w:abstractNumId w:val="9"/>
  </w:num>
  <w:num w:numId="34">
    <w:abstractNumId w:val="13"/>
  </w:num>
  <w:num w:numId="35">
    <w:abstractNumId w:val="31"/>
  </w:num>
  <w:num w:numId="36">
    <w:abstractNumId w:val="15"/>
  </w:num>
  <w:num w:numId="37">
    <w:abstractNumId w:val="14"/>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cumentProtection w:formatting="1" w:enforcement="0"/>
  <w:defaultTabStop w:val="720"/>
  <w:drawingGridHorizontalSpacing w:val="12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5F02"/>
    <w:rsid w:val="00000181"/>
    <w:rsid w:val="00001B32"/>
    <w:rsid w:val="00002514"/>
    <w:rsid w:val="000052FB"/>
    <w:rsid w:val="00005AE1"/>
    <w:rsid w:val="00011745"/>
    <w:rsid w:val="00011DCB"/>
    <w:rsid w:val="00011F6E"/>
    <w:rsid w:val="00014C1E"/>
    <w:rsid w:val="000218B5"/>
    <w:rsid w:val="0002276F"/>
    <w:rsid w:val="0002289A"/>
    <w:rsid w:val="00022918"/>
    <w:rsid w:val="00023F97"/>
    <w:rsid w:val="00024F50"/>
    <w:rsid w:val="000252F9"/>
    <w:rsid w:val="0002602D"/>
    <w:rsid w:val="000318B7"/>
    <w:rsid w:val="00032420"/>
    <w:rsid w:val="00034333"/>
    <w:rsid w:val="00034685"/>
    <w:rsid w:val="000379A3"/>
    <w:rsid w:val="00041763"/>
    <w:rsid w:val="000426FE"/>
    <w:rsid w:val="00043D71"/>
    <w:rsid w:val="00044153"/>
    <w:rsid w:val="00044370"/>
    <w:rsid w:val="000449F4"/>
    <w:rsid w:val="00045033"/>
    <w:rsid w:val="00045D39"/>
    <w:rsid w:val="00046145"/>
    <w:rsid w:val="00047E03"/>
    <w:rsid w:val="00050AE5"/>
    <w:rsid w:val="00051543"/>
    <w:rsid w:val="0005166B"/>
    <w:rsid w:val="00053B78"/>
    <w:rsid w:val="000545B0"/>
    <w:rsid w:val="00054948"/>
    <w:rsid w:val="000549B9"/>
    <w:rsid w:val="0005527A"/>
    <w:rsid w:val="000552AC"/>
    <w:rsid w:val="00060C2F"/>
    <w:rsid w:val="0006188B"/>
    <w:rsid w:val="000623DA"/>
    <w:rsid w:val="00064C82"/>
    <w:rsid w:val="00065719"/>
    <w:rsid w:val="00065F60"/>
    <w:rsid w:val="00066336"/>
    <w:rsid w:val="000664E3"/>
    <w:rsid w:val="000667EE"/>
    <w:rsid w:val="0007734C"/>
    <w:rsid w:val="0007782C"/>
    <w:rsid w:val="00082634"/>
    <w:rsid w:val="0008277E"/>
    <w:rsid w:val="0008279E"/>
    <w:rsid w:val="00082971"/>
    <w:rsid w:val="00082C6F"/>
    <w:rsid w:val="00083022"/>
    <w:rsid w:val="000850CB"/>
    <w:rsid w:val="000857B3"/>
    <w:rsid w:val="00087682"/>
    <w:rsid w:val="0008774E"/>
    <w:rsid w:val="000908ED"/>
    <w:rsid w:val="00090C37"/>
    <w:rsid w:val="0009201B"/>
    <w:rsid w:val="0009245F"/>
    <w:rsid w:val="00093921"/>
    <w:rsid w:val="000950A9"/>
    <w:rsid w:val="00095955"/>
    <w:rsid w:val="00096ADA"/>
    <w:rsid w:val="0009752D"/>
    <w:rsid w:val="000A22EB"/>
    <w:rsid w:val="000A31DC"/>
    <w:rsid w:val="000A6746"/>
    <w:rsid w:val="000A6A30"/>
    <w:rsid w:val="000A79A9"/>
    <w:rsid w:val="000B025C"/>
    <w:rsid w:val="000B10D4"/>
    <w:rsid w:val="000C00B7"/>
    <w:rsid w:val="000C06A9"/>
    <w:rsid w:val="000C2218"/>
    <w:rsid w:val="000C2A99"/>
    <w:rsid w:val="000C2D50"/>
    <w:rsid w:val="000C5D45"/>
    <w:rsid w:val="000C69DC"/>
    <w:rsid w:val="000C7873"/>
    <w:rsid w:val="000D0E78"/>
    <w:rsid w:val="000D349A"/>
    <w:rsid w:val="000D46B1"/>
    <w:rsid w:val="000D629D"/>
    <w:rsid w:val="000E0BA5"/>
    <w:rsid w:val="000E26D0"/>
    <w:rsid w:val="000E2A15"/>
    <w:rsid w:val="000E5A4A"/>
    <w:rsid w:val="000E6BBE"/>
    <w:rsid w:val="000E74A5"/>
    <w:rsid w:val="000E7C8F"/>
    <w:rsid w:val="000F1346"/>
    <w:rsid w:val="000F1F02"/>
    <w:rsid w:val="000F241E"/>
    <w:rsid w:val="000F4FDE"/>
    <w:rsid w:val="000F512D"/>
    <w:rsid w:val="000F5646"/>
    <w:rsid w:val="000F65A1"/>
    <w:rsid w:val="000F67A5"/>
    <w:rsid w:val="000F70D7"/>
    <w:rsid w:val="001000DA"/>
    <w:rsid w:val="00101F9D"/>
    <w:rsid w:val="0010323A"/>
    <w:rsid w:val="001034A0"/>
    <w:rsid w:val="00103A71"/>
    <w:rsid w:val="00104EE8"/>
    <w:rsid w:val="00105B49"/>
    <w:rsid w:val="001068C1"/>
    <w:rsid w:val="001104F5"/>
    <w:rsid w:val="00111B1D"/>
    <w:rsid w:val="001141AB"/>
    <w:rsid w:val="001177C1"/>
    <w:rsid w:val="00117C3C"/>
    <w:rsid w:val="0012261F"/>
    <w:rsid w:val="00126660"/>
    <w:rsid w:val="00132587"/>
    <w:rsid w:val="001351BE"/>
    <w:rsid w:val="00136244"/>
    <w:rsid w:val="0014195A"/>
    <w:rsid w:val="001423C2"/>
    <w:rsid w:val="00142A50"/>
    <w:rsid w:val="00142BDC"/>
    <w:rsid w:val="0014367F"/>
    <w:rsid w:val="00143F8A"/>
    <w:rsid w:val="00144034"/>
    <w:rsid w:val="00144971"/>
    <w:rsid w:val="001463F1"/>
    <w:rsid w:val="00147394"/>
    <w:rsid w:val="001509CA"/>
    <w:rsid w:val="00153460"/>
    <w:rsid w:val="00153994"/>
    <w:rsid w:val="00157071"/>
    <w:rsid w:val="00163B3C"/>
    <w:rsid w:val="0016435F"/>
    <w:rsid w:val="001715A4"/>
    <w:rsid w:val="00172399"/>
    <w:rsid w:val="00175E0E"/>
    <w:rsid w:val="00176388"/>
    <w:rsid w:val="00182659"/>
    <w:rsid w:val="001841EF"/>
    <w:rsid w:val="001846D2"/>
    <w:rsid w:val="00185807"/>
    <w:rsid w:val="0018587A"/>
    <w:rsid w:val="00187C70"/>
    <w:rsid w:val="00190AF8"/>
    <w:rsid w:val="00191752"/>
    <w:rsid w:val="00191D10"/>
    <w:rsid w:val="00192461"/>
    <w:rsid w:val="00192E86"/>
    <w:rsid w:val="00193A31"/>
    <w:rsid w:val="001951A4"/>
    <w:rsid w:val="00195737"/>
    <w:rsid w:val="001973AD"/>
    <w:rsid w:val="001A1BC4"/>
    <w:rsid w:val="001A2B5D"/>
    <w:rsid w:val="001A467C"/>
    <w:rsid w:val="001A4940"/>
    <w:rsid w:val="001A5393"/>
    <w:rsid w:val="001A55E6"/>
    <w:rsid w:val="001A5CE9"/>
    <w:rsid w:val="001A5F76"/>
    <w:rsid w:val="001A6136"/>
    <w:rsid w:val="001B0B5E"/>
    <w:rsid w:val="001B0ECC"/>
    <w:rsid w:val="001B200D"/>
    <w:rsid w:val="001B21E6"/>
    <w:rsid w:val="001B2621"/>
    <w:rsid w:val="001B3977"/>
    <w:rsid w:val="001B3B2E"/>
    <w:rsid w:val="001B3EE3"/>
    <w:rsid w:val="001B4B0C"/>
    <w:rsid w:val="001B56D3"/>
    <w:rsid w:val="001B5BA1"/>
    <w:rsid w:val="001B6E02"/>
    <w:rsid w:val="001C4F66"/>
    <w:rsid w:val="001C5400"/>
    <w:rsid w:val="001C5C73"/>
    <w:rsid w:val="001C6552"/>
    <w:rsid w:val="001C77E0"/>
    <w:rsid w:val="001C7AA3"/>
    <w:rsid w:val="001D002E"/>
    <w:rsid w:val="001D1E15"/>
    <w:rsid w:val="001D2396"/>
    <w:rsid w:val="001D3AC3"/>
    <w:rsid w:val="001D6E5B"/>
    <w:rsid w:val="001E0DB8"/>
    <w:rsid w:val="001E17CF"/>
    <w:rsid w:val="001E1E8A"/>
    <w:rsid w:val="001E1EA5"/>
    <w:rsid w:val="001E31B6"/>
    <w:rsid w:val="001E4550"/>
    <w:rsid w:val="001E543C"/>
    <w:rsid w:val="001E62E1"/>
    <w:rsid w:val="001F1C04"/>
    <w:rsid w:val="001F1FC1"/>
    <w:rsid w:val="001F58DB"/>
    <w:rsid w:val="001F6F7C"/>
    <w:rsid w:val="00202304"/>
    <w:rsid w:val="00202387"/>
    <w:rsid w:val="00202812"/>
    <w:rsid w:val="002030BB"/>
    <w:rsid w:val="00204001"/>
    <w:rsid w:val="00204066"/>
    <w:rsid w:val="00204E5E"/>
    <w:rsid w:val="00206191"/>
    <w:rsid w:val="002068CF"/>
    <w:rsid w:val="00211829"/>
    <w:rsid w:val="002127FE"/>
    <w:rsid w:val="00212F16"/>
    <w:rsid w:val="00215F6A"/>
    <w:rsid w:val="002161DA"/>
    <w:rsid w:val="00216968"/>
    <w:rsid w:val="002202DF"/>
    <w:rsid w:val="00222E09"/>
    <w:rsid w:val="00227C5D"/>
    <w:rsid w:val="00227F05"/>
    <w:rsid w:val="002337BC"/>
    <w:rsid w:val="0023658C"/>
    <w:rsid w:val="002369B2"/>
    <w:rsid w:val="002369E1"/>
    <w:rsid w:val="00236D9A"/>
    <w:rsid w:val="00236ECB"/>
    <w:rsid w:val="00236F6C"/>
    <w:rsid w:val="00237A27"/>
    <w:rsid w:val="00237D14"/>
    <w:rsid w:val="00240DAE"/>
    <w:rsid w:val="0024158A"/>
    <w:rsid w:val="00241A5F"/>
    <w:rsid w:val="00241AB5"/>
    <w:rsid w:val="00242BAB"/>
    <w:rsid w:val="00245C6A"/>
    <w:rsid w:val="00245DC3"/>
    <w:rsid w:val="00246636"/>
    <w:rsid w:val="0024793D"/>
    <w:rsid w:val="00247CC6"/>
    <w:rsid w:val="002526C6"/>
    <w:rsid w:val="0025464E"/>
    <w:rsid w:val="00254C08"/>
    <w:rsid w:val="00257DC6"/>
    <w:rsid w:val="00260E63"/>
    <w:rsid w:val="00260F9C"/>
    <w:rsid w:val="00261D72"/>
    <w:rsid w:val="00262559"/>
    <w:rsid w:val="00262A97"/>
    <w:rsid w:val="00265916"/>
    <w:rsid w:val="00265C18"/>
    <w:rsid w:val="002717F0"/>
    <w:rsid w:val="002726AB"/>
    <w:rsid w:val="002739D3"/>
    <w:rsid w:val="00273C79"/>
    <w:rsid w:val="002772C6"/>
    <w:rsid w:val="00277505"/>
    <w:rsid w:val="00280455"/>
    <w:rsid w:val="00280A8B"/>
    <w:rsid w:val="00281788"/>
    <w:rsid w:val="00281F94"/>
    <w:rsid w:val="00282841"/>
    <w:rsid w:val="00284BF6"/>
    <w:rsid w:val="00284DB0"/>
    <w:rsid w:val="0028559D"/>
    <w:rsid w:val="00286264"/>
    <w:rsid w:val="002866C6"/>
    <w:rsid w:val="00286925"/>
    <w:rsid w:val="00286EE4"/>
    <w:rsid w:val="0029162D"/>
    <w:rsid w:val="00291A9E"/>
    <w:rsid w:val="00291EEA"/>
    <w:rsid w:val="0029457C"/>
    <w:rsid w:val="002948DB"/>
    <w:rsid w:val="0029530A"/>
    <w:rsid w:val="00295B7C"/>
    <w:rsid w:val="002A3D5B"/>
    <w:rsid w:val="002A4148"/>
    <w:rsid w:val="002A45C8"/>
    <w:rsid w:val="002A4F9B"/>
    <w:rsid w:val="002A6D52"/>
    <w:rsid w:val="002A77EC"/>
    <w:rsid w:val="002B24AF"/>
    <w:rsid w:val="002B2D3B"/>
    <w:rsid w:val="002B65EF"/>
    <w:rsid w:val="002B67E3"/>
    <w:rsid w:val="002B7723"/>
    <w:rsid w:val="002B7B1C"/>
    <w:rsid w:val="002C7288"/>
    <w:rsid w:val="002D0311"/>
    <w:rsid w:val="002D11D9"/>
    <w:rsid w:val="002D279C"/>
    <w:rsid w:val="002D2D49"/>
    <w:rsid w:val="002D47B3"/>
    <w:rsid w:val="002D5012"/>
    <w:rsid w:val="002E006B"/>
    <w:rsid w:val="002E35CD"/>
    <w:rsid w:val="002E3B1B"/>
    <w:rsid w:val="002E6DE1"/>
    <w:rsid w:val="002E6E45"/>
    <w:rsid w:val="002E7636"/>
    <w:rsid w:val="002F553C"/>
    <w:rsid w:val="002F55BB"/>
    <w:rsid w:val="002F6E1C"/>
    <w:rsid w:val="002F7DC6"/>
    <w:rsid w:val="003006C7"/>
    <w:rsid w:val="0030166B"/>
    <w:rsid w:val="00301910"/>
    <w:rsid w:val="00303795"/>
    <w:rsid w:val="003038C5"/>
    <w:rsid w:val="00303AF6"/>
    <w:rsid w:val="00305628"/>
    <w:rsid w:val="00306FC7"/>
    <w:rsid w:val="00307019"/>
    <w:rsid w:val="0030711E"/>
    <w:rsid w:val="00307725"/>
    <w:rsid w:val="003108B7"/>
    <w:rsid w:val="003108D2"/>
    <w:rsid w:val="00310EC1"/>
    <w:rsid w:val="003114E4"/>
    <w:rsid w:val="00311CEF"/>
    <w:rsid w:val="0031232A"/>
    <w:rsid w:val="00313CCE"/>
    <w:rsid w:val="0031435C"/>
    <w:rsid w:val="00314F43"/>
    <w:rsid w:val="0032413A"/>
    <w:rsid w:val="00324F13"/>
    <w:rsid w:val="00326E1E"/>
    <w:rsid w:val="003274E5"/>
    <w:rsid w:val="00327E05"/>
    <w:rsid w:val="00330B1F"/>
    <w:rsid w:val="00330DE9"/>
    <w:rsid w:val="003310CA"/>
    <w:rsid w:val="00333AA5"/>
    <w:rsid w:val="0033494C"/>
    <w:rsid w:val="003351EB"/>
    <w:rsid w:val="003377BB"/>
    <w:rsid w:val="003401E3"/>
    <w:rsid w:val="00340E9D"/>
    <w:rsid w:val="003416CF"/>
    <w:rsid w:val="00341881"/>
    <w:rsid w:val="003430D4"/>
    <w:rsid w:val="00343EC4"/>
    <w:rsid w:val="00344732"/>
    <w:rsid w:val="00346B6F"/>
    <w:rsid w:val="00346CB8"/>
    <w:rsid w:val="003503C3"/>
    <w:rsid w:val="003506AB"/>
    <w:rsid w:val="00352676"/>
    <w:rsid w:val="00352CE9"/>
    <w:rsid w:val="003535B8"/>
    <w:rsid w:val="00354C8B"/>
    <w:rsid w:val="00354E37"/>
    <w:rsid w:val="00357A7B"/>
    <w:rsid w:val="003600EE"/>
    <w:rsid w:val="0036179A"/>
    <w:rsid w:val="00362AD3"/>
    <w:rsid w:val="00363329"/>
    <w:rsid w:val="00363F19"/>
    <w:rsid w:val="00365ECC"/>
    <w:rsid w:val="003713EE"/>
    <w:rsid w:val="00374ACD"/>
    <w:rsid w:val="00375BE8"/>
    <w:rsid w:val="003822B7"/>
    <w:rsid w:val="00383C32"/>
    <w:rsid w:val="00384578"/>
    <w:rsid w:val="00384C6E"/>
    <w:rsid w:val="003859F1"/>
    <w:rsid w:val="00386D5F"/>
    <w:rsid w:val="00390E99"/>
    <w:rsid w:val="00392BA4"/>
    <w:rsid w:val="00392BD5"/>
    <w:rsid w:val="0039318D"/>
    <w:rsid w:val="003940B7"/>
    <w:rsid w:val="003962AF"/>
    <w:rsid w:val="003963D7"/>
    <w:rsid w:val="00397239"/>
    <w:rsid w:val="00397340"/>
    <w:rsid w:val="00397FB1"/>
    <w:rsid w:val="003A0653"/>
    <w:rsid w:val="003A0CD2"/>
    <w:rsid w:val="003A1DBE"/>
    <w:rsid w:val="003A2E84"/>
    <w:rsid w:val="003A39C7"/>
    <w:rsid w:val="003A4645"/>
    <w:rsid w:val="003A6730"/>
    <w:rsid w:val="003A69A9"/>
    <w:rsid w:val="003A7459"/>
    <w:rsid w:val="003B03A4"/>
    <w:rsid w:val="003B10D3"/>
    <w:rsid w:val="003B23F4"/>
    <w:rsid w:val="003B25D5"/>
    <w:rsid w:val="003B2A9B"/>
    <w:rsid w:val="003B43F7"/>
    <w:rsid w:val="003B5977"/>
    <w:rsid w:val="003B616D"/>
    <w:rsid w:val="003B624E"/>
    <w:rsid w:val="003B77B0"/>
    <w:rsid w:val="003C1CCF"/>
    <w:rsid w:val="003C1DF1"/>
    <w:rsid w:val="003C22DA"/>
    <w:rsid w:val="003C26EE"/>
    <w:rsid w:val="003C2BC5"/>
    <w:rsid w:val="003C3256"/>
    <w:rsid w:val="003C6574"/>
    <w:rsid w:val="003C6E84"/>
    <w:rsid w:val="003D01EC"/>
    <w:rsid w:val="003D129C"/>
    <w:rsid w:val="003D23AB"/>
    <w:rsid w:val="003D240E"/>
    <w:rsid w:val="003D2CEC"/>
    <w:rsid w:val="003D4484"/>
    <w:rsid w:val="003D4D9E"/>
    <w:rsid w:val="003D59F1"/>
    <w:rsid w:val="003D5A4B"/>
    <w:rsid w:val="003D5FE1"/>
    <w:rsid w:val="003D7BE3"/>
    <w:rsid w:val="003E02B4"/>
    <w:rsid w:val="003E1FED"/>
    <w:rsid w:val="003E2C43"/>
    <w:rsid w:val="003E32E3"/>
    <w:rsid w:val="003E6637"/>
    <w:rsid w:val="003E674F"/>
    <w:rsid w:val="003F0096"/>
    <w:rsid w:val="003F0BE1"/>
    <w:rsid w:val="003F158F"/>
    <w:rsid w:val="003F1CD3"/>
    <w:rsid w:val="003F36F6"/>
    <w:rsid w:val="003F3A24"/>
    <w:rsid w:val="003F4A48"/>
    <w:rsid w:val="003F5BC5"/>
    <w:rsid w:val="003F6142"/>
    <w:rsid w:val="003F6711"/>
    <w:rsid w:val="003F6C9E"/>
    <w:rsid w:val="004002D8"/>
    <w:rsid w:val="004004A2"/>
    <w:rsid w:val="00401369"/>
    <w:rsid w:val="00402014"/>
    <w:rsid w:val="0040203E"/>
    <w:rsid w:val="00402737"/>
    <w:rsid w:val="00403570"/>
    <w:rsid w:val="00403A51"/>
    <w:rsid w:val="00405590"/>
    <w:rsid w:val="00405DA8"/>
    <w:rsid w:val="00412379"/>
    <w:rsid w:val="00413EF9"/>
    <w:rsid w:val="00415150"/>
    <w:rsid w:val="00415B6C"/>
    <w:rsid w:val="00417426"/>
    <w:rsid w:val="00417A8A"/>
    <w:rsid w:val="00417EEF"/>
    <w:rsid w:val="00423CC7"/>
    <w:rsid w:val="00425186"/>
    <w:rsid w:val="0042550A"/>
    <w:rsid w:val="00425B7D"/>
    <w:rsid w:val="00427254"/>
    <w:rsid w:val="004277D6"/>
    <w:rsid w:val="00427A0A"/>
    <w:rsid w:val="00433717"/>
    <w:rsid w:val="00435A02"/>
    <w:rsid w:val="00435D0B"/>
    <w:rsid w:val="00436DDC"/>
    <w:rsid w:val="00440114"/>
    <w:rsid w:val="00441A92"/>
    <w:rsid w:val="00442CEA"/>
    <w:rsid w:val="00443975"/>
    <w:rsid w:val="00444341"/>
    <w:rsid w:val="0044683D"/>
    <w:rsid w:val="00447EEA"/>
    <w:rsid w:val="004529B6"/>
    <w:rsid w:val="00452A56"/>
    <w:rsid w:val="00453658"/>
    <w:rsid w:val="004539CF"/>
    <w:rsid w:val="00455BE1"/>
    <w:rsid w:val="0045782B"/>
    <w:rsid w:val="00457BF9"/>
    <w:rsid w:val="00460836"/>
    <w:rsid w:val="00463FBC"/>
    <w:rsid w:val="004642C3"/>
    <w:rsid w:val="0046679C"/>
    <w:rsid w:val="00467E50"/>
    <w:rsid w:val="00470636"/>
    <w:rsid w:val="00471137"/>
    <w:rsid w:val="0047122F"/>
    <w:rsid w:val="00472D3A"/>
    <w:rsid w:val="004731AC"/>
    <w:rsid w:val="004734CD"/>
    <w:rsid w:val="0047375E"/>
    <w:rsid w:val="00476C9F"/>
    <w:rsid w:val="00476CC9"/>
    <w:rsid w:val="00477D42"/>
    <w:rsid w:val="004866B5"/>
    <w:rsid w:val="00486B1C"/>
    <w:rsid w:val="00487576"/>
    <w:rsid w:val="0049331F"/>
    <w:rsid w:val="00494321"/>
    <w:rsid w:val="00494FA9"/>
    <w:rsid w:val="00495614"/>
    <w:rsid w:val="00495C45"/>
    <w:rsid w:val="004A0E36"/>
    <w:rsid w:val="004A35C7"/>
    <w:rsid w:val="004A3C66"/>
    <w:rsid w:val="004A3FB2"/>
    <w:rsid w:val="004A50E4"/>
    <w:rsid w:val="004A56EF"/>
    <w:rsid w:val="004A59BE"/>
    <w:rsid w:val="004A5A15"/>
    <w:rsid w:val="004A6327"/>
    <w:rsid w:val="004B01C7"/>
    <w:rsid w:val="004B199B"/>
    <w:rsid w:val="004B1A86"/>
    <w:rsid w:val="004B775A"/>
    <w:rsid w:val="004B7BA6"/>
    <w:rsid w:val="004B7D34"/>
    <w:rsid w:val="004C0F88"/>
    <w:rsid w:val="004C1B1F"/>
    <w:rsid w:val="004C22E3"/>
    <w:rsid w:val="004C4797"/>
    <w:rsid w:val="004C5D54"/>
    <w:rsid w:val="004D0313"/>
    <w:rsid w:val="004D27D0"/>
    <w:rsid w:val="004D4B17"/>
    <w:rsid w:val="004D6700"/>
    <w:rsid w:val="004D6D8E"/>
    <w:rsid w:val="004E37FA"/>
    <w:rsid w:val="004E3E74"/>
    <w:rsid w:val="004E419F"/>
    <w:rsid w:val="004E53AA"/>
    <w:rsid w:val="004E56E2"/>
    <w:rsid w:val="004E5724"/>
    <w:rsid w:val="004E7412"/>
    <w:rsid w:val="004E7DC8"/>
    <w:rsid w:val="004F2650"/>
    <w:rsid w:val="004F4F6F"/>
    <w:rsid w:val="004F7C13"/>
    <w:rsid w:val="004F7FEF"/>
    <w:rsid w:val="005004FC"/>
    <w:rsid w:val="0050067F"/>
    <w:rsid w:val="0050269D"/>
    <w:rsid w:val="00502AFC"/>
    <w:rsid w:val="005038FF"/>
    <w:rsid w:val="0050552D"/>
    <w:rsid w:val="00510E38"/>
    <w:rsid w:val="005118C7"/>
    <w:rsid w:val="00512AAE"/>
    <w:rsid w:val="00513871"/>
    <w:rsid w:val="00517EAD"/>
    <w:rsid w:val="00524923"/>
    <w:rsid w:val="005251BE"/>
    <w:rsid w:val="00525A68"/>
    <w:rsid w:val="00525D41"/>
    <w:rsid w:val="00527D74"/>
    <w:rsid w:val="005304EB"/>
    <w:rsid w:val="0053112D"/>
    <w:rsid w:val="005322D4"/>
    <w:rsid w:val="00532966"/>
    <w:rsid w:val="00534AA2"/>
    <w:rsid w:val="00534D1E"/>
    <w:rsid w:val="00536988"/>
    <w:rsid w:val="00540713"/>
    <w:rsid w:val="0054071F"/>
    <w:rsid w:val="00542CED"/>
    <w:rsid w:val="005438A3"/>
    <w:rsid w:val="00544BAC"/>
    <w:rsid w:val="005479BE"/>
    <w:rsid w:val="005538A0"/>
    <w:rsid w:val="005557A5"/>
    <w:rsid w:val="005564AF"/>
    <w:rsid w:val="00562A29"/>
    <w:rsid w:val="005638BC"/>
    <w:rsid w:val="00563E9C"/>
    <w:rsid w:val="00565ECB"/>
    <w:rsid w:val="00565F70"/>
    <w:rsid w:val="00566494"/>
    <w:rsid w:val="0056680D"/>
    <w:rsid w:val="0056744E"/>
    <w:rsid w:val="005713F5"/>
    <w:rsid w:val="0057251B"/>
    <w:rsid w:val="00573098"/>
    <w:rsid w:val="00574AE8"/>
    <w:rsid w:val="00574AFB"/>
    <w:rsid w:val="00580080"/>
    <w:rsid w:val="00581474"/>
    <w:rsid w:val="0058380C"/>
    <w:rsid w:val="005846E6"/>
    <w:rsid w:val="0059118C"/>
    <w:rsid w:val="005929E9"/>
    <w:rsid w:val="00594887"/>
    <w:rsid w:val="00597A22"/>
    <w:rsid w:val="005A0AA8"/>
    <w:rsid w:val="005A19A0"/>
    <w:rsid w:val="005A225F"/>
    <w:rsid w:val="005A39A5"/>
    <w:rsid w:val="005A3EB7"/>
    <w:rsid w:val="005A66ED"/>
    <w:rsid w:val="005B086E"/>
    <w:rsid w:val="005B14B9"/>
    <w:rsid w:val="005B2F1F"/>
    <w:rsid w:val="005B33FE"/>
    <w:rsid w:val="005B3DF5"/>
    <w:rsid w:val="005B3F60"/>
    <w:rsid w:val="005B7FB4"/>
    <w:rsid w:val="005C08BC"/>
    <w:rsid w:val="005C08F0"/>
    <w:rsid w:val="005C495A"/>
    <w:rsid w:val="005C50E2"/>
    <w:rsid w:val="005C5A2D"/>
    <w:rsid w:val="005C5E4D"/>
    <w:rsid w:val="005C61C3"/>
    <w:rsid w:val="005C77E8"/>
    <w:rsid w:val="005D0497"/>
    <w:rsid w:val="005D0CE9"/>
    <w:rsid w:val="005D1161"/>
    <w:rsid w:val="005D144C"/>
    <w:rsid w:val="005D4CAD"/>
    <w:rsid w:val="005D6911"/>
    <w:rsid w:val="005E0ECE"/>
    <w:rsid w:val="005E1E72"/>
    <w:rsid w:val="005E27D7"/>
    <w:rsid w:val="005E316B"/>
    <w:rsid w:val="005E36DD"/>
    <w:rsid w:val="005E4CE9"/>
    <w:rsid w:val="005F06B1"/>
    <w:rsid w:val="005F45C7"/>
    <w:rsid w:val="005F6933"/>
    <w:rsid w:val="005F73D5"/>
    <w:rsid w:val="006016DB"/>
    <w:rsid w:val="00604034"/>
    <w:rsid w:val="0060440A"/>
    <w:rsid w:val="00606DF3"/>
    <w:rsid w:val="006074F1"/>
    <w:rsid w:val="00607533"/>
    <w:rsid w:val="0061113D"/>
    <w:rsid w:val="006138F1"/>
    <w:rsid w:val="00615359"/>
    <w:rsid w:val="006163C1"/>
    <w:rsid w:val="00617827"/>
    <w:rsid w:val="00621614"/>
    <w:rsid w:val="00621C5E"/>
    <w:rsid w:val="00621D95"/>
    <w:rsid w:val="006241D0"/>
    <w:rsid w:val="00625489"/>
    <w:rsid w:val="00626B5E"/>
    <w:rsid w:val="00631269"/>
    <w:rsid w:val="006317B5"/>
    <w:rsid w:val="00631D72"/>
    <w:rsid w:val="00632668"/>
    <w:rsid w:val="00633238"/>
    <w:rsid w:val="006335AB"/>
    <w:rsid w:val="006339FD"/>
    <w:rsid w:val="0063676E"/>
    <w:rsid w:val="006373D6"/>
    <w:rsid w:val="00637C04"/>
    <w:rsid w:val="00642DA2"/>
    <w:rsid w:val="0064714C"/>
    <w:rsid w:val="00647814"/>
    <w:rsid w:val="00652D8D"/>
    <w:rsid w:val="00653346"/>
    <w:rsid w:val="00655D9B"/>
    <w:rsid w:val="00656EF6"/>
    <w:rsid w:val="006576B9"/>
    <w:rsid w:val="006621FF"/>
    <w:rsid w:val="006765E4"/>
    <w:rsid w:val="00676B1B"/>
    <w:rsid w:val="00681E3B"/>
    <w:rsid w:val="00682AB5"/>
    <w:rsid w:val="00683F2F"/>
    <w:rsid w:val="00684043"/>
    <w:rsid w:val="006871DE"/>
    <w:rsid w:val="00690870"/>
    <w:rsid w:val="00691C4B"/>
    <w:rsid w:val="00695722"/>
    <w:rsid w:val="00695AE4"/>
    <w:rsid w:val="00697221"/>
    <w:rsid w:val="0069781A"/>
    <w:rsid w:val="006A3BA0"/>
    <w:rsid w:val="006A455F"/>
    <w:rsid w:val="006A5E26"/>
    <w:rsid w:val="006A6559"/>
    <w:rsid w:val="006A7FA5"/>
    <w:rsid w:val="006B02A3"/>
    <w:rsid w:val="006B13F7"/>
    <w:rsid w:val="006B3F3E"/>
    <w:rsid w:val="006B726B"/>
    <w:rsid w:val="006C0797"/>
    <w:rsid w:val="006C2431"/>
    <w:rsid w:val="006C37A2"/>
    <w:rsid w:val="006C3A19"/>
    <w:rsid w:val="006C4272"/>
    <w:rsid w:val="006C467A"/>
    <w:rsid w:val="006C5A12"/>
    <w:rsid w:val="006C6079"/>
    <w:rsid w:val="006C70B6"/>
    <w:rsid w:val="006D0B36"/>
    <w:rsid w:val="006D1641"/>
    <w:rsid w:val="006D2CF9"/>
    <w:rsid w:val="006D3E02"/>
    <w:rsid w:val="006D412D"/>
    <w:rsid w:val="006D6275"/>
    <w:rsid w:val="006D6EC1"/>
    <w:rsid w:val="006D788F"/>
    <w:rsid w:val="006D7AD9"/>
    <w:rsid w:val="006D7E35"/>
    <w:rsid w:val="006D7F4D"/>
    <w:rsid w:val="006E0912"/>
    <w:rsid w:val="006E1D91"/>
    <w:rsid w:val="006E1E5F"/>
    <w:rsid w:val="006E2B53"/>
    <w:rsid w:val="006E5724"/>
    <w:rsid w:val="006F5B9C"/>
    <w:rsid w:val="006F65C4"/>
    <w:rsid w:val="0070034F"/>
    <w:rsid w:val="00701605"/>
    <w:rsid w:val="00701787"/>
    <w:rsid w:val="00704240"/>
    <w:rsid w:val="007044F0"/>
    <w:rsid w:val="00704754"/>
    <w:rsid w:val="0070529B"/>
    <w:rsid w:val="00705D18"/>
    <w:rsid w:val="00705DA0"/>
    <w:rsid w:val="00706F13"/>
    <w:rsid w:val="00707151"/>
    <w:rsid w:val="007106B0"/>
    <w:rsid w:val="00711FE9"/>
    <w:rsid w:val="00712D65"/>
    <w:rsid w:val="00713C4C"/>
    <w:rsid w:val="00714B14"/>
    <w:rsid w:val="00716A39"/>
    <w:rsid w:val="00721CD3"/>
    <w:rsid w:val="007220DC"/>
    <w:rsid w:val="00722637"/>
    <w:rsid w:val="00723E55"/>
    <w:rsid w:val="007242C5"/>
    <w:rsid w:val="00725BAB"/>
    <w:rsid w:val="00726AE7"/>
    <w:rsid w:val="0072718C"/>
    <w:rsid w:val="00730574"/>
    <w:rsid w:val="00730BF9"/>
    <w:rsid w:val="007311A6"/>
    <w:rsid w:val="007312B9"/>
    <w:rsid w:val="0073168A"/>
    <w:rsid w:val="00731F40"/>
    <w:rsid w:val="007328E1"/>
    <w:rsid w:val="00733655"/>
    <w:rsid w:val="00733692"/>
    <w:rsid w:val="00735A6F"/>
    <w:rsid w:val="00735C5F"/>
    <w:rsid w:val="00737128"/>
    <w:rsid w:val="00737F37"/>
    <w:rsid w:val="0074192F"/>
    <w:rsid w:val="00747ADF"/>
    <w:rsid w:val="007509B4"/>
    <w:rsid w:val="007533CC"/>
    <w:rsid w:val="00756EB5"/>
    <w:rsid w:val="007618E6"/>
    <w:rsid w:val="00761AC0"/>
    <w:rsid w:val="007634C9"/>
    <w:rsid w:val="007647D4"/>
    <w:rsid w:val="007656F4"/>
    <w:rsid w:val="00765DEC"/>
    <w:rsid w:val="007673BF"/>
    <w:rsid w:val="00770DDA"/>
    <w:rsid w:val="00771AB8"/>
    <w:rsid w:val="00772B37"/>
    <w:rsid w:val="00772BD6"/>
    <w:rsid w:val="00774CF2"/>
    <w:rsid w:val="0077508F"/>
    <w:rsid w:val="00777388"/>
    <w:rsid w:val="0077743B"/>
    <w:rsid w:val="007775AB"/>
    <w:rsid w:val="00780B9A"/>
    <w:rsid w:val="00781028"/>
    <w:rsid w:val="007810BF"/>
    <w:rsid w:val="00782B2C"/>
    <w:rsid w:val="00783D38"/>
    <w:rsid w:val="007868A3"/>
    <w:rsid w:val="0078770C"/>
    <w:rsid w:val="007913BE"/>
    <w:rsid w:val="00791619"/>
    <w:rsid w:val="0079174D"/>
    <w:rsid w:val="0079448A"/>
    <w:rsid w:val="00794CEB"/>
    <w:rsid w:val="0079676E"/>
    <w:rsid w:val="00797867"/>
    <w:rsid w:val="007A0F4F"/>
    <w:rsid w:val="007A2DEC"/>
    <w:rsid w:val="007A39F6"/>
    <w:rsid w:val="007A507C"/>
    <w:rsid w:val="007B55B3"/>
    <w:rsid w:val="007B5FA5"/>
    <w:rsid w:val="007B6776"/>
    <w:rsid w:val="007B7845"/>
    <w:rsid w:val="007B7E2F"/>
    <w:rsid w:val="007C1D3D"/>
    <w:rsid w:val="007C3221"/>
    <w:rsid w:val="007C33EC"/>
    <w:rsid w:val="007C39C9"/>
    <w:rsid w:val="007D043D"/>
    <w:rsid w:val="007D4645"/>
    <w:rsid w:val="007D46C7"/>
    <w:rsid w:val="007E11BA"/>
    <w:rsid w:val="007E39B3"/>
    <w:rsid w:val="007E3DA4"/>
    <w:rsid w:val="007E4A43"/>
    <w:rsid w:val="007E4E4B"/>
    <w:rsid w:val="007E6E47"/>
    <w:rsid w:val="007E7120"/>
    <w:rsid w:val="007E7728"/>
    <w:rsid w:val="007E7CA2"/>
    <w:rsid w:val="007F0C9B"/>
    <w:rsid w:val="007F0ED7"/>
    <w:rsid w:val="007F1400"/>
    <w:rsid w:val="007F1494"/>
    <w:rsid w:val="007F1AB2"/>
    <w:rsid w:val="007F2628"/>
    <w:rsid w:val="007F26F8"/>
    <w:rsid w:val="007F3C64"/>
    <w:rsid w:val="007F5356"/>
    <w:rsid w:val="007F60B4"/>
    <w:rsid w:val="007F660B"/>
    <w:rsid w:val="00800093"/>
    <w:rsid w:val="00801934"/>
    <w:rsid w:val="00802293"/>
    <w:rsid w:val="00802B61"/>
    <w:rsid w:val="00803C52"/>
    <w:rsid w:val="008048CF"/>
    <w:rsid w:val="00805186"/>
    <w:rsid w:val="008064E4"/>
    <w:rsid w:val="00806DED"/>
    <w:rsid w:val="00806FA1"/>
    <w:rsid w:val="00807BCC"/>
    <w:rsid w:val="008125E3"/>
    <w:rsid w:val="00814CD7"/>
    <w:rsid w:val="00814E11"/>
    <w:rsid w:val="008160A3"/>
    <w:rsid w:val="00820F45"/>
    <w:rsid w:val="00822A1D"/>
    <w:rsid w:val="00822BB4"/>
    <w:rsid w:val="00823D35"/>
    <w:rsid w:val="0082462A"/>
    <w:rsid w:val="008256C6"/>
    <w:rsid w:val="008266EB"/>
    <w:rsid w:val="00826A51"/>
    <w:rsid w:val="00831122"/>
    <w:rsid w:val="008313E6"/>
    <w:rsid w:val="008356F3"/>
    <w:rsid w:val="008361E7"/>
    <w:rsid w:val="00836A67"/>
    <w:rsid w:val="0083761B"/>
    <w:rsid w:val="00840E12"/>
    <w:rsid w:val="00841192"/>
    <w:rsid w:val="00842F86"/>
    <w:rsid w:val="00843191"/>
    <w:rsid w:val="00845640"/>
    <w:rsid w:val="00845F9F"/>
    <w:rsid w:val="00847E5E"/>
    <w:rsid w:val="008539E6"/>
    <w:rsid w:val="00854677"/>
    <w:rsid w:val="0085515E"/>
    <w:rsid w:val="00856828"/>
    <w:rsid w:val="00856A14"/>
    <w:rsid w:val="00857FF0"/>
    <w:rsid w:val="008604C6"/>
    <w:rsid w:val="00861ABF"/>
    <w:rsid w:val="008624A2"/>
    <w:rsid w:val="00864DCC"/>
    <w:rsid w:val="00865DA0"/>
    <w:rsid w:val="00870ECD"/>
    <w:rsid w:val="008720D4"/>
    <w:rsid w:val="0087224B"/>
    <w:rsid w:val="008737BC"/>
    <w:rsid w:val="0087395E"/>
    <w:rsid w:val="00874451"/>
    <w:rsid w:val="00877172"/>
    <w:rsid w:val="008772BE"/>
    <w:rsid w:val="00877F87"/>
    <w:rsid w:val="0088174A"/>
    <w:rsid w:val="00881902"/>
    <w:rsid w:val="008825F9"/>
    <w:rsid w:val="00882A11"/>
    <w:rsid w:val="00882C19"/>
    <w:rsid w:val="00884C77"/>
    <w:rsid w:val="00885148"/>
    <w:rsid w:val="00885407"/>
    <w:rsid w:val="00885A06"/>
    <w:rsid w:val="00886435"/>
    <w:rsid w:val="0088659F"/>
    <w:rsid w:val="00886B82"/>
    <w:rsid w:val="00887A6F"/>
    <w:rsid w:val="0089350B"/>
    <w:rsid w:val="0089541E"/>
    <w:rsid w:val="008956DE"/>
    <w:rsid w:val="008A0FBA"/>
    <w:rsid w:val="008A1002"/>
    <w:rsid w:val="008A12CF"/>
    <w:rsid w:val="008A1577"/>
    <w:rsid w:val="008A1F02"/>
    <w:rsid w:val="008A2CC8"/>
    <w:rsid w:val="008A44F7"/>
    <w:rsid w:val="008B0F16"/>
    <w:rsid w:val="008B12F6"/>
    <w:rsid w:val="008B1DA6"/>
    <w:rsid w:val="008B2F37"/>
    <w:rsid w:val="008B442F"/>
    <w:rsid w:val="008B523A"/>
    <w:rsid w:val="008B5886"/>
    <w:rsid w:val="008B67A5"/>
    <w:rsid w:val="008C20CD"/>
    <w:rsid w:val="008C2EA9"/>
    <w:rsid w:val="008C5845"/>
    <w:rsid w:val="008C664D"/>
    <w:rsid w:val="008D1422"/>
    <w:rsid w:val="008D3284"/>
    <w:rsid w:val="008D4444"/>
    <w:rsid w:val="008D5BDF"/>
    <w:rsid w:val="008D684D"/>
    <w:rsid w:val="008E00C1"/>
    <w:rsid w:val="008E3F82"/>
    <w:rsid w:val="008E53B1"/>
    <w:rsid w:val="008E749D"/>
    <w:rsid w:val="008E776B"/>
    <w:rsid w:val="008F0F68"/>
    <w:rsid w:val="008F1387"/>
    <w:rsid w:val="008F1FAA"/>
    <w:rsid w:val="008F2934"/>
    <w:rsid w:val="008F2991"/>
    <w:rsid w:val="008F2D30"/>
    <w:rsid w:val="008F311F"/>
    <w:rsid w:val="008F4A98"/>
    <w:rsid w:val="008F5224"/>
    <w:rsid w:val="008F73FE"/>
    <w:rsid w:val="008F7729"/>
    <w:rsid w:val="008F7F86"/>
    <w:rsid w:val="0090042D"/>
    <w:rsid w:val="00901CE8"/>
    <w:rsid w:val="00901E00"/>
    <w:rsid w:val="009021A7"/>
    <w:rsid w:val="0090263F"/>
    <w:rsid w:val="009054B4"/>
    <w:rsid w:val="00906602"/>
    <w:rsid w:val="009076A1"/>
    <w:rsid w:val="00910C13"/>
    <w:rsid w:val="00910F3D"/>
    <w:rsid w:val="00914416"/>
    <w:rsid w:val="0091779F"/>
    <w:rsid w:val="0091780B"/>
    <w:rsid w:val="00920619"/>
    <w:rsid w:val="00921A6B"/>
    <w:rsid w:val="00923852"/>
    <w:rsid w:val="009250D7"/>
    <w:rsid w:val="009253CE"/>
    <w:rsid w:val="0092612E"/>
    <w:rsid w:val="00927196"/>
    <w:rsid w:val="009275DF"/>
    <w:rsid w:val="0092777D"/>
    <w:rsid w:val="009277A9"/>
    <w:rsid w:val="00927CAC"/>
    <w:rsid w:val="009302C7"/>
    <w:rsid w:val="00930667"/>
    <w:rsid w:val="0093089E"/>
    <w:rsid w:val="00931EE0"/>
    <w:rsid w:val="00932249"/>
    <w:rsid w:val="00941512"/>
    <w:rsid w:val="00941710"/>
    <w:rsid w:val="009429A3"/>
    <w:rsid w:val="00943ECF"/>
    <w:rsid w:val="00947EDE"/>
    <w:rsid w:val="00953045"/>
    <w:rsid w:val="00953F13"/>
    <w:rsid w:val="009544D7"/>
    <w:rsid w:val="00954714"/>
    <w:rsid w:val="00954EA0"/>
    <w:rsid w:val="00955AA1"/>
    <w:rsid w:val="00957239"/>
    <w:rsid w:val="00961186"/>
    <w:rsid w:val="009628B1"/>
    <w:rsid w:val="0096641B"/>
    <w:rsid w:val="00970068"/>
    <w:rsid w:val="009707DD"/>
    <w:rsid w:val="00971C29"/>
    <w:rsid w:val="0097289E"/>
    <w:rsid w:val="0097364E"/>
    <w:rsid w:val="00975853"/>
    <w:rsid w:val="00984DC4"/>
    <w:rsid w:val="009872B6"/>
    <w:rsid w:val="00987BD3"/>
    <w:rsid w:val="0099062F"/>
    <w:rsid w:val="009957B1"/>
    <w:rsid w:val="009A3B7D"/>
    <w:rsid w:val="009A4997"/>
    <w:rsid w:val="009A5F84"/>
    <w:rsid w:val="009A61B9"/>
    <w:rsid w:val="009A656D"/>
    <w:rsid w:val="009A6EAC"/>
    <w:rsid w:val="009A7B00"/>
    <w:rsid w:val="009B2959"/>
    <w:rsid w:val="009B3797"/>
    <w:rsid w:val="009B684B"/>
    <w:rsid w:val="009B7717"/>
    <w:rsid w:val="009B7DBB"/>
    <w:rsid w:val="009B7F13"/>
    <w:rsid w:val="009C0328"/>
    <w:rsid w:val="009C1188"/>
    <w:rsid w:val="009C1995"/>
    <w:rsid w:val="009C297A"/>
    <w:rsid w:val="009C3C19"/>
    <w:rsid w:val="009C4262"/>
    <w:rsid w:val="009C6547"/>
    <w:rsid w:val="009D0936"/>
    <w:rsid w:val="009D1B5D"/>
    <w:rsid w:val="009D21DF"/>
    <w:rsid w:val="009D2DC5"/>
    <w:rsid w:val="009D4346"/>
    <w:rsid w:val="009D6375"/>
    <w:rsid w:val="009E0F73"/>
    <w:rsid w:val="009E1478"/>
    <w:rsid w:val="009E3622"/>
    <w:rsid w:val="009E3DFD"/>
    <w:rsid w:val="009E5AFF"/>
    <w:rsid w:val="009F19BA"/>
    <w:rsid w:val="009F2021"/>
    <w:rsid w:val="009F2F01"/>
    <w:rsid w:val="009F3F19"/>
    <w:rsid w:val="009F590C"/>
    <w:rsid w:val="009F5E5D"/>
    <w:rsid w:val="00A013BE"/>
    <w:rsid w:val="00A01E23"/>
    <w:rsid w:val="00A052EB"/>
    <w:rsid w:val="00A05BDA"/>
    <w:rsid w:val="00A10662"/>
    <w:rsid w:val="00A1283D"/>
    <w:rsid w:val="00A12A01"/>
    <w:rsid w:val="00A15AB1"/>
    <w:rsid w:val="00A15FE8"/>
    <w:rsid w:val="00A20CB9"/>
    <w:rsid w:val="00A216DC"/>
    <w:rsid w:val="00A226E3"/>
    <w:rsid w:val="00A228FC"/>
    <w:rsid w:val="00A22A32"/>
    <w:rsid w:val="00A23CBF"/>
    <w:rsid w:val="00A25438"/>
    <w:rsid w:val="00A27D86"/>
    <w:rsid w:val="00A27F99"/>
    <w:rsid w:val="00A30941"/>
    <w:rsid w:val="00A30B03"/>
    <w:rsid w:val="00A3201E"/>
    <w:rsid w:val="00A32B14"/>
    <w:rsid w:val="00A3611A"/>
    <w:rsid w:val="00A378BA"/>
    <w:rsid w:val="00A421CD"/>
    <w:rsid w:val="00A42963"/>
    <w:rsid w:val="00A45619"/>
    <w:rsid w:val="00A45708"/>
    <w:rsid w:val="00A46309"/>
    <w:rsid w:val="00A5021A"/>
    <w:rsid w:val="00A518FE"/>
    <w:rsid w:val="00A51D15"/>
    <w:rsid w:val="00A52759"/>
    <w:rsid w:val="00A52AFC"/>
    <w:rsid w:val="00A5314B"/>
    <w:rsid w:val="00A54F5E"/>
    <w:rsid w:val="00A552BD"/>
    <w:rsid w:val="00A61EEA"/>
    <w:rsid w:val="00A62E46"/>
    <w:rsid w:val="00A641A3"/>
    <w:rsid w:val="00A649AC"/>
    <w:rsid w:val="00A65652"/>
    <w:rsid w:val="00A7066B"/>
    <w:rsid w:val="00A721FA"/>
    <w:rsid w:val="00A725B1"/>
    <w:rsid w:val="00A76D53"/>
    <w:rsid w:val="00A8022F"/>
    <w:rsid w:val="00A81C29"/>
    <w:rsid w:val="00A86030"/>
    <w:rsid w:val="00A870E2"/>
    <w:rsid w:val="00A911FD"/>
    <w:rsid w:val="00A935D6"/>
    <w:rsid w:val="00A94C12"/>
    <w:rsid w:val="00A953E0"/>
    <w:rsid w:val="00A96A64"/>
    <w:rsid w:val="00A976E3"/>
    <w:rsid w:val="00AA00BD"/>
    <w:rsid w:val="00AA2438"/>
    <w:rsid w:val="00AA2D33"/>
    <w:rsid w:val="00AA3D12"/>
    <w:rsid w:val="00AA7AB3"/>
    <w:rsid w:val="00AA7B8E"/>
    <w:rsid w:val="00AB0D50"/>
    <w:rsid w:val="00AB2916"/>
    <w:rsid w:val="00AB7784"/>
    <w:rsid w:val="00AB7872"/>
    <w:rsid w:val="00AC4AB4"/>
    <w:rsid w:val="00AC5B92"/>
    <w:rsid w:val="00AC647C"/>
    <w:rsid w:val="00AC759D"/>
    <w:rsid w:val="00AD0AC7"/>
    <w:rsid w:val="00AD24B2"/>
    <w:rsid w:val="00AD2CA9"/>
    <w:rsid w:val="00AD5565"/>
    <w:rsid w:val="00AD5BE2"/>
    <w:rsid w:val="00AE03D9"/>
    <w:rsid w:val="00AE091A"/>
    <w:rsid w:val="00AE1594"/>
    <w:rsid w:val="00AE2D0A"/>
    <w:rsid w:val="00AE5191"/>
    <w:rsid w:val="00AF04C3"/>
    <w:rsid w:val="00AF05B0"/>
    <w:rsid w:val="00AF2D29"/>
    <w:rsid w:val="00AF46D2"/>
    <w:rsid w:val="00AF48E3"/>
    <w:rsid w:val="00AF4B4A"/>
    <w:rsid w:val="00AF53F4"/>
    <w:rsid w:val="00AF6660"/>
    <w:rsid w:val="00B001EE"/>
    <w:rsid w:val="00B00AB0"/>
    <w:rsid w:val="00B041A5"/>
    <w:rsid w:val="00B075BE"/>
    <w:rsid w:val="00B07674"/>
    <w:rsid w:val="00B113D2"/>
    <w:rsid w:val="00B115E9"/>
    <w:rsid w:val="00B12210"/>
    <w:rsid w:val="00B134ED"/>
    <w:rsid w:val="00B1491B"/>
    <w:rsid w:val="00B15A83"/>
    <w:rsid w:val="00B16E16"/>
    <w:rsid w:val="00B17EBE"/>
    <w:rsid w:val="00B22088"/>
    <w:rsid w:val="00B2328C"/>
    <w:rsid w:val="00B24B67"/>
    <w:rsid w:val="00B25F59"/>
    <w:rsid w:val="00B26431"/>
    <w:rsid w:val="00B26EDA"/>
    <w:rsid w:val="00B27326"/>
    <w:rsid w:val="00B27DED"/>
    <w:rsid w:val="00B3224B"/>
    <w:rsid w:val="00B324C5"/>
    <w:rsid w:val="00B3379E"/>
    <w:rsid w:val="00B35076"/>
    <w:rsid w:val="00B35B16"/>
    <w:rsid w:val="00B401E8"/>
    <w:rsid w:val="00B412F9"/>
    <w:rsid w:val="00B422A8"/>
    <w:rsid w:val="00B43B8F"/>
    <w:rsid w:val="00B46A63"/>
    <w:rsid w:val="00B476AC"/>
    <w:rsid w:val="00B50D97"/>
    <w:rsid w:val="00B52981"/>
    <w:rsid w:val="00B53071"/>
    <w:rsid w:val="00B5311C"/>
    <w:rsid w:val="00B60F03"/>
    <w:rsid w:val="00B61438"/>
    <w:rsid w:val="00B63129"/>
    <w:rsid w:val="00B63FFB"/>
    <w:rsid w:val="00B65F35"/>
    <w:rsid w:val="00B65F48"/>
    <w:rsid w:val="00B7263C"/>
    <w:rsid w:val="00B735A6"/>
    <w:rsid w:val="00B741D4"/>
    <w:rsid w:val="00B75BDB"/>
    <w:rsid w:val="00B8029B"/>
    <w:rsid w:val="00B81589"/>
    <w:rsid w:val="00B817CC"/>
    <w:rsid w:val="00B830F3"/>
    <w:rsid w:val="00B8314B"/>
    <w:rsid w:val="00B850BB"/>
    <w:rsid w:val="00B8689F"/>
    <w:rsid w:val="00B93FDE"/>
    <w:rsid w:val="00B9530C"/>
    <w:rsid w:val="00B96B27"/>
    <w:rsid w:val="00B97256"/>
    <w:rsid w:val="00B979CB"/>
    <w:rsid w:val="00BA0565"/>
    <w:rsid w:val="00BA0CA3"/>
    <w:rsid w:val="00BA2289"/>
    <w:rsid w:val="00BA2769"/>
    <w:rsid w:val="00BA3BB2"/>
    <w:rsid w:val="00BA5539"/>
    <w:rsid w:val="00BA6754"/>
    <w:rsid w:val="00BA75DF"/>
    <w:rsid w:val="00BB06E2"/>
    <w:rsid w:val="00BB0E0E"/>
    <w:rsid w:val="00BB1F4E"/>
    <w:rsid w:val="00BB20A6"/>
    <w:rsid w:val="00BB2746"/>
    <w:rsid w:val="00BB425B"/>
    <w:rsid w:val="00BB4FC3"/>
    <w:rsid w:val="00BB5825"/>
    <w:rsid w:val="00BB647F"/>
    <w:rsid w:val="00BB7062"/>
    <w:rsid w:val="00BB738E"/>
    <w:rsid w:val="00BC1A45"/>
    <w:rsid w:val="00BC1B4E"/>
    <w:rsid w:val="00BC31C1"/>
    <w:rsid w:val="00BC4707"/>
    <w:rsid w:val="00BC5D7D"/>
    <w:rsid w:val="00BC7D74"/>
    <w:rsid w:val="00BD0A70"/>
    <w:rsid w:val="00BD1704"/>
    <w:rsid w:val="00BD2405"/>
    <w:rsid w:val="00BD2A62"/>
    <w:rsid w:val="00BD52CB"/>
    <w:rsid w:val="00BE16EE"/>
    <w:rsid w:val="00BE1E42"/>
    <w:rsid w:val="00BE67AA"/>
    <w:rsid w:val="00BE6B8F"/>
    <w:rsid w:val="00BE7105"/>
    <w:rsid w:val="00BE73C6"/>
    <w:rsid w:val="00BE7D51"/>
    <w:rsid w:val="00BF5BCC"/>
    <w:rsid w:val="00BF6B4D"/>
    <w:rsid w:val="00BF7F6D"/>
    <w:rsid w:val="00C002A3"/>
    <w:rsid w:val="00C01AB5"/>
    <w:rsid w:val="00C02FB8"/>
    <w:rsid w:val="00C0326E"/>
    <w:rsid w:val="00C03D03"/>
    <w:rsid w:val="00C04A5B"/>
    <w:rsid w:val="00C04A5D"/>
    <w:rsid w:val="00C06545"/>
    <w:rsid w:val="00C11DE3"/>
    <w:rsid w:val="00C145CD"/>
    <w:rsid w:val="00C160D4"/>
    <w:rsid w:val="00C22A69"/>
    <w:rsid w:val="00C22D4C"/>
    <w:rsid w:val="00C2320F"/>
    <w:rsid w:val="00C273CE"/>
    <w:rsid w:val="00C307AD"/>
    <w:rsid w:val="00C30F32"/>
    <w:rsid w:val="00C337AF"/>
    <w:rsid w:val="00C34005"/>
    <w:rsid w:val="00C34979"/>
    <w:rsid w:val="00C349F1"/>
    <w:rsid w:val="00C34DF2"/>
    <w:rsid w:val="00C353FA"/>
    <w:rsid w:val="00C378E2"/>
    <w:rsid w:val="00C404F0"/>
    <w:rsid w:val="00C406A8"/>
    <w:rsid w:val="00C4111E"/>
    <w:rsid w:val="00C4121A"/>
    <w:rsid w:val="00C419F4"/>
    <w:rsid w:val="00C43616"/>
    <w:rsid w:val="00C43E4D"/>
    <w:rsid w:val="00C45957"/>
    <w:rsid w:val="00C45B59"/>
    <w:rsid w:val="00C47084"/>
    <w:rsid w:val="00C505F0"/>
    <w:rsid w:val="00C50D10"/>
    <w:rsid w:val="00C515AC"/>
    <w:rsid w:val="00C52CE9"/>
    <w:rsid w:val="00C53E05"/>
    <w:rsid w:val="00C54D2E"/>
    <w:rsid w:val="00C56816"/>
    <w:rsid w:val="00C60CE4"/>
    <w:rsid w:val="00C62B10"/>
    <w:rsid w:val="00C634AD"/>
    <w:rsid w:val="00C63825"/>
    <w:rsid w:val="00C64393"/>
    <w:rsid w:val="00C65427"/>
    <w:rsid w:val="00C657BF"/>
    <w:rsid w:val="00C6726E"/>
    <w:rsid w:val="00C70BB5"/>
    <w:rsid w:val="00C75867"/>
    <w:rsid w:val="00C77850"/>
    <w:rsid w:val="00C823E6"/>
    <w:rsid w:val="00C85C88"/>
    <w:rsid w:val="00C873B6"/>
    <w:rsid w:val="00C9084F"/>
    <w:rsid w:val="00C914EE"/>
    <w:rsid w:val="00C93625"/>
    <w:rsid w:val="00C94AB3"/>
    <w:rsid w:val="00C94B43"/>
    <w:rsid w:val="00C95C5C"/>
    <w:rsid w:val="00C95E40"/>
    <w:rsid w:val="00C9746D"/>
    <w:rsid w:val="00CA0502"/>
    <w:rsid w:val="00CA0F9F"/>
    <w:rsid w:val="00CA1488"/>
    <w:rsid w:val="00CA24B5"/>
    <w:rsid w:val="00CA4051"/>
    <w:rsid w:val="00CA40E6"/>
    <w:rsid w:val="00CA441D"/>
    <w:rsid w:val="00CA47CD"/>
    <w:rsid w:val="00CB0707"/>
    <w:rsid w:val="00CB0E3F"/>
    <w:rsid w:val="00CB189C"/>
    <w:rsid w:val="00CB621B"/>
    <w:rsid w:val="00CB6743"/>
    <w:rsid w:val="00CB72C8"/>
    <w:rsid w:val="00CB746F"/>
    <w:rsid w:val="00CB7F13"/>
    <w:rsid w:val="00CC07DB"/>
    <w:rsid w:val="00CC1991"/>
    <w:rsid w:val="00CC3A7E"/>
    <w:rsid w:val="00CD2570"/>
    <w:rsid w:val="00CD3C11"/>
    <w:rsid w:val="00CD3D4D"/>
    <w:rsid w:val="00CE14EB"/>
    <w:rsid w:val="00CE5C63"/>
    <w:rsid w:val="00CE6C7B"/>
    <w:rsid w:val="00CF18A4"/>
    <w:rsid w:val="00CF21CA"/>
    <w:rsid w:val="00CF2A14"/>
    <w:rsid w:val="00D0029B"/>
    <w:rsid w:val="00D01FD0"/>
    <w:rsid w:val="00D02660"/>
    <w:rsid w:val="00D02690"/>
    <w:rsid w:val="00D0323B"/>
    <w:rsid w:val="00D04876"/>
    <w:rsid w:val="00D04D1D"/>
    <w:rsid w:val="00D0582A"/>
    <w:rsid w:val="00D05E89"/>
    <w:rsid w:val="00D10984"/>
    <w:rsid w:val="00D11674"/>
    <w:rsid w:val="00D12393"/>
    <w:rsid w:val="00D140A6"/>
    <w:rsid w:val="00D14A6C"/>
    <w:rsid w:val="00D14A9E"/>
    <w:rsid w:val="00D24C05"/>
    <w:rsid w:val="00D254E0"/>
    <w:rsid w:val="00D275A5"/>
    <w:rsid w:val="00D27DA0"/>
    <w:rsid w:val="00D30CA0"/>
    <w:rsid w:val="00D30D20"/>
    <w:rsid w:val="00D359A2"/>
    <w:rsid w:val="00D36706"/>
    <w:rsid w:val="00D36BA4"/>
    <w:rsid w:val="00D412A3"/>
    <w:rsid w:val="00D417D5"/>
    <w:rsid w:val="00D42F74"/>
    <w:rsid w:val="00D43BC2"/>
    <w:rsid w:val="00D43D0A"/>
    <w:rsid w:val="00D4451B"/>
    <w:rsid w:val="00D44C69"/>
    <w:rsid w:val="00D476EB"/>
    <w:rsid w:val="00D47E79"/>
    <w:rsid w:val="00D5154D"/>
    <w:rsid w:val="00D52EE9"/>
    <w:rsid w:val="00D55152"/>
    <w:rsid w:val="00D57660"/>
    <w:rsid w:val="00D578E0"/>
    <w:rsid w:val="00D60E1B"/>
    <w:rsid w:val="00D61462"/>
    <w:rsid w:val="00D61A80"/>
    <w:rsid w:val="00D61D2C"/>
    <w:rsid w:val="00D627FF"/>
    <w:rsid w:val="00D63BFE"/>
    <w:rsid w:val="00D647C4"/>
    <w:rsid w:val="00D64D23"/>
    <w:rsid w:val="00D6627B"/>
    <w:rsid w:val="00D666BE"/>
    <w:rsid w:val="00D707F0"/>
    <w:rsid w:val="00D72EDC"/>
    <w:rsid w:val="00D73469"/>
    <w:rsid w:val="00D73D86"/>
    <w:rsid w:val="00D743A3"/>
    <w:rsid w:val="00D75799"/>
    <w:rsid w:val="00D75BA9"/>
    <w:rsid w:val="00D75D53"/>
    <w:rsid w:val="00D7750C"/>
    <w:rsid w:val="00D779CA"/>
    <w:rsid w:val="00D77B71"/>
    <w:rsid w:val="00D77EEC"/>
    <w:rsid w:val="00D80C2E"/>
    <w:rsid w:val="00D876F5"/>
    <w:rsid w:val="00D9055D"/>
    <w:rsid w:val="00D91E52"/>
    <w:rsid w:val="00D9458A"/>
    <w:rsid w:val="00D96BBD"/>
    <w:rsid w:val="00DA2038"/>
    <w:rsid w:val="00DA2A6E"/>
    <w:rsid w:val="00DA3E02"/>
    <w:rsid w:val="00DA4928"/>
    <w:rsid w:val="00DA68B2"/>
    <w:rsid w:val="00DB27A1"/>
    <w:rsid w:val="00DB296E"/>
    <w:rsid w:val="00DB3F9D"/>
    <w:rsid w:val="00DB439B"/>
    <w:rsid w:val="00DB50A5"/>
    <w:rsid w:val="00DB7663"/>
    <w:rsid w:val="00DC0734"/>
    <w:rsid w:val="00DC088D"/>
    <w:rsid w:val="00DC1AF0"/>
    <w:rsid w:val="00DC1F61"/>
    <w:rsid w:val="00DC2046"/>
    <w:rsid w:val="00DC4464"/>
    <w:rsid w:val="00DC5299"/>
    <w:rsid w:val="00DC5A78"/>
    <w:rsid w:val="00DC5A88"/>
    <w:rsid w:val="00DC6261"/>
    <w:rsid w:val="00DC62F2"/>
    <w:rsid w:val="00DD06FD"/>
    <w:rsid w:val="00DD13D6"/>
    <w:rsid w:val="00DD1E80"/>
    <w:rsid w:val="00DD5F02"/>
    <w:rsid w:val="00DD675B"/>
    <w:rsid w:val="00DD6D49"/>
    <w:rsid w:val="00DD75AF"/>
    <w:rsid w:val="00DE59C7"/>
    <w:rsid w:val="00DF0A68"/>
    <w:rsid w:val="00DF25FA"/>
    <w:rsid w:val="00DF4718"/>
    <w:rsid w:val="00DF4ADE"/>
    <w:rsid w:val="00E000FD"/>
    <w:rsid w:val="00E01912"/>
    <w:rsid w:val="00E0234E"/>
    <w:rsid w:val="00E03BAA"/>
    <w:rsid w:val="00E03C1E"/>
    <w:rsid w:val="00E0608B"/>
    <w:rsid w:val="00E06533"/>
    <w:rsid w:val="00E140F2"/>
    <w:rsid w:val="00E14901"/>
    <w:rsid w:val="00E153DD"/>
    <w:rsid w:val="00E16BD5"/>
    <w:rsid w:val="00E171D3"/>
    <w:rsid w:val="00E25BF9"/>
    <w:rsid w:val="00E25F10"/>
    <w:rsid w:val="00E27E92"/>
    <w:rsid w:val="00E27F8B"/>
    <w:rsid w:val="00E3078E"/>
    <w:rsid w:val="00E30853"/>
    <w:rsid w:val="00E35368"/>
    <w:rsid w:val="00E37D5E"/>
    <w:rsid w:val="00E37FC6"/>
    <w:rsid w:val="00E40231"/>
    <w:rsid w:val="00E424E5"/>
    <w:rsid w:val="00E42C9A"/>
    <w:rsid w:val="00E43214"/>
    <w:rsid w:val="00E43300"/>
    <w:rsid w:val="00E4726C"/>
    <w:rsid w:val="00E47BFB"/>
    <w:rsid w:val="00E52233"/>
    <w:rsid w:val="00E53744"/>
    <w:rsid w:val="00E53F47"/>
    <w:rsid w:val="00E547AB"/>
    <w:rsid w:val="00E56B3D"/>
    <w:rsid w:val="00E56D09"/>
    <w:rsid w:val="00E6275D"/>
    <w:rsid w:val="00E6287E"/>
    <w:rsid w:val="00E62C00"/>
    <w:rsid w:val="00E653B8"/>
    <w:rsid w:val="00E669D8"/>
    <w:rsid w:val="00E67D3F"/>
    <w:rsid w:val="00E714AB"/>
    <w:rsid w:val="00E73E04"/>
    <w:rsid w:val="00E73EC2"/>
    <w:rsid w:val="00E76AE4"/>
    <w:rsid w:val="00E76CD1"/>
    <w:rsid w:val="00E84671"/>
    <w:rsid w:val="00E85500"/>
    <w:rsid w:val="00E86CAC"/>
    <w:rsid w:val="00E87167"/>
    <w:rsid w:val="00E91A1C"/>
    <w:rsid w:val="00E91FD9"/>
    <w:rsid w:val="00E92682"/>
    <w:rsid w:val="00E93C37"/>
    <w:rsid w:val="00E96A2C"/>
    <w:rsid w:val="00E96BB8"/>
    <w:rsid w:val="00E97E9D"/>
    <w:rsid w:val="00E97F54"/>
    <w:rsid w:val="00EA3223"/>
    <w:rsid w:val="00EA3EDD"/>
    <w:rsid w:val="00EA4E89"/>
    <w:rsid w:val="00EA5141"/>
    <w:rsid w:val="00EA53C3"/>
    <w:rsid w:val="00EA5DFF"/>
    <w:rsid w:val="00EA6F27"/>
    <w:rsid w:val="00EB2858"/>
    <w:rsid w:val="00EB2AEF"/>
    <w:rsid w:val="00EB307E"/>
    <w:rsid w:val="00EB4E3E"/>
    <w:rsid w:val="00EB6716"/>
    <w:rsid w:val="00EC2D64"/>
    <w:rsid w:val="00EC367C"/>
    <w:rsid w:val="00EC482C"/>
    <w:rsid w:val="00EC7F27"/>
    <w:rsid w:val="00ED0863"/>
    <w:rsid w:val="00ED0F28"/>
    <w:rsid w:val="00ED0F61"/>
    <w:rsid w:val="00ED42B7"/>
    <w:rsid w:val="00ED5D93"/>
    <w:rsid w:val="00ED629B"/>
    <w:rsid w:val="00ED67D7"/>
    <w:rsid w:val="00ED78FE"/>
    <w:rsid w:val="00ED7DBA"/>
    <w:rsid w:val="00EE0BB1"/>
    <w:rsid w:val="00EE1FCB"/>
    <w:rsid w:val="00EE2429"/>
    <w:rsid w:val="00EE43DA"/>
    <w:rsid w:val="00EE51C9"/>
    <w:rsid w:val="00EE7916"/>
    <w:rsid w:val="00EF235B"/>
    <w:rsid w:val="00EF29AC"/>
    <w:rsid w:val="00EF4774"/>
    <w:rsid w:val="00EF4B7C"/>
    <w:rsid w:val="00EF65F4"/>
    <w:rsid w:val="00F01508"/>
    <w:rsid w:val="00F023D3"/>
    <w:rsid w:val="00F03837"/>
    <w:rsid w:val="00F03AC7"/>
    <w:rsid w:val="00F0531D"/>
    <w:rsid w:val="00F10CEA"/>
    <w:rsid w:val="00F12A1A"/>
    <w:rsid w:val="00F13047"/>
    <w:rsid w:val="00F135D7"/>
    <w:rsid w:val="00F15816"/>
    <w:rsid w:val="00F16AC9"/>
    <w:rsid w:val="00F17319"/>
    <w:rsid w:val="00F20694"/>
    <w:rsid w:val="00F20FDE"/>
    <w:rsid w:val="00F21D78"/>
    <w:rsid w:val="00F225C7"/>
    <w:rsid w:val="00F2267D"/>
    <w:rsid w:val="00F22E2B"/>
    <w:rsid w:val="00F23DB1"/>
    <w:rsid w:val="00F247AA"/>
    <w:rsid w:val="00F25240"/>
    <w:rsid w:val="00F2704D"/>
    <w:rsid w:val="00F27A9F"/>
    <w:rsid w:val="00F31440"/>
    <w:rsid w:val="00F3464F"/>
    <w:rsid w:val="00F34CE2"/>
    <w:rsid w:val="00F3673F"/>
    <w:rsid w:val="00F370F6"/>
    <w:rsid w:val="00F3710C"/>
    <w:rsid w:val="00F37BFA"/>
    <w:rsid w:val="00F40158"/>
    <w:rsid w:val="00F40ACB"/>
    <w:rsid w:val="00F41C55"/>
    <w:rsid w:val="00F45EE1"/>
    <w:rsid w:val="00F47485"/>
    <w:rsid w:val="00F47B98"/>
    <w:rsid w:val="00F50800"/>
    <w:rsid w:val="00F514B6"/>
    <w:rsid w:val="00F51EA7"/>
    <w:rsid w:val="00F56DF4"/>
    <w:rsid w:val="00F60199"/>
    <w:rsid w:val="00F62513"/>
    <w:rsid w:val="00F62903"/>
    <w:rsid w:val="00F63FC7"/>
    <w:rsid w:val="00F64179"/>
    <w:rsid w:val="00F64548"/>
    <w:rsid w:val="00F65FEE"/>
    <w:rsid w:val="00F66732"/>
    <w:rsid w:val="00F66AA1"/>
    <w:rsid w:val="00F67A92"/>
    <w:rsid w:val="00F67DD4"/>
    <w:rsid w:val="00F70460"/>
    <w:rsid w:val="00F71034"/>
    <w:rsid w:val="00F7190C"/>
    <w:rsid w:val="00F71970"/>
    <w:rsid w:val="00F7332E"/>
    <w:rsid w:val="00F73BD9"/>
    <w:rsid w:val="00F74427"/>
    <w:rsid w:val="00F75C34"/>
    <w:rsid w:val="00F75EA1"/>
    <w:rsid w:val="00F76251"/>
    <w:rsid w:val="00F76CBC"/>
    <w:rsid w:val="00F77E60"/>
    <w:rsid w:val="00F77F28"/>
    <w:rsid w:val="00F8160C"/>
    <w:rsid w:val="00F821EA"/>
    <w:rsid w:val="00F83755"/>
    <w:rsid w:val="00F83DF2"/>
    <w:rsid w:val="00F8418C"/>
    <w:rsid w:val="00F84765"/>
    <w:rsid w:val="00F903FC"/>
    <w:rsid w:val="00F908FE"/>
    <w:rsid w:val="00F9462D"/>
    <w:rsid w:val="00F94756"/>
    <w:rsid w:val="00F9482C"/>
    <w:rsid w:val="00F94BDE"/>
    <w:rsid w:val="00F959F0"/>
    <w:rsid w:val="00F96CF3"/>
    <w:rsid w:val="00F9704C"/>
    <w:rsid w:val="00FA0ABF"/>
    <w:rsid w:val="00FA0EA6"/>
    <w:rsid w:val="00FA12DE"/>
    <w:rsid w:val="00FA3063"/>
    <w:rsid w:val="00FA3482"/>
    <w:rsid w:val="00FA3BDC"/>
    <w:rsid w:val="00FA448F"/>
    <w:rsid w:val="00FA5246"/>
    <w:rsid w:val="00FA629C"/>
    <w:rsid w:val="00FA664D"/>
    <w:rsid w:val="00FA79F8"/>
    <w:rsid w:val="00FB0906"/>
    <w:rsid w:val="00FB3C94"/>
    <w:rsid w:val="00FB417A"/>
    <w:rsid w:val="00FB5E1A"/>
    <w:rsid w:val="00FB691F"/>
    <w:rsid w:val="00FB7384"/>
    <w:rsid w:val="00FC1528"/>
    <w:rsid w:val="00FC29DF"/>
    <w:rsid w:val="00FC6EC8"/>
    <w:rsid w:val="00FD1B70"/>
    <w:rsid w:val="00FD1DCB"/>
    <w:rsid w:val="00FD364A"/>
    <w:rsid w:val="00FD6596"/>
    <w:rsid w:val="00FD6FF3"/>
    <w:rsid w:val="00FD74DD"/>
    <w:rsid w:val="00FE1BED"/>
    <w:rsid w:val="00FE3E17"/>
    <w:rsid w:val="00FE4709"/>
    <w:rsid w:val="00FE552F"/>
    <w:rsid w:val="00FE5737"/>
    <w:rsid w:val="00FE5D33"/>
    <w:rsid w:val="00FE6709"/>
    <w:rsid w:val="00FF2AE8"/>
    <w:rsid w:val="00FF5A25"/>
    <w:rsid w:val="00FF61A4"/>
    <w:rsid w:val="00FF653A"/>
    <w:rsid w:val="00FF6683"/>
    <w:rsid w:val="00FF71FE"/>
    <w:rsid w:val="00FF7F4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E16CC0B"/>
  <w15:docId w15:val="{C986E317-3DCF-4E29-A17E-808D32B03B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F158F"/>
    <w:pPr>
      <w:spacing w:line="360" w:lineRule="auto"/>
      <w:ind w:firstLine="720"/>
      <w:jc w:val="both"/>
    </w:pPr>
    <w:rPr>
      <w:rFonts w:ascii="Arial" w:hAnsi="Arial"/>
      <w:sz w:val="24"/>
    </w:rPr>
  </w:style>
  <w:style w:type="paragraph" w:styleId="1">
    <w:name w:val="heading 1"/>
    <w:basedOn w:val="a"/>
    <w:next w:val="a"/>
    <w:link w:val="10"/>
    <w:qFormat/>
    <w:rsid w:val="005538A0"/>
    <w:pPr>
      <w:spacing w:after="240"/>
      <w:ind w:left="284" w:right="284" w:firstLine="0"/>
      <w:jc w:val="center"/>
      <w:outlineLvl w:val="0"/>
    </w:pPr>
    <w:rPr>
      <w:rFonts w:ascii="Times New Roman" w:hAnsi="Times New Roman"/>
      <w:b/>
      <w:bCs/>
      <w:caps/>
      <w:sz w:val="28"/>
    </w:rPr>
  </w:style>
  <w:style w:type="paragraph" w:styleId="2">
    <w:name w:val="heading 2"/>
    <w:aliases w:val="Заголовок 2 Знак1,Заголовок 2 Знак Знак, Знак3 Знак Знак, Знак3 Знак1,Заголовок 21,Заголовок 2 Знак Знак1,hseHeading 2,OG Heading 2,- 1.1,Title3,Заголовок 2 Знак2,Знак3 Знак Знак,Знак3 Знак1"/>
    <w:basedOn w:val="1"/>
    <w:next w:val="a"/>
    <w:link w:val="20"/>
    <w:qFormat/>
    <w:rsid w:val="00D359A2"/>
    <w:pPr>
      <w:outlineLvl w:val="1"/>
    </w:pPr>
    <w:rPr>
      <w:caps w:val="0"/>
      <w:sz w:val="24"/>
    </w:rPr>
  </w:style>
  <w:style w:type="paragraph" w:styleId="3">
    <w:name w:val="heading 3"/>
    <w:basedOn w:val="1"/>
    <w:next w:val="a"/>
    <w:link w:val="30"/>
    <w:qFormat/>
    <w:rsid w:val="003F158F"/>
    <w:pPr>
      <w:outlineLvl w:val="2"/>
    </w:pPr>
  </w:style>
  <w:style w:type="paragraph" w:styleId="4">
    <w:name w:val="heading 4"/>
    <w:basedOn w:val="a"/>
    <w:next w:val="a"/>
    <w:link w:val="40"/>
    <w:qFormat/>
    <w:rsid w:val="003F158F"/>
    <w:pPr>
      <w:keepNext/>
      <w:widowControl w:val="0"/>
      <w:tabs>
        <w:tab w:val="left" w:pos="288"/>
        <w:tab w:val="left" w:pos="720"/>
        <w:tab w:val="left" w:pos="2016"/>
        <w:tab w:val="left" w:pos="2592"/>
        <w:tab w:val="left" w:pos="3168"/>
        <w:tab w:val="left" w:pos="3312"/>
        <w:tab w:val="left" w:pos="3888"/>
      </w:tabs>
      <w:spacing w:line="240" w:lineRule="auto"/>
      <w:outlineLvl w:val="3"/>
    </w:pPr>
    <w:rPr>
      <w:sz w:val="28"/>
    </w:rPr>
  </w:style>
  <w:style w:type="paragraph" w:styleId="5">
    <w:name w:val="heading 5"/>
    <w:basedOn w:val="a"/>
    <w:next w:val="a"/>
    <w:link w:val="50"/>
    <w:qFormat/>
    <w:rsid w:val="003F158F"/>
    <w:pPr>
      <w:keepNext/>
      <w:widowControl w:val="0"/>
      <w:tabs>
        <w:tab w:val="left" w:pos="288"/>
        <w:tab w:val="left" w:pos="720"/>
        <w:tab w:val="left" w:pos="2016"/>
        <w:tab w:val="left" w:pos="2592"/>
        <w:tab w:val="left" w:pos="3168"/>
        <w:tab w:val="left" w:pos="3312"/>
        <w:tab w:val="left" w:pos="3888"/>
      </w:tabs>
      <w:spacing w:after="240" w:line="240" w:lineRule="auto"/>
      <w:jc w:val="center"/>
      <w:outlineLvl w:val="4"/>
    </w:pPr>
    <w:rPr>
      <w:b/>
    </w:rPr>
  </w:style>
  <w:style w:type="paragraph" w:styleId="6">
    <w:name w:val="heading 6"/>
    <w:basedOn w:val="a"/>
    <w:next w:val="a"/>
    <w:link w:val="60"/>
    <w:qFormat/>
    <w:rsid w:val="003F158F"/>
    <w:pPr>
      <w:keepNext/>
      <w:outlineLvl w:val="5"/>
    </w:pPr>
    <w:rPr>
      <w:b/>
    </w:rPr>
  </w:style>
  <w:style w:type="paragraph" w:styleId="7">
    <w:name w:val="heading 7"/>
    <w:basedOn w:val="a"/>
    <w:next w:val="a"/>
    <w:link w:val="70"/>
    <w:qFormat/>
    <w:rsid w:val="003F158F"/>
    <w:pPr>
      <w:keepNext/>
      <w:jc w:val="center"/>
      <w:outlineLvl w:val="6"/>
    </w:pPr>
    <w:rPr>
      <w:rFonts w:ascii="Times New Roman" w:hAnsi="Times New Roman"/>
      <w:sz w:val="36"/>
    </w:rPr>
  </w:style>
  <w:style w:type="paragraph" w:styleId="8">
    <w:name w:val="heading 8"/>
    <w:basedOn w:val="a"/>
    <w:next w:val="a"/>
    <w:link w:val="80"/>
    <w:qFormat/>
    <w:rsid w:val="003F158F"/>
    <w:pPr>
      <w:keepNext/>
      <w:shd w:val="clear" w:color="auto" w:fill="FF0000"/>
      <w:spacing w:before="120"/>
      <w:ind w:left="2977" w:hanging="2977"/>
      <w:jc w:val="center"/>
      <w:outlineLvl w:val="7"/>
    </w:pPr>
    <w:rPr>
      <w:rFonts w:ascii="Times New Roman" w:hAnsi="Times New Roman"/>
      <w:b/>
      <w:smallCaps/>
      <w:color w:val="00FFFF"/>
      <w:spacing w:val="20"/>
      <w:sz w:val="28"/>
    </w:rPr>
  </w:style>
  <w:style w:type="paragraph" w:styleId="9">
    <w:name w:val="heading 9"/>
    <w:basedOn w:val="a"/>
    <w:next w:val="a"/>
    <w:link w:val="90"/>
    <w:qFormat/>
    <w:rsid w:val="003F158F"/>
    <w:pPr>
      <w:keepNext/>
      <w:spacing w:line="240" w:lineRule="auto"/>
      <w:ind w:firstLine="0"/>
      <w:jc w:val="center"/>
      <w:outlineLvl w:val="8"/>
    </w:pPr>
    <w:rPr>
      <w:rFonts w:ascii="Times New Roman" w:hAnsi="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9D21DF"/>
    <w:pPr>
      <w:tabs>
        <w:tab w:val="center" w:pos="4677"/>
        <w:tab w:val="right" w:pos="9355"/>
      </w:tabs>
    </w:pPr>
  </w:style>
  <w:style w:type="character" w:styleId="a5">
    <w:name w:val="page number"/>
    <w:basedOn w:val="a0"/>
    <w:rsid w:val="003F158F"/>
    <w:rPr>
      <w:rFonts w:ascii="Arial" w:hAnsi="Arial"/>
      <w:sz w:val="20"/>
    </w:rPr>
  </w:style>
  <w:style w:type="paragraph" w:customStyle="1" w:styleId="a6">
    <w:name w:val="Штамп"/>
    <w:autoRedefine/>
    <w:rsid w:val="009D21DF"/>
    <w:pPr>
      <w:spacing w:line="276" w:lineRule="auto"/>
      <w:jc w:val="center"/>
    </w:pPr>
    <w:rPr>
      <w:sz w:val="18"/>
    </w:rPr>
  </w:style>
  <w:style w:type="paragraph" w:customStyle="1" w:styleId="a7">
    <w:name w:val="Штамп наименование"/>
    <w:rsid w:val="003F158F"/>
    <w:pPr>
      <w:spacing w:line="276" w:lineRule="auto"/>
      <w:jc w:val="center"/>
    </w:pPr>
    <w:rPr>
      <w:rFonts w:ascii="Arial" w:hAnsi="Arial"/>
      <w:noProof/>
      <w:sz w:val="24"/>
    </w:rPr>
  </w:style>
  <w:style w:type="character" w:styleId="a8">
    <w:name w:val="Hyperlink"/>
    <w:basedOn w:val="a0"/>
    <w:rsid w:val="003108D2"/>
    <w:rPr>
      <w:color w:val="0000FF"/>
      <w:u w:val="single"/>
    </w:rPr>
  </w:style>
  <w:style w:type="paragraph" w:styleId="a9">
    <w:name w:val="footer"/>
    <w:basedOn w:val="a"/>
    <w:link w:val="aa"/>
    <w:uiPriority w:val="99"/>
    <w:rsid w:val="009D21DF"/>
    <w:pPr>
      <w:tabs>
        <w:tab w:val="center" w:pos="4677"/>
        <w:tab w:val="right" w:pos="9355"/>
      </w:tabs>
    </w:pPr>
  </w:style>
  <w:style w:type="paragraph" w:customStyle="1" w:styleId="ab">
    <w:name w:val="Текст основной надписи (штамп)"/>
    <w:link w:val="ac"/>
    <w:rsid w:val="009D21DF"/>
    <w:pPr>
      <w:suppressAutoHyphens/>
      <w:spacing w:line="276" w:lineRule="auto"/>
      <w:jc w:val="center"/>
    </w:pPr>
    <w:rPr>
      <w:rFonts w:ascii="Arial" w:hAnsi="Arial"/>
      <w:i/>
      <w:sz w:val="16"/>
    </w:rPr>
  </w:style>
  <w:style w:type="character" w:customStyle="1" w:styleId="ac">
    <w:name w:val="Текст основной надписи (штамп) Знак Знак"/>
    <w:basedOn w:val="a0"/>
    <w:link w:val="ab"/>
    <w:rsid w:val="009D21DF"/>
    <w:rPr>
      <w:rFonts w:ascii="Arial" w:hAnsi="Arial"/>
      <w:i/>
      <w:sz w:val="16"/>
      <w:lang w:val="ru-RU" w:eastAsia="ru-RU" w:bidi="ar-SA"/>
    </w:rPr>
  </w:style>
  <w:style w:type="paragraph" w:styleId="ad">
    <w:name w:val="Body Text"/>
    <w:aliases w:val="Знак1,Основной текст Знак Знак Знак Знак,Основной текст Знак Знак Знак,Знак Знак Знак,Основной текст1 Знак Знак Знак,Основной текст1 Знак Знак Знак Знак,Основной текст1 Знак Знак Зна Знак, Знак Знак Знак, Знак1,b,Основной текст1 Знак Знак"/>
    <w:basedOn w:val="a"/>
    <w:link w:val="ae"/>
    <w:rsid w:val="005B7FB4"/>
    <w:pPr>
      <w:spacing w:line="240" w:lineRule="auto"/>
      <w:ind w:firstLine="0"/>
    </w:pPr>
  </w:style>
  <w:style w:type="character" w:customStyle="1" w:styleId="ae">
    <w:name w:val="Основной текст Знак"/>
    <w:aliases w:val="Знак1 Знак,Основной текст Знак Знак Знак Знак Знак,Основной текст Знак Знак Знак Знак1,Знак Знак Знак Знак,Основной текст1 Знак Знак Знак Знак1,Основной текст1 Знак Знак Знак Знак Знак,Основной текст1 Знак Знак Зна Знак Знак,b Знак"/>
    <w:basedOn w:val="a0"/>
    <w:link w:val="ad"/>
    <w:rsid w:val="00F3464F"/>
    <w:rPr>
      <w:rFonts w:ascii="Arial" w:hAnsi="Arial"/>
      <w:sz w:val="24"/>
      <w:lang w:val="ru-RU" w:eastAsia="ru-RU" w:bidi="ar-SA"/>
    </w:rPr>
  </w:style>
  <w:style w:type="paragraph" w:styleId="af">
    <w:name w:val="No Spacing"/>
    <w:qFormat/>
    <w:rsid w:val="00F73BD9"/>
    <w:pPr>
      <w:spacing w:line="276" w:lineRule="auto"/>
      <w:ind w:firstLine="720"/>
      <w:jc w:val="both"/>
    </w:pPr>
    <w:rPr>
      <w:rFonts w:ascii="Arial" w:hAnsi="Arial"/>
      <w:sz w:val="24"/>
    </w:rPr>
  </w:style>
  <w:style w:type="paragraph" w:styleId="11">
    <w:name w:val="toc 1"/>
    <w:basedOn w:val="a"/>
    <w:next w:val="a"/>
    <w:autoRedefine/>
    <w:semiHidden/>
    <w:rsid w:val="004C4797"/>
    <w:pPr>
      <w:tabs>
        <w:tab w:val="left" w:pos="1440"/>
        <w:tab w:val="right" w:leader="dot" w:pos="10479"/>
      </w:tabs>
      <w:ind w:right="284" w:firstLine="567"/>
    </w:pPr>
    <w:rPr>
      <w:rFonts w:ascii="Times New Roman" w:hAnsi="Times New Roman"/>
    </w:rPr>
  </w:style>
  <w:style w:type="paragraph" w:styleId="af0">
    <w:name w:val="Normal (Web)"/>
    <w:basedOn w:val="a"/>
    <w:rsid w:val="005E316B"/>
    <w:pPr>
      <w:spacing w:before="47" w:after="47" w:line="240" w:lineRule="auto"/>
      <w:ind w:firstLine="0"/>
      <w:jc w:val="left"/>
    </w:pPr>
    <w:rPr>
      <w:rFonts w:cs="Arial"/>
      <w:color w:val="332E2D"/>
      <w:spacing w:val="2"/>
      <w:szCs w:val="24"/>
    </w:rPr>
  </w:style>
  <w:style w:type="table" w:styleId="af1">
    <w:name w:val="Table Grid"/>
    <w:basedOn w:val="a1"/>
    <w:rsid w:val="00DC62F2"/>
    <w:pPr>
      <w:spacing w:line="360" w:lineRule="auto"/>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2">
    <w:name w:val="Document Map"/>
    <w:basedOn w:val="a"/>
    <w:link w:val="af3"/>
    <w:semiHidden/>
    <w:rsid w:val="00AC647C"/>
    <w:pPr>
      <w:shd w:val="clear" w:color="auto" w:fill="000080"/>
    </w:pPr>
    <w:rPr>
      <w:rFonts w:ascii="Tahoma" w:hAnsi="Tahoma" w:cs="Tahoma"/>
      <w:sz w:val="20"/>
    </w:rPr>
  </w:style>
  <w:style w:type="character" w:customStyle="1" w:styleId="a4">
    <w:name w:val="Верхний колонтитул Знак"/>
    <w:basedOn w:val="a0"/>
    <w:link w:val="a3"/>
    <w:rsid w:val="00920619"/>
    <w:rPr>
      <w:rFonts w:ascii="Arial" w:hAnsi="Arial"/>
      <w:sz w:val="24"/>
      <w:lang w:val="ru-RU" w:eastAsia="ru-RU" w:bidi="ar-SA"/>
    </w:rPr>
  </w:style>
  <w:style w:type="paragraph" w:customStyle="1" w:styleId="Heading">
    <w:name w:val="Heading"/>
    <w:rsid w:val="009B684B"/>
    <w:pPr>
      <w:widowControl w:val="0"/>
      <w:autoSpaceDE w:val="0"/>
      <w:autoSpaceDN w:val="0"/>
      <w:adjustRightInd w:val="0"/>
      <w:spacing w:line="276" w:lineRule="auto"/>
      <w:jc w:val="center"/>
    </w:pPr>
    <w:rPr>
      <w:rFonts w:ascii="Arial" w:hAnsi="Arial" w:cs="Arial"/>
      <w:b/>
      <w:bCs/>
      <w:sz w:val="22"/>
      <w:szCs w:val="22"/>
    </w:rPr>
  </w:style>
  <w:style w:type="paragraph" w:customStyle="1" w:styleId="af4">
    <w:name w:val="Обозначение документа"/>
    <w:autoRedefine/>
    <w:rsid w:val="009021A7"/>
    <w:pPr>
      <w:spacing w:line="276" w:lineRule="auto"/>
      <w:jc w:val="center"/>
    </w:pPr>
    <w:rPr>
      <w:b/>
      <w:bCs/>
      <w:sz w:val="24"/>
      <w:szCs w:val="24"/>
    </w:rPr>
  </w:style>
  <w:style w:type="paragraph" w:styleId="af5">
    <w:name w:val="Body Text Indent"/>
    <w:basedOn w:val="a"/>
    <w:link w:val="af6"/>
    <w:rsid w:val="002866C6"/>
    <w:pPr>
      <w:spacing w:after="120"/>
      <w:ind w:left="283"/>
    </w:pPr>
  </w:style>
  <w:style w:type="paragraph" w:styleId="af7">
    <w:name w:val="Balloon Text"/>
    <w:basedOn w:val="a"/>
    <w:semiHidden/>
    <w:rsid w:val="00D77EEC"/>
    <w:rPr>
      <w:rFonts w:ascii="Tahoma" w:hAnsi="Tahoma" w:cs="Tahoma"/>
      <w:sz w:val="16"/>
      <w:szCs w:val="16"/>
    </w:rPr>
  </w:style>
  <w:style w:type="paragraph" w:customStyle="1" w:styleId="BodyText21">
    <w:name w:val="Body Text 21"/>
    <w:basedOn w:val="a"/>
    <w:rsid w:val="006016DB"/>
    <w:pPr>
      <w:autoSpaceDE w:val="0"/>
      <w:autoSpaceDN w:val="0"/>
      <w:spacing w:line="312" w:lineRule="auto"/>
      <w:ind w:firstLine="851"/>
    </w:pPr>
  </w:style>
  <w:style w:type="character" w:styleId="af8">
    <w:name w:val="Subtle Reference"/>
    <w:basedOn w:val="a0"/>
    <w:uiPriority w:val="31"/>
    <w:qFormat/>
    <w:rsid w:val="0039318D"/>
    <w:rPr>
      <w:smallCaps/>
      <w:color w:val="C0504D"/>
      <w:u w:val="single"/>
    </w:rPr>
  </w:style>
  <w:style w:type="paragraph" w:styleId="af9">
    <w:name w:val="Intense Quote"/>
    <w:basedOn w:val="a"/>
    <w:next w:val="a"/>
    <w:link w:val="afa"/>
    <w:uiPriority w:val="30"/>
    <w:qFormat/>
    <w:rsid w:val="0039318D"/>
    <w:pPr>
      <w:pBdr>
        <w:bottom w:val="single" w:sz="4" w:space="4" w:color="4F81BD"/>
      </w:pBdr>
      <w:spacing w:before="200" w:after="280"/>
      <w:ind w:left="936" w:right="936"/>
    </w:pPr>
    <w:rPr>
      <w:b/>
      <w:bCs/>
      <w:i/>
      <w:iCs/>
      <w:color w:val="4F81BD"/>
    </w:rPr>
  </w:style>
  <w:style w:type="character" w:customStyle="1" w:styleId="afa">
    <w:name w:val="Выделенная цитата Знак"/>
    <w:basedOn w:val="a0"/>
    <w:link w:val="af9"/>
    <w:uiPriority w:val="30"/>
    <w:rsid w:val="0039318D"/>
    <w:rPr>
      <w:rFonts w:ascii="Arial" w:hAnsi="Arial"/>
      <w:b/>
      <w:bCs/>
      <w:i/>
      <w:iCs/>
      <w:color w:val="4F81BD"/>
      <w:sz w:val="24"/>
    </w:rPr>
  </w:style>
  <w:style w:type="character" w:styleId="afb">
    <w:name w:val="Subtle Emphasis"/>
    <w:basedOn w:val="a0"/>
    <w:uiPriority w:val="19"/>
    <w:qFormat/>
    <w:rsid w:val="0039318D"/>
    <w:rPr>
      <w:i/>
      <w:iCs/>
      <w:color w:val="808080"/>
    </w:rPr>
  </w:style>
  <w:style w:type="character" w:customStyle="1" w:styleId="10">
    <w:name w:val="Заголовок 1 Знак"/>
    <w:basedOn w:val="a0"/>
    <w:link w:val="1"/>
    <w:rsid w:val="00C30F32"/>
    <w:rPr>
      <w:b/>
      <w:bCs/>
      <w:caps/>
      <w:sz w:val="28"/>
    </w:rPr>
  </w:style>
  <w:style w:type="character" w:customStyle="1" w:styleId="af6">
    <w:name w:val="Основной текст с отступом Знак"/>
    <w:basedOn w:val="a0"/>
    <w:link w:val="af5"/>
    <w:rsid w:val="00C30F32"/>
    <w:rPr>
      <w:rFonts w:ascii="Arial" w:hAnsi="Arial"/>
      <w:sz w:val="24"/>
    </w:rPr>
  </w:style>
  <w:style w:type="paragraph" w:styleId="21">
    <w:name w:val="Body Text Indent 2"/>
    <w:basedOn w:val="a"/>
    <w:link w:val="22"/>
    <w:rsid w:val="00C30F32"/>
    <w:pPr>
      <w:spacing w:after="120" w:line="480" w:lineRule="auto"/>
      <w:ind w:left="283"/>
    </w:pPr>
  </w:style>
  <w:style w:type="character" w:customStyle="1" w:styleId="22">
    <w:name w:val="Основной текст с отступом 2 Знак"/>
    <w:basedOn w:val="a0"/>
    <w:link w:val="21"/>
    <w:rsid w:val="00C30F32"/>
    <w:rPr>
      <w:rFonts w:ascii="Arial" w:hAnsi="Arial"/>
      <w:sz w:val="24"/>
    </w:rPr>
  </w:style>
  <w:style w:type="paragraph" w:styleId="afc">
    <w:name w:val="Title"/>
    <w:basedOn w:val="a"/>
    <w:link w:val="afd"/>
    <w:qFormat/>
    <w:rsid w:val="00C30F32"/>
    <w:pPr>
      <w:spacing w:line="240" w:lineRule="auto"/>
      <w:ind w:firstLine="0"/>
      <w:jc w:val="center"/>
    </w:pPr>
    <w:rPr>
      <w:sz w:val="28"/>
    </w:rPr>
  </w:style>
  <w:style w:type="character" w:customStyle="1" w:styleId="afd">
    <w:name w:val="Заголовок Знак"/>
    <w:basedOn w:val="a0"/>
    <w:link w:val="afc"/>
    <w:rsid w:val="00C30F32"/>
    <w:rPr>
      <w:rFonts w:ascii="Arial" w:hAnsi="Arial"/>
      <w:sz w:val="28"/>
    </w:rPr>
  </w:style>
  <w:style w:type="character" w:customStyle="1" w:styleId="20">
    <w:name w:val="Заголовок 2 Знак"/>
    <w:aliases w:val="Заголовок 2 Знак1 Знак,Заголовок 2 Знак Знак Знак, Знак3 Знак Знак Знак, Знак3 Знак1 Знак,Заголовок 21 Знак,Заголовок 2 Знак Знак1 Знак,hseHeading 2 Знак,OG Heading 2 Знак,- 1.1 Знак,Title3 Знак,Заголовок 2 Знак2 Знак,Знак3 Знак1 Знак"/>
    <w:basedOn w:val="a0"/>
    <w:link w:val="2"/>
    <w:rsid w:val="003B77B0"/>
    <w:rPr>
      <w:b/>
      <w:bCs/>
      <w:sz w:val="24"/>
    </w:rPr>
  </w:style>
  <w:style w:type="character" w:customStyle="1" w:styleId="FontStyle30">
    <w:name w:val="Font Style30"/>
    <w:basedOn w:val="a0"/>
    <w:rsid w:val="003B77B0"/>
    <w:rPr>
      <w:rFonts w:ascii="Times New Roman" w:hAnsi="Times New Roman" w:cs="Times New Roman"/>
      <w:sz w:val="22"/>
      <w:szCs w:val="22"/>
    </w:rPr>
  </w:style>
  <w:style w:type="character" w:customStyle="1" w:styleId="FontStyle13">
    <w:name w:val="Font Style13"/>
    <w:basedOn w:val="a0"/>
    <w:uiPriority w:val="99"/>
    <w:rsid w:val="00C634AD"/>
    <w:rPr>
      <w:rFonts w:ascii="Times New Roman" w:hAnsi="Times New Roman" w:cs="Times New Roman"/>
      <w:sz w:val="24"/>
      <w:szCs w:val="24"/>
    </w:rPr>
  </w:style>
  <w:style w:type="character" w:customStyle="1" w:styleId="FontStyle12">
    <w:name w:val="Font Style12"/>
    <w:basedOn w:val="a0"/>
    <w:uiPriority w:val="99"/>
    <w:rsid w:val="00A216DC"/>
    <w:rPr>
      <w:rFonts w:ascii="Times New Roman" w:hAnsi="Times New Roman" w:cs="Times New Roman"/>
      <w:sz w:val="24"/>
      <w:szCs w:val="24"/>
    </w:rPr>
  </w:style>
  <w:style w:type="paragraph" w:customStyle="1" w:styleId="afe">
    <w:name w:val="Текст таблиц"/>
    <w:basedOn w:val="a"/>
    <w:next w:val="a"/>
    <w:rsid w:val="00631269"/>
    <w:pPr>
      <w:keepLines/>
      <w:spacing w:line="240" w:lineRule="auto"/>
      <w:ind w:firstLine="0"/>
      <w:jc w:val="left"/>
    </w:pPr>
    <w:rPr>
      <w:rFonts w:ascii="Times New Roman" w:hAnsi="Times New Roman"/>
      <w:sz w:val="20"/>
    </w:rPr>
  </w:style>
  <w:style w:type="character" w:customStyle="1" w:styleId="30">
    <w:name w:val="Заголовок 3 Знак"/>
    <w:basedOn w:val="a0"/>
    <w:link w:val="3"/>
    <w:rsid w:val="00631269"/>
    <w:rPr>
      <w:b/>
      <w:bCs/>
      <w:caps/>
      <w:sz w:val="28"/>
    </w:rPr>
  </w:style>
  <w:style w:type="character" w:customStyle="1" w:styleId="40">
    <w:name w:val="Заголовок 4 Знак"/>
    <w:basedOn w:val="a0"/>
    <w:link w:val="4"/>
    <w:rsid w:val="00631269"/>
    <w:rPr>
      <w:rFonts w:ascii="Arial" w:hAnsi="Arial"/>
      <w:sz w:val="28"/>
    </w:rPr>
  </w:style>
  <w:style w:type="character" w:customStyle="1" w:styleId="50">
    <w:name w:val="Заголовок 5 Знак"/>
    <w:basedOn w:val="a0"/>
    <w:link w:val="5"/>
    <w:rsid w:val="00631269"/>
    <w:rPr>
      <w:rFonts w:ascii="Arial" w:hAnsi="Arial"/>
      <w:b/>
      <w:sz w:val="24"/>
    </w:rPr>
  </w:style>
  <w:style w:type="character" w:customStyle="1" w:styleId="60">
    <w:name w:val="Заголовок 6 Знак"/>
    <w:basedOn w:val="a0"/>
    <w:link w:val="6"/>
    <w:rsid w:val="00631269"/>
    <w:rPr>
      <w:rFonts w:ascii="Arial" w:hAnsi="Arial"/>
      <w:b/>
      <w:sz w:val="24"/>
    </w:rPr>
  </w:style>
  <w:style w:type="character" w:customStyle="1" w:styleId="70">
    <w:name w:val="Заголовок 7 Знак"/>
    <w:basedOn w:val="a0"/>
    <w:link w:val="7"/>
    <w:rsid w:val="00631269"/>
    <w:rPr>
      <w:sz w:val="36"/>
    </w:rPr>
  </w:style>
  <w:style w:type="character" w:customStyle="1" w:styleId="80">
    <w:name w:val="Заголовок 8 Знак"/>
    <w:basedOn w:val="a0"/>
    <w:link w:val="8"/>
    <w:rsid w:val="00631269"/>
    <w:rPr>
      <w:b/>
      <w:smallCaps/>
      <w:color w:val="00FFFF"/>
      <w:spacing w:val="20"/>
      <w:sz w:val="28"/>
      <w:shd w:val="clear" w:color="auto" w:fill="FF0000"/>
    </w:rPr>
  </w:style>
  <w:style w:type="character" w:customStyle="1" w:styleId="90">
    <w:name w:val="Заголовок 9 Знак"/>
    <w:basedOn w:val="a0"/>
    <w:link w:val="9"/>
    <w:rsid w:val="00631269"/>
    <w:rPr>
      <w:sz w:val="24"/>
    </w:rPr>
  </w:style>
  <w:style w:type="character" w:customStyle="1" w:styleId="aa">
    <w:name w:val="Нижний колонтитул Знак"/>
    <w:basedOn w:val="a0"/>
    <w:link w:val="a9"/>
    <w:uiPriority w:val="99"/>
    <w:rsid w:val="00631269"/>
    <w:rPr>
      <w:rFonts w:ascii="Arial" w:hAnsi="Arial"/>
      <w:sz w:val="24"/>
    </w:rPr>
  </w:style>
  <w:style w:type="character" w:customStyle="1" w:styleId="af3">
    <w:name w:val="Схема документа Знак"/>
    <w:basedOn w:val="a0"/>
    <w:link w:val="af2"/>
    <w:semiHidden/>
    <w:rsid w:val="00631269"/>
    <w:rPr>
      <w:rFonts w:ascii="Tahoma" w:hAnsi="Tahoma" w:cs="Tahoma"/>
      <w:shd w:val="clear" w:color="auto" w:fill="000080"/>
    </w:rPr>
  </w:style>
  <w:style w:type="paragraph" w:styleId="aff">
    <w:name w:val="Plain Text"/>
    <w:basedOn w:val="a"/>
    <w:link w:val="aff0"/>
    <w:rsid w:val="00631269"/>
    <w:pPr>
      <w:spacing w:line="240" w:lineRule="auto"/>
      <w:ind w:firstLine="0"/>
      <w:jc w:val="left"/>
    </w:pPr>
    <w:rPr>
      <w:rFonts w:ascii="Courier New" w:hAnsi="Courier New"/>
      <w:sz w:val="20"/>
    </w:rPr>
  </w:style>
  <w:style w:type="character" w:customStyle="1" w:styleId="aff0">
    <w:name w:val="Текст Знак"/>
    <w:basedOn w:val="a0"/>
    <w:link w:val="aff"/>
    <w:rsid w:val="00631269"/>
    <w:rPr>
      <w:rFonts w:ascii="Courier New" w:hAnsi="Courier New"/>
    </w:rPr>
  </w:style>
  <w:style w:type="character" w:styleId="aff1">
    <w:name w:val="Strong"/>
    <w:basedOn w:val="a0"/>
    <w:uiPriority w:val="22"/>
    <w:qFormat/>
    <w:rsid w:val="00631269"/>
    <w:rPr>
      <w:b/>
      <w:bCs/>
    </w:rPr>
  </w:style>
  <w:style w:type="paragraph" w:styleId="31">
    <w:name w:val="Body Text Indent 3"/>
    <w:basedOn w:val="a"/>
    <w:link w:val="32"/>
    <w:rsid w:val="009957B1"/>
    <w:pPr>
      <w:spacing w:after="120"/>
      <w:ind w:left="283"/>
    </w:pPr>
    <w:rPr>
      <w:sz w:val="16"/>
      <w:szCs w:val="16"/>
    </w:rPr>
  </w:style>
  <w:style w:type="character" w:customStyle="1" w:styleId="32">
    <w:name w:val="Основной текст с отступом 3 Знак"/>
    <w:basedOn w:val="a0"/>
    <w:link w:val="31"/>
    <w:rsid w:val="009957B1"/>
    <w:rPr>
      <w:rFonts w:ascii="Arial" w:hAnsi="Arial"/>
      <w:sz w:val="16"/>
      <w:szCs w:val="16"/>
    </w:rPr>
  </w:style>
  <w:style w:type="paragraph" w:customStyle="1" w:styleId="aff2">
    <w:name w:val="Содержимое таблицы"/>
    <w:basedOn w:val="a"/>
    <w:rsid w:val="001A2B5D"/>
    <w:pPr>
      <w:suppressLineNumbers/>
      <w:suppressAutoHyphens/>
      <w:spacing w:line="240" w:lineRule="auto"/>
      <w:ind w:firstLine="0"/>
      <w:jc w:val="left"/>
    </w:pPr>
    <w:rPr>
      <w:rFonts w:ascii="Times New Roman" w:hAnsi="Times New Roman"/>
      <w:kern w:val="1"/>
      <w:sz w:val="20"/>
      <w:lang w:eastAsia="ar-SA"/>
    </w:rPr>
  </w:style>
  <w:style w:type="paragraph" w:styleId="aff3">
    <w:name w:val="List Paragraph"/>
    <w:basedOn w:val="a"/>
    <w:uiPriority w:val="34"/>
    <w:qFormat/>
    <w:rsid w:val="008F772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334680">
      <w:bodyDiv w:val="1"/>
      <w:marLeft w:val="0"/>
      <w:marRight w:val="0"/>
      <w:marTop w:val="0"/>
      <w:marBottom w:val="0"/>
      <w:divBdr>
        <w:top w:val="none" w:sz="0" w:space="0" w:color="auto"/>
        <w:left w:val="none" w:sz="0" w:space="0" w:color="auto"/>
        <w:bottom w:val="none" w:sz="0" w:space="0" w:color="auto"/>
        <w:right w:val="none" w:sz="0" w:space="0" w:color="auto"/>
      </w:divBdr>
    </w:div>
    <w:div w:id="71510902">
      <w:bodyDiv w:val="1"/>
      <w:marLeft w:val="0"/>
      <w:marRight w:val="0"/>
      <w:marTop w:val="0"/>
      <w:marBottom w:val="0"/>
      <w:divBdr>
        <w:top w:val="none" w:sz="0" w:space="0" w:color="auto"/>
        <w:left w:val="none" w:sz="0" w:space="0" w:color="auto"/>
        <w:bottom w:val="none" w:sz="0" w:space="0" w:color="auto"/>
        <w:right w:val="none" w:sz="0" w:space="0" w:color="auto"/>
      </w:divBdr>
    </w:div>
    <w:div w:id="272784821">
      <w:bodyDiv w:val="1"/>
      <w:marLeft w:val="0"/>
      <w:marRight w:val="0"/>
      <w:marTop w:val="0"/>
      <w:marBottom w:val="0"/>
      <w:divBdr>
        <w:top w:val="none" w:sz="0" w:space="0" w:color="auto"/>
        <w:left w:val="none" w:sz="0" w:space="0" w:color="auto"/>
        <w:bottom w:val="none" w:sz="0" w:space="0" w:color="auto"/>
        <w:right w:val="none" w:sz="0" w:space="0" w:color="auto"/>
      </w:divBdr>
    </w:div>
    <w:div w:id="373775384">
      <w:bodyDiv w:val="1"/>
      <w:marLeft w:val="0"/>
      <w:marRight w:val="0"/>
      <w:marTop w:val="0"/>
      <w:marBottom w:val="0"/>
      <w:divBdr>
        <w:top w:val="none" w:sz="0" w:space="0" w:color="auto"/>
        <w:left w:val="none" w:sz="0" w:space="0" w:color="auto"/>
        <w:bottom w:val="none" w:sz="0" w:space="0" w:color="auto"/>
        <w:right w:val="none" w:sz="0" w:space="0" w:color="auto"/>
      </w:divBdr>
    </w:div>
    <w:div w:id="566064878">
      <w:bodyDiv w:val="1"/>
      <w:marLeft w:val="0"/>
      <w:marRight w:val="0"/>
      <w:marTop w:val="0"/>
      <w:marBottom w:val="0"/>
      <w:divBdr>
        <w:top w:val="none" w:sz="0" w:space="0" w:color="auto"/>
        <w:left w:val="none" w:sz="0" w:space="0" w:color="auto"/>
        <w:bottom w:val="none" w:sz="0" w:space="0" w:color="auto"/>
        <w:right w:val="none" w:sz="0" w:space="0" w:color="auto"/>
      </w:divBdr>
    </w:div>
    <w:div w:id="687173930">
      <w:bodyDiv w:val="1"/>
      <w:marLeft w:val="0"/>
      <w:marRight w:val="0"/>
      <w:marTop w:val="0"/>
      <w:marBottom w:val="0"/>
      <w:divBdr>
        <w:top w:val="none" w:sz="0" w:space="0" w:color="auto"/>
        <w:left w:val="none" w:sz="0" w:space="0" w:color="auto"/>
        <w:bottom w:val="none" w:sz="0" w:space="0" w:color="auto"/>
        <w:right w:val="none" w:sz="0" w:space="0" w:color="auto"/>
      </w:divBdr>
    </w:div>
    <w:div w:id="752773664">
      <w:bodyDiv w:val="1"/>
      <w:marLeft w:val="0"/>
      <w:marRight w:val="0"/>
      <w:marTop w:val="0"/>
      <w:marBottom w:val="0"/>
      <w:divBdr>
        <w:top w:val="none" w:sz="0" w:space="0" w:color="auto"/>
        <w:left w:val="none" w:sz="0" w:space="0" w:color="auto"/>
        <w:bottom w:val="none" w:sz="0" w:space="0" w:color="auto"/>
        <w:right w:val="none" w:sz="0" w:space="0" w:color="auto"/>
      </w:divBdr>
    </w:div>
    <w:div w:id="1221986175">
      <w:bodyDiv w:val="1"/>
      <w:marLeft w:val="0"/>
      <w:marRight w:val="0"/>
      <w:marTop w:val="0"/>
      <w:marBottom w:val="0"/>
      <w:divBdr>
        <w:top w:val="none" w:sz="0" w:space="0" w:color="auto"/>
        <w:left w:val="none" w:sz="0" w:space="0" w:color="auto"/>
        <w:bottom w:val="none" w:sz="0" w:space="0" w:color="auto"/>
        <w:right w:val="none" w:sz="0" w:space="0" w:color="auto"/>
      </w:divBdr>
    </w:div>
    <w:div w:id="1854222019">
      <w:bodyDiv w:val="1"/>
      <w:marLeft w:val="0"/>
      <w:marRight w:val="0"/>
      <w:marTop w:val="0"/>
      <w:marBottom w:val="0"/>
      <w:divBdr>
        <w:top w:val="none" w:sz="0" w:space="0" w:color="auto"/>
        <w:left w:val="none" w:sz="0" w:space="0" w:color="auto"/>
        <w:bottom w:val="none" w:sz="0" w:space="0" w:color="auto"/>
        <w:right w:val="none" w:sz="0" w:space="0" w:color="auto"/>
      </w:divBdr>
    </w:div>
    <w:div w:id="1898203356">
      <w:bodyDiv w:val="1"/>
      <w:marLeft w:val="0"/>
      <w:marRight w:val="0"/>
      <w:marTop w:val="0"/>
      <w:marBottom w:val="0"/>
      <w:divBdr>
        <w:top w:val="none" w:sz="0" w:space="0" w:color="auto"/>
        <w:left w:val="none" w:sz="0" w:space="0" w:color="auto"/>
        <w:bottom w:val="none" w:sz="0" w:space="0" w:color="auto"/>
        <w:right w:val="none" w:sz="0" w:space="0" w:color="auto"/>
      </w:divBdr>
    </w:div>
    <w:div w:id="190005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E:\&#1052;&#1086;&#1080;%20&#1076;&#1086;&#1082;&#1091;&#1084;&#1077;&#1085;&#1090;&#1099;\&#1064;&#1072;&#1073;&#1083;&#1086;&#1085;&#1099;\&#1055;&#1088;&#1044;&#1086;&#1082;\&#1058;&#1086;&#1084;02_&#1054;&#1047;&#1059;\&#1058;&#1086;&#1084;%2002%20&#1054;&#1047;&#1059;.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52C45DA-6DAE-487A-8E88-9843DDB173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Том 02 ОЗУ</Template>
  <TotalTime>11</TotalTime>
  <Pages>1</Pages>
  <Words>147</Words>
  <Characters>841</Characters>
  <Application>Microsoft Office Word</Application>
  <DocSecurity>0</DocSecurity>
  <Lines>7</Lines>
  <Paragraphs>1</Paragraphs>
  <ScaleCrop>false</ScaleCrop>
  <HeadingPairs>
    <vt:vector size="2" baseType="variant">
      <vt:variant>
        <vt:lpstr>Название</vt:lpstr>
      </vt:variant>
      <vt:variant>
        <vt:i4>1</vt:i4>
      </vt:variant>
    </vt:vector>
  </HeadingPairs>
  <TitlesOfParts>
    <vt:vector size="1" baseType="lpstr">
      <vt:lpstr>Экз</vt:lpstr>
    </vt:vector>
  </TitlesOfParts>
  <Company>SPecialiST RePack</Company>
  <LinksUpToDate>false</LinksUpToDate>
  <CharactersWithSpaces>987</CharactersWithSpaces>
  <SharedDoc>false</SharedDoc>
  <HLinks>
    <vt:vector size="12" baseType="variant">
      <vt:variant>
        <vt:i4>2621511</vt:i4>
      </vt:variant>
      <vt:variant>
        <vt:i4>3</vt:i4>
      </vt:variant>
      <vt:variant>
        <vt:i4>0</vt:i4>
      </vt:variant>
      <vt:variant>
        <vt:i4>5</vt:i4>
      </vt:variant>
      <vt:variant>
        <vt:lpwstr>mailto:Fregat@VodProekt.Kirov.ru</vt:lpwstr>
      </vt:variant>
      <vt:variant>
        <vt:lpwstr/>
      </vt:variant>
      <vt:variant>
        <vt:i4>2621511</vt:i4>
      </vt:variant>
      <vt:variant>
        <vt:i4>0</vt:i4>
      </vt:variant>
      <vt:variant>
        <vt:i4>0</vt:i4>
      </vt:variant>
      <vt:variant>
        <vt:i4>5</vt:i4>
      </vt:variant>
      <vt:variant>
        <vt:lpwstr>mailto:Fregat@VodProekt.Kirov.ru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Экз</dc:title>
  <dc:creator>Скидан Сергей</dc:creator>
  <cp:lastModifiedBy>ws-3-803a-1</cp:lastModifiedBy>
  <cp:revision>5</cp:revision>
  <cp:lastPrinted>2018-06-22T10:36:00Z</cp:lastPrinted>
  <dcterms:created xsi:type="dcterms:W3CDTF">2018-08-27T08:08:00Z</dcterms:created>
  <dcterms:modified xsi:type="dcterms:W3CDTF">2018-09-14T07:53:00Z</dcterms:modified>
</cp:coreProperties>
</file>